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A126AC" w14:paraId="60EE09D3" w14:textId="77777777" w:rsidTr="00FB115A">
        <w:trPr>
          <w:cantSplit/>
          <w:trHeight w:hRule="exact" w:val="851"/>
        </w:trPr>
        <w:tc>
          <w:tcPr>
            <w:tcW w:w="1276" w:type="dxa"/>
            <w:tcBorders>
              <w:bottom w:val="single" w:sz="4" w:space="0" w:color="auto"/>
            </w:tcBorders>
            <w:vAlign w:val="bottom"/>
          </w:tcPr>
          <w:p w14:paraId="0AE7FC75" w14:textId="77777777" w:rsidR="00A126AC" w:rsidRDefault="00A126AC" w:rsidP="00FB115A">
            <w:pPr>
              <w:spacing w:after="80"/>
            </w:pPr>
          </w:p>
        </w:tc>
        <w:tc>
          <w:tcPr>
            <w:tcW w:w="2268" w:type="dxa"/>
            <w:tcBorders>
              <w:bottom w:val="single" w:sz="4" w:space="0" w:color="auto"/>
            </w:tcBorders>
            <w:vAlign w:val="bottom"/>
          </w:tcPr>
          <w:p w14:paraId="00CCCC2E" w14:textId="77777777" w:rsidR="00A126AC" w:rsidRPr="00B97172" w:rsidRDefault="00A126AC" w:rsidP="00FB115A">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BC1B29D" w14:textId="5DE6D59C" w:rsidR="00A126AC" w:rsidRPr="006E4EE9" w:rsidRDefault="007D4B5A" w:rsidP="007771B9">
            <w:pPr>
              <w:suppressAutoHyphens w:val="0"/>
              <w:spacing w:after="20" w:line="240" w:lineRule="atLeast"/>
              <w:jc w:val="right"/>
            </w:pPr>
            <w:r w:rsidRPr="007D4B5A">
              <w:rPr>
                <w:sz w:val="40"/>
              </w:rPr>
              <w:t>CED</w:t>
            </w:r>
            <w:r>
              <w:t>/C/2</w:t>
            </w:r>
            <w:r w:rsidR="007771B9">
              <w:t>1</w:t>
            </w:r>
            <w:r>
              <w:t>/1</w:t>
            </w:r>
          </w:p>
        </w:tc>
      </w:tr>
      <w:tr w:rsidR="00A126AC" w14:paraId="0760745D" w14:textId="77777777" w:rsidTr="00FB115A">
        <w:trPr>
          <w:cantSplit/>
          <w:trHeight w:hRule="exact" w:val="2835"/>
        </w:trPr>
        <w:tc>
          <w:tcPr>
            <w:tcW w:w="1276" w:type="dxa"/>
            <w:tcBorders>
              <w:top w:val="single" w:sz="4" w:space="0" w:color="auto"/>
              <w:bottom w:val="single" w:sz="12" w:space="0" w:color="auto"/>
            </w:tcBorders>
          </w:tcPr>
          <w:p w14:paraId="26FBD253" w14:textId="7B9DA27A" w:rsidR="00A126AC" w:rsidRDefault="00A126AC" w:rsidP="00FB115A">
            <w:pPr>
              <w:spacing w:before="120"/>
              <w:jc w:val="center"/>
            </w:pPr>
          </w:p>
        </w:tc>
        <w:tc>
          <w:tcPr>
            <w:tcW w:w="5528" w:type="dxa"/>
            <w:gridSpan w:val="2"/>
            <w:tcBorders>
              <w:top w:val="single" w:sz="4" w:space="0" w:color="auto"/>
              <w:bottom w:val="single" w:sz="12" w:space="0" w:color="auto"/>
            </w:tcBorders>
          </w:tcPr>
          <w:p w14:paraId="25C0787F" w14:textId="4626A0DB" w:rsidR="00A126AC" w:rsidRDefault="00EC6203" w:rsidP="00FB115A">
            <w:pPr>
              <w:spacing w:before="120" w:line="380" w:lineRule="exact"/>
            </w:pPr>
            <w:r>
              <w:rPr>
                <w:b/>
                <w:sz w:val="34"/>
                <w:szCs w:val="40"/>
              </w:rPr>
              <w:t>ADVANCE UNEDITED VERSION</w:t>
            </w:r>
          </w:p>
        </w:tc>
        <w:tc>
          <w:tcPr>
            <w:tcW w:w="2835" w:type="dxa"/>
            <w:tcBorders>
              <w:top w:val="single" w:sz="4" w:space="0" w:color="auto"/>
              <w:bottom w:val="single" w:sz="12" w:space="0" w:color="auto"/>
            </w:tcBorders>
          </w:tcPr>
          <w:p w14:paraId="63DB5868" w14:textId="204B679A" w:rsidR="00A126AC" w:rsidRDefault="007D4B5A" w:rsidP="007D4B5A">
            <w:pPr>
              <w:spacing w:before="240"/>
            </w:pPr>
            <w:r>
              <w:t>Distr.: General</w:t>
            </w:r>
          </w:p>
          <w:p w14:paraId="70DB776D" w14:textId="6C3300C6" w:rsidR="007D4B5A" w:rsidRDefault="00ED0C63" w:rsidP="007D4B5A">
            <w:pPr>
              <w:suppressAutoHyphens w:val="0"/>
            </w:pPr>
            <w:r>
              <w:t>19 May</w:t>
            </w:r>
            <w:r w:rsidR="007771B9">
              <w:t xml:space="preserve"> 2021</w:t>
            </w:r>
          </w:p>
          <w:p w14:paraId="2E819526" w14:textId="77777777" w:rsidR="007D4B5A" w:rsidRDefault="007D4B5A" w:rsidP="007D4B5A">
            <w:pPr>
              <w:suppressAutoHyphens w:val="0"/>
            </w:pPr>
          </w:p>
          <w:p w14:paraId="503450A0" w14:textId="77777777" w:rsidR="007D4B5A" w:rsidRDefault="007D4B5A" w:rsidP="007D4B5A">
            <w:pPr>
              <w:suppressAutoHyphens w:val="0"/>
              <w:spacing w:line="240" w:lineRule="atLeast"/>
            </w:pPr>
            <w:r>
              <w:t>Original: English</w:t>
            </w:r>
          </w:p>
          <w:p w14:paraId="3C4392B8" w14:textId="3270DE0C" w:rsidR="00393103" w:rsidRDefault="00393103" w:rsidP="007D4B5A">
            <w:pPr>
              <w:suppressAutoHyphens w:val="0"/>
              <w:spacing w:line="240" w:lineRule="atLeast"/>
            </w:pPr>
            <w:r>
              <w:t>English, French and Spanish only</w:t>
            </w:r>
          </w:p>
        </w:tc>
      </w:tr>
    </w:tbl>
    <w:p w14:paraId="733F49B9" w14:textId="77777777" w:rsidR="007D4B5A" w:rsidRPr="007D4B5A" w:rsidRDefault="007D4B5A" w:rsidP="007D4B5A">
      <w:pPr>
        <w:suppressAutoHyphens/>
        <w:spacing w:before="120" w:line="240" w:lineRule="atLeast"/>
        <w:rPr>
          <w:b/>
          <w:bCs/>
          <w:sz w:val="24"/>
          <w:szCs w:val="24"/>
        </w:rPr>
      </w:pPr>
      <w:r w:rsidRPr="007D4B5A">
        <w:rPr>
          <w:b/>
          <w:bCs/>
          <w:sz w:val="24"/>
          <w:szCs w:val="24"/>
        </w:rPr>
        <w:t>Committee on Enforced Disappearances</w:t>
      </w:r>
    </w:p>
    <w:p w14:paraId="5DFC2083" w14:textId="7BB1A7EF" w:rsidR="007D4B5A" w:rsidRPr="00EC6203" w:rsidRDefault="007771B9" w:rsidP="007D4B5A">
      <w:pPr>
        <w:rPr>
          <w:b/>
          <w:bCs/>
        </w:rPr>
      </w:pPr>
      <w:r w:rsidRPr="00EC6203">
        <w:rPr>
          <w:b/>
          <w:bCs/>
        </w:rPr>
        <w:t xml:space="preserve">Twenty-first </w:t>
      </w:r>
      <w:r w:rsidR="007D4B5A" w:rsidRPr="00EC6203">
        <w:rPr>
          <w:b/>
          <w:bCs/>
        </w:rPr>
        <w:t>session</w:t>
      </w:r>
    </w:p>
    <w:p w14:paraId="2C78276B" w14:textId="69846D57" w:rsidR="007D4B5A" w:rsidRPr="00EC6203" w:rsidRDefault="007771B9" w:rsidP="007D4B5A">
      <w:r w:rsidRPr="00EC6203">
        <w:t>13 - 24 September</w:t>
      </w:r>
      <w:r w:rsidRPr="00EC6203" w:rsidDel="007771B9">
        <w:t xml:space="preserve"> </w:t>
      </w:r>
      <w:r w:rsidR="007D4B5A" w:rsidRPr="00EC6203">
        <w:t>2021</w:t>
      </w:r>
    </w:p>
    <w:p w14:paraId="188D07F2" w14:textId="77777777" w:rsidR="007D4B5A" w:rsidRPr="00EA751F" w:rsidRDefault="007D4B5A" w:rsidP="007D4B5A">
      <w:r w:rsidRPr="00EC6203">
        <w:t xml:space="preserve">Item </w:t>
      </w:r>
      <w:proofErr w:type="gramStart"/>
      <w:r w:rsidRPr="00EC6203">
        <w:t>1</w:t>
      </w:r>
      <w:proofErr w:type="gramEnd"/>
      <w:r w:rsidRPr="00EC6203">
        <w:t xml:space="preserve"> of the provisional </w:t>
      </w:r>
      <w:r w:rsidRPr="00EA751F">
        <w:t>agenda</w:t>
      </w:r>
    </w:p>
    <w:p w14:paraId="75767ABF" w14:textId="77777777" w:rsidR="007D4B5A" w:rsidRPr="007D4B5A" w:rsidRDefault="007D4B5A" w:rsidP="007D4B5A">
      <w:pPr>
        <w:rPr>
          <w:b/>
          <w:bCs/>
        </w:rPr>
      </w:pPr>
      <w:r w:rsidRPr="007D4B5A">
        <w:rPr>
          <w:b/>
          <w:bCs/>
        </w:rPr>
        <w:t>Adoption of the agenda</w:t>
      </w:r>
    </w:p>
    <w:p w14:paraId="5D4FD531" w14:textId="77777777" w:rsidR="007D4B5A" w:rsidRPr="00EA751F" w:rsidRDefault="007D4B5A" w:rsidP="007D4B5A">
      <w:pPr>
        <w:pStyle w:val="HChG"/>
      </w:pPr>
      <w:r w:rsidRPr="00EA751F">
        <w:tab/>
      </w:r>
      <w:r w:rsidRPr="00EA751F">
        <w:tab/>
        <w:t>Annotated</w:t>
      </w:r>
      <w:bookmarkStart w:id="0" w:name="_GoBack"/>
      <w:bookmarkEnd w:id="0"/>
      <w:r w:rsidRPr="00EA751F">
        <w:t xml:space="preserve"> provisional agenda</w:t>
      </w:r>
    </w:p>
    <w:p w14:paraId="5AB2908A" w14:textId="77777777" w:rsidR="007D4B5A" w:rsidRPr="00EA751F" w:rsidRDefault="007D4B5A" w:rsidP="007D4B5A">
      <w:pPr>
        <w:pStyle w:val="H1G"/>
      </w:pPr>
      <w:r w:rsidRPr="00EA751F">
        <w:tab/>
      </w:r>
      <w:r w:rsidRPr="00EA751F">
        <w:tab/>
        <w:t>Provisional agenda</w:t>
      </w:r>
    </w:p>
    <w:p w14:paraId="0F5FF2E0" w14:textId="77777777" w:rsidR="007D4B5A" w:rsidRPr="00EA751F" w:rsidRDefault="007D4B5A" w:rsidP="007D4B5A">
      <w:pPr>
        <w:pStyle w:val="SingleTxtG"/>
      </w:pPr>
      <w:r w:rsidRPr="00EA751F">
        <w:t>1.</w:t>
      </w:r>
      <w:r w:rsidRPr="00EA751F">
        <w:tab/>
        <w:t>Adoption of the agenda.</w:t>
      </w:r>
    </w:p>
    <w:p w14:paraId="6EF52EB3" w14:textId="77777777" w:rsidR="007D4B5A" w:rsidRPr="00EA751F" w:rsidRDefault="007D4B5A" w:rsidP="007D4B5A">
      <w:pPr>
        <w:pStyle w:val="SingleTxtG"/>
      </w:pPr>
      <w:r w:rsidRPr="00EA751F">
        <w:t>2.</w:t>
      </w:r>
      <w:r w:rsidRPr="00EA751F">
        <w:tab/>
        <w:t>Tribute to victims of enforced disappearance.</w:t>
      </w:r>
    </w:p>
    <w:p w14:paraId="4F0D7320" w14:textId="77777777" w:rsidR="007D4B5A" w:rsidRPr="00EA751F" w:rsidRDefault="007D4B5A" w:rsidP="007D4B5A">
      <w:pPr>
        <w:pStyle w:val="SingleTxtG"/>
      </w:pPr>
      <w:r w:rsidRPr="00EA751F">
        <w:t>3.</w:t>
      </w:r>
      <w:r w:rsidRPr="00EA751F">
        <w:tab/>
        <w:t>Information received by the Committee.</w:t>
      </w:r>
    </w:p>
    <w:p w14:paraId="52067441" w14:textId="1DB10971" w:rsidR="007D4B5A" w:rsidRPr="00EA751F" w:rsidRDefault="007D4B5A" w:rsidP="007D4B5A">
      <w:pPr>
        <w:pStyle w:val="SingleTxtG"/>
      </w:pPr>
      <w:r w:rsidRPr="00EA751F">
        <w:t>4.</w:t>
      </w:r>
      <w:r w:rsidRPr="00EA751F">
        <w:tab/>
        <w:t>Matters relating to the Committee</w:t>
      </w:r>
      <w:r w:rsidR="009452AA">
        <w:t>’</w:t>
      </w:r>
      <w:r w:rsidRPr="00EA751F">
        <w:t>s methods of work:</w:t>
      </w:r>
    </w:p>
    <w:p w14:paraId="5CA6D573" w14:textId="38C192CA" w:rsidR="007D4B5A" w:rsidRPr="00EA751F" w:rsidRDefault="00ED0C63" w:rsidP="007D4B5A">
      <w:pPr>
        <w:pStyle w:val="SingleTxtG"/>
      </w:pPr>
      <w:r>
        <w:tab/>
      </w:r>
      <w:r w:rsidR="007D4B5A">
        <w:tab/>
      </w:r>
      <w:r w:rsidR="007D4B5A" w:rsidRPr="00EA751F">
        <w:t>(a)</w:t>
      </w:r>
      <w:r w:rsidR="007D4B5A" w:rsidRPr="00EA751F">
        <w:tab/>
        <w:t>Methods of work relating to articles 29 to 34 of the Convention;</w:t>
      </w:r>
    </w:p>
    <w:p w14:paraId="075795F1" w14:textId="43B48F39" w:rsidR="007D4B5A" w:rsidRPr="00EA751F" w:rsidRDefault="00ED0C63" w:rsidP="007D4B5A">
      <w:pPr>
        <w:pStyle w:val="SingleTxtG"/>
      </w:pPr>
      <w:r>
        <w:tab/>
      </w:r>
      <w:r w:rsidR="007D4B5A">
        <w:tab/>
      </w:r>
      <w:r w:rsidR="007D4B5A" w:rsidRPr="00EA751F">
        <w:t>(b)</w:t>
      </w:r>
      <w:r w:rsidR="007D4B5A" w:rsidRPr="00EA751F">
        <w:tab/>
        <w:t>Strategy to increase ratification of the Convention;</w:t>
      </w:r>
    </w:p>
    <w:p w14:paraId="461FE703" w14:textId="186383A4" w:rsidR="007D4B5A" w:rsidRDefault="00ED0C63" w:rsidP="007D4B5A">
      <w:pPr>
        <w:pStyle w:val="SingleTxtG"/>
      </w:pPr>
      <w:r>
        <w:tab/>
      </w:r>
      <w:r w:rsidR="007D4B5A">
        <w:tab/>
      </w:r>
      <w:r w:rsidR="007D4B5A" w:rsidRPr="00EA751F">
        <w:t>(c)</w:t>
      </w:r>
      <w:r w:rsidR="007D4B5A" w:rsidRPr="00EA751F">
        <w:tab/>
      </w:r>
      <w:r w:rsidR="00D6358F">
        <w:t>Review of the Committee’s Rules of Procedure</w:t>
      </w:r>
      <w:r w:rsidR="000976E6">
        <w:t xml:space="preserve"> and Methods of work</w:t>
      </w:r>
      <w:proofErr w:type="gramStart"/>
      <w:r w:rsidR="007D4B5A" w:rsidRPr="00EA751F">
        <w:t>;</w:t>
      </w:r>
      <w:proofErr w:type="gramEnd"/>
    </w:p>
    <w:p w14:paraId="5C988A98" w14:textId="204F057C" w:rsidR="007771B9" w:rsidRPr="00EA751F" w:rsidRDefault="00ED0C63" w:rsidP="007D4B5A">
      <w:pPr>
        <w:pStyle w:val="SingleTxtG"/>
      </w:pPr>
      <w:r>
        <w:tab/>
      </w:r>
      <w:r>
        <w:tab/>
      </w:r>
      <w:r w:rsidR="007771B9">
        <w:t>(d)</w:t>
      </w:r>
      <w:r w:rsidR="007771B9">
        <w:tab/>
        <w:t>Reviews in the absence of a report</w:t>
      </w:r>
      <w:proofErr w:type="gramStart"/>
      <w:r w:rsidR="007771B9">
        <w:t>;</w:t>
      </w:r>
      <w:proofErr w:type="gramEnd"/>
    </w:p>
    <w:p w14:paraId="50EE3B3A" w14:textId="5C4721E2" w:rsidR="007D4B5A" w:rsidRPr="00EA751F" w:rsidRDefault="00ED0C63" w:rsidP="007D4B5A">
      <w:pPr>
        <w:pStyle w:val="SingleTxtG"/>
        <w:ind w:left="1701" w:hanging="567"/>
      </w:pPr>
      <w:r>
        <w:tab/>
      </w:r>
      <w:r w:rsidR="007D4B5A" w:rsidRPr="00EA751F">
        <w:t>(</w:t>
      </w:r>
      <w:r w:rsidR="007771B9">
        <w:t>e</w:t>
      </w:r>
      <w:r w:rsidR="007D4B5A" w:rsidRPr="00EA751F">
        <w:t>)</w:t>
      </w:r>
      <w:r w:rsidR="007D4B5A" w:rsidRPr="00EA751F">
        <w:tab/>
      </w:r>
      <w:r w:rsidR="007771B9">
        <w:t>E</w:t>
      </w:r>
      <w:r w:rsidR="007D4B5A" w:rsidRPr="00EA751F">
        <w:t>nforced disappearance in the context of migration</w:t>
      </w:r>
      <w:proofErr w:type="gramStart"/>
      <w:r w:rsidR="007D4B5A" w:rsidRPr="00EA751F">
        <w:t>;</w:t>
      </w:r>
      <w:proofErr w:type="gramEnd"/>
    </w:p>
    <w:p w14:paraId="4835BAE9" w14:textId="042F8932" w:rsidR="009274C0" w:rsidRDefault="00ED0C63" w:rsidP="009274C0">
      <w:pPr>
        <w:pStyle w:val="SingleTxtG"/>
      </w:pPr>
      <w:r>
        <w:tab/>
      </w:r>
      <w:r w:rsidR="007D4B5A">
        <w:tab/>
      </w:r>
      <w:r w:rsidR="007D4B5A" w:rsidRPr="00EA751F">
        <w:t>(</w:t>
      </w:r>
      <w:r w:rsidR="007771B9">
        <w:t>f</w:t>
      </w:r>
      <w:r w:rsidR="007D4B5A" w:rsidRPr="00EA751F">
        <w:t>)</w:t>
      </w:r>
      <w:r w:rsidR="007D4B5A" w:rsidRPr="00EA751F">
        <w:tab/>
      </w:r>
      <w:r w:rsidR="00021957">
        <w:t>E</w:t>
      </w:r>
      <w:r w:rsidR="00021957" w:rsidRPr="00EA751F">
        <w:t xml:space="preserve">nforced disappearance </w:t>
      </w:r>
      <w:r w:rsidR="00021957">
        <w:t>and n</w:t>
      </w:r>
      <w:r w:rsidR="007771B9">
        <w:t>on-State actors</w:t>
      </w:r>
      <w:proofErr w:type="gramStart"/>
      <w:r w:rsidR="007771B9">
        <w:t>;</w:t>
      </w:r>
      <w:proofErr w:type="gramEnd"/>
    </w:p>
    <w:p w14:paraId="7D28040E" w14:textId="405D7B18" w:rsidR="009274C0" w:rsidRDefault="00ED0C63" w:rsidP="007D4B5A">
      <w:pPr>
        <w:pStyle w:val="SingleTxtG"/>
      </w:pPr>
      <w:r>
        <w:tab/>
      </w:r>
      <w:r>
        <w:tab/>
      </w:r>
      <w:r w:rsidR="007771B9" w:rsidRPr="00647B04">
        <w:t>(</w:t>
      </w:r>
      <w:proofErr w:type="gramStart"/>
      <w:r w:rsidR="007771B9" w:rsidRPr="00647B04">
        <w:t>g</w:t>
      </w:r>
      <w:proofErr w:type="gramEnd"/>
      <w:r w:rsidR="007771B9" w:rsidRPr="00647B04">
        <w:t>)</w:t>
      </w:r>
      <w:r w:rsidR="007771B9" w:rsidRPr="00647B04">
        <w:tab/>
      </w:r>
      <w:r w:rsidR="00CA3D43" w:rsidRPr="00EC6203">
        <w:t>Visits of the Committee under article 33 of the Convention</w:t>
      </w:r>
      <w:r w:rsidR="009274C0" w:rsidRPr="00647B04">
        <w:t>;</w:t>
      </w:r>
    </w:p>
    <w:p w14:paraId="5E62F171" w14:textId="7FEBFE05" w:rsidR="007D4B5A" w:rsidRPr="00EA751F" w:rsidRDefault="00ED0C63" w:rsidP="007D4B5A">
      <w:pPr>
        <w:pStyle w:val="SingleTxtG"/>
      </w:pPr>
      <w:r>
        <w:tab/>
      </w:r>
      <w:r>
        <w:tab/>
      </w:r>
      <w:r w:rsidR="009274C0">
        <w:t>(h)</w:t>
      </w:r>
      <w:r w:rsidR="009274C0">
        <w:tab/>
      </w:r>
      <w:r w:rsidR="007771B9" w:rsidRPr="00EA751F">
        <w:t>Other matters</w:t>
      </w:r>
      <w:r w:rsidR="007D4B5A" w:rsidRPr="00EA751F">
        <w:t>.</w:t>
      </w:r>
    </w:p>
    <w:p w14:paraId="14D55FEF" w14:textId="77777777" w:rsidR="007D4B5A" w:rsidRPr="00EA751F" w:rsidRDefault="007D4B5A" w:rsidP="007D4B5A">
      <w:pPr>
        <w:pStyle w:val="SingleTxtG"/>
      </w:pPr>
      <w:r w:rsidRPr="00EA751F">
        <w:t>5.</w:t>
      </w:r>
      <w:r w:rsidRPr="00EA751F">
        <w:tab/>
        <w:t>Consideration of reports of States parties to the Convention.</w:t>
      </w:r>
    </w:p>
    <w:p w14:paraId="58CE0C2B" w14:textId="2EAEF990" w:rsidR="007D4B5A" w:rsidRPr="00EA751F" w:rsidRDefault="007D4B5A" w:rsidP="007D4B5A">
      <w:pPr>
        <w:pStyle w:val="SingleTxtG"/>
      </w:pPr>
      <w:r w:rsidRPr="00EA751F">
        <w:t>6.</w:t>
      </w:r>
      <w:r w:rsidRPr="00EA751F">
        <w:tab/>
        <w:t>Consideration of lists of issues.</w:t>
      </w:r>
    </w:p>
    <w:p w14:paraId="73B5BE3C" w14:textId="77777777" w:rsidR="007D4B5A" w:rsidRPr="00EA751F" w:rsidRDefault="007D4B5A" w:rsidP="007D4B5A">
      <w:pPr>
        <w:pStyle w:val="SingleTxtG"/>
      </w:pPr>
      <w:r w:rsidRPr="00EA751F">
        <w:t>7.</w:t>
      </w:r>
      <w:r w:rsidRPr="00EA751F">
        <w:tab/>
        <w:t>Consideration of additional information submitted by States parties.</w:t>
      </w:r>
    </w:p>
    <w:p w14:paraId="1E50043A" w14:textId="77777777" w:rsidR="007D4B5A" w:rsidRPr="00EA751F" w:rsidRDefault="007D4B5A" w:rsidP="007D4B5A">
      <w:pPr>
        <w:pStyle w:val="SingleTxtG"/>
      </w:pPr>
      <w:r w:rsidRPr="00EA751F">
        <w:t>8.</w:t>
      </w:r>
      <w:r w:rsidRPr="00EA751F">
        <w:tab/>
      </w:r>
      <w:bookmarkStart w:id="1" w:name="_Hlk42615411"/>
      <w:r w:rsidRPr="00EA751F">
        <w:t>Follow-up to concluding observations on reports of States parties</w:t>
      </w:r>
      <w:bookmarkEnd w:id="1"/>
      <w:r w:rsidRPr="00EA751F">
        <w:t>.</w:t>
      </w:r>
    </w:p>
    <w:p w14:paraId="7EBEE56E" w14:textId="77777777" w:rsidR="007D4B5A" w:rsidRPr="00EA751F" w:rsidRDefault="007D4B5A" w:rsidP="007D4B5A">
      <w:pPr>
        <w:pStyle w:val="SingleTxtG"/>
      </w:pPr>
      <w:r w:rsidRPr="00EA751F">
        <w:t>9.</w:t>
      </w:r>
      <w:r w:rsidRPr="00EA751F">
        <w:tab/>
        <w:t>Consideration of the report on urgent action requests (art. 30 of the Convention).</w:t>
      </w:r>
    </w:p>
    <w:p w14:paraId="7C74AE49" w14:textId="77777777" w:rsidR="007D4B5A" w:rsidRPr="00EA751F" w:rsidRDefault="007D4B5A" w:rsidP="007D4B5A">
      <w:pPr>
        <w:pStyle w:val="SingleTxtG"/>
      </w:pPr>
      <w:r w:rsidRPr="00EA751F">
        <w:t>10.</w:t>
      </w:r>
      <w:r w:rsidRPr="00EA751F">
        <w:tab/>
        <w:t>Consideration of individual communications (art. 31 of the Convention).</w:t>
      </w:r>
    </w:p>
    <w:p w14:paraId="234F1424" w14:textId="77777777" w:rsidR="007D4B5A" w:rsidRPr="00EA751F" w:rsidRDefault="007D4B5A" w:rsidP="007D4B5A">
      <w:pPr>
        <w:pStyle w:val="SingleTxtG"/>
      </w:pPr>
      <w:r w:rsidRPr="00EA751F">
        <w:t>11.</w:t>
      </w:r>
      <w:r w:rsidRPr="00EA751F">
        <w:tab/>
        <w:t>Follow-up to Views of the Committee.</w:t>
      </w:r>
    </w:p>
    <w:p w14:paraId="4FB95B56" w14:textId="6AA0A81C" w:rsidR="007771B9" w:rsidRDefault="007D4B5A" w:rsidP="007D4B5A">
      <w:pPr>
        <w:pStyle w:val="SingleTxtG"/>
        <w:ind w:left="1701" w:hanging="567"/>
      </w:pPr>
      <w:r w:rsidRPr="00EA751F">
        <w:t>12.</w:t>
      </w:r>
      <w:r w:rsidRPr="00EA751F">
        <w:tab/>
      </w:r>
      <w:r w:rsidR="007771B9">
        <w:t>Reprisals</w:t>
      </w:r>
      <w:r w:rsidR="00D6358F">
        <w:t>.</w:t>
      </w:r>
    </w:p>
    <w:p w14:paraId="2BC47907" w14:textId="46C1112C" w:rsidR="007D4B5A" w:rsidRPr="00EA751F" w:rsidRDefault="007771B9" w:rsidP="007D4B5A">
      <w:pPr>
        <w:pStyle w:val="SingleTxtG"/>
        <w:ind w:left="1701" w:hanging="567"/>
      </w:pPr>
      <w:r>
        <w:t>13.</w:t>
      </w:r>
      <w:r>
        <w:tab/>
      </w:r>
      <w:r w:rsidR="007D4B5A" w:rsidRPr="00EA751F">
        <w:t>Discussion on the General Assembly</w:t>
      </w:r>
      <w:r w:rsidR="009452AA">
        <w:t>’</w:t>
      </w:r>
      <w:r w:rsidR="007D4B5A" w:rsidRPr="00EA751F">
        <w:t>s consideration of the state of the human rights treaty body system.</w:t>
      </w:r>
    </w:p>
    <w:p w14:paraId="2B63D41E" w14:textId="09A8DE36" w:rsidR="007D4B5A" w:rsidRPr="00EA751F" w:rsidRDefault="007D4B5A" w:rsidP="007D4B5A">
      <w:pPr>
        <w:pStyle w:val="SingleTxtG"/>
      </w:pPr>
      <w:r w:rsidRPr="00EA751F">
        <w:t>1</w:t>
      </w:r>
      <w:r w:rsidR="00B74724">
        <w:t>4</w:t>
      </w:r>
      <w:r w:rsidRPr="00EA751F">
        <w:t>.</w:t>
      </w:r>
      <w:r w:rsidRPr="00EA751F">
        <w:tab/>
        <w:t>Meeting with States Members of the United Nations.</w:t>
      </w:r>
    </w:p>
    <w:p w14:paraId="2FCD3CD2" w14:textId="2E616960" w:rsidR="007D4B5A" w:rsidRPr="00EA751F" w:rsidRDefault="007D4B5A" w:rsidP="007D4B5A">
      <w:pPr>
        <w:pStyle w:val="SingleTxtG"/>
        <w:ind w:left="1701" w:hanging="567"/>
      </w:pPr>
      <w:r w:rsidRPr="00EA751F">
        <w:t>1</w:t>
      </w:r>
      <w:r w:rsidR="00B74724">
        <w:t>5</w:t>
      </w:r>
      <w:r w:rsidRPr="00EA751F">
        <w:t>.</w:t>
      </w:r>
      <w:r w:rsidRPr="00EA751F">
        <w:tab/>
        <w:t xml:space="preserve">Meeting with United Nations </w:t>
      </w:r>
      <w:proofErr w:type="gramStart"/>
      <w:r w:rsidRPr="00EA751F">
        <w:t>agencies and mechanisms</w:t>
      </w:r>
      <w:proofErr w:type="gramEnd"/>
      <w:r w:rsidRPr="00EA751F">
        <w:t xml:space="preserve"> and intergovernmental organizations.</w:t>
      </w:r>
    </w:p>
    <w:p w14:paraId="6FA3076C" w14:textId="6A1464B5" w:rsidR="007D4B5A" w:rsidRPr="00EA751F" w:rsidRDefault="007D4B5A" w:rsidP="007D4B5A">
      <w:pPr>
        <w:pStyle w:val="SingleTxtG"/>
      </w:pPr>
      <w:r w:rsidRPr="00EA751F">
        <w:t>1</w:t>
      </w:r>
      <w:r w:rsidR="00B74724">
        <w:t>6</w:t>
      </w:r>
      <w:r w:rsidRPr="00EA751F">
        <w:t>.</w:t>
      </w:r>
      <w:r w:rsidRPr="00EA751F">
        <w:tab/>
        <w:t>Meeting with national human rights institutions.</w:t>
      </w:r>
    </w:p>
    <w:p w14:paraId="5C60B0D8" w14:textId="2B6875FB" w:rsidR="007D4B5A" w:rsidRPr="00EA751F" w:rsidRDefault="007D4B5A" w:rsidP="007D4B5A">
      <w:pPr>
        <w:pStyle w:val="SingleTxtG"/>
      </w:pPr>
      <w:r w:rsidRPr="00EA751F">
        <w:lastRenderedPageBreak/>
        <w:t>1</w:t>
      </w:r>
      <w:r w:rsidR="00B74724">
        <w:t>7</w:t>
      </w:r>
      <w:r w:rsidRPr="00EA751F">
        <w:t>.</w:t>
      </w:r>
      <w:r w:rsidRPr="00EA751F">
        <w:tab/>
        <w:t>Meeting with non-governmental organizations and other stakeholders.</w:t>
      </w:r>
    </w:p>
    <w:p w14:paraId="046D3CFE" w14:textId="76ABA448" w:rsidR="007D4B5A" w:rsidRPr="00EA751F" w:rsidRDefault="007D4B5A" w:rsidP="007D4B5A">
      <w:pPr>
        <w:pStyle w:val="SingleTxtG"/>
      </w:pPr>
      <w:r w:rsidRPr="00EA751F">
        <w:t>1</w:t>
      </w:r>
      <w:r w:rsidR="00B74724">
        <w:t>8</w:t>
      </w:r>
      <w:r w:rsidRPr="00EA751F">
        <w:t>.</w:t>
      </w:r>
      <w:r w:rsidRPr="00EA751F">
        <w:tab/>
        <w:t>Provisional agenda of the twenty-</w:t>
      </w:r>
      <w:r w:rsidR="007771B9">
        <w:t>second</w:t>
      </w:r>
      <w:r w:rsidR="007771B9" w:rsidRPr="00EA751F">
        <w:t xml:space="preserve"> </w:t>
      </w:r>
      <w:r w:rsidRPr="00EA751F">
        <w:t xml:space="preserve">session. </w:t>
      </w:r>
    </w:p>
    <w:p w14:paraId="6DC98CAD" w14:textId="77777777" w:rsidR="007D4B5A" w:rsidRPr="00EA751F" w:rsidRDefault="007D4B5A" w:rsidP="007D4B5A">
      <w:pPr>
        <w:pStyle w:val="H1G"/>
      </w:pPr>
      <w:r w:rsidRPr="00EA751F">
        <w:tab/>
      </w:r>
      <w:r w:rsidRPr="00EA751F">
        <w:tab/>
        <w:t>Annotations</w:t>
      </w:r>
    </w:p>
    <w:p w14:paraId="6826AFB9" w14:textId="77777777" w:rsidR="007D4B5A" w:rsidRPr="00EA751F" w:rsidRDefault="007D4B5A" w:rsidP="007D4B5A">
      <w:pPr>
        <w:pStyle w:val="H23G"/>
      </w:pPr>
      <w:r w:rsidRPr="00EA751F">
        <w:tab/>
        <w:t>1.</w:t>
      </w:r>
      <w:r w:rsidRPr="00EA751F">
        <w:tab/>
        <w:t>Adoption of the agenda</w:t>
      </w:r>
    </w:p>
    <w:p w14:paraId="2F30352F" w14:textId="77777777" w:rsidR="007D4B5A" w:rsidRPr="00EA751F" w:rsidRDefault="007D4B5A" w:rsidP="007D4B5A">
      <w:pPr>
        <w:pStyle w:val="SingleTxtG"/>
      </w:pPr>
      <w:r w:rsidRPr="00EA751F">
        <w:t xml:space="preserve">In accordance with rule </w:t>
      </w:r>
      <w:proofErr w:type="gramStart"/>
      <w:r w:rsidRPr="00EA751F">
        <w:t>8</w:t>
      </w:r>
      <w:proofErr w:type="gramEnd"/>
      <w:r w:rsidRPr="00EA751F">
        <w:t xml:space="preserve"> of the rules of procedure, the first item on the provisional agenda for any session shall be the adoption of the agenda, except for the election of the officers. Under this item, the Committee will consider and adopt the agenda for its twentieth session.</w:t>
      </w:r>
    </w:p>
    <w:p w14:paraId="677511E8" w14:textId="77777777" w:rsidR="007D4B5A" w:rsidRPr="00EA751F" w:rsidRDefault="007D4B5A" w:rsidP="007D4B5A">
      <w:pPr>
        <w:pStyle w:val="H23G"/>
      </w:pPr>
      <w:r w:rsidRPr="00EA751F">
        <w:tab/>
        <w:t>2.</w:t>
      </w:r>
      <w:r w:rsidRPr="00EA751F">
        <w:tab/>
        <w:t>Tribute to victims of enforced disappearance</w:t>
      </w:r>
    </w:p>
    <w:p w14:paraId="113CD636" w14:textId="77777777" w:rsidR="007D4B5A" w:rsidRPr="00EA751F" w:rsidRDefault="007D4B5A" w:rsidP="007D4B5A">
      <w:pPr>
        <w:pStyle w:val="SingleTxtG"/>
      </w:pPr>
      <w:r w:rsidRPr="00EA751F">
        <w:t xml:space="preserve">The Committee will pay tribute to victims of enforced disappearance. </w:t>
      </w:r>
    </w:p>
    <w:p w14:paraId="65F2A2CB" w14:textId="77777777" w:rsidR="007D4B5A" w:rsidRPr="00EA751F" w:rsidRDefault="007D4B5A" w:rsidP="007D4B5A">
      <w:pPr>
        <w:pStyle w:val="H23G"/>
      </w:pPr>
      <w:r w:rsidRPr="00EA751F">
        <w:tab/>
        <w:t>3.</w:t>
      </w:r>
      <w:r w:rsidRPr="00EA751F">
        <w:tab/>
        <w:t>Information received by the Committee</w:t>
      </w:r>
    </w:p>
    <w:p w14:paraId="285C2309" w14:textId="77777777" w:rsidR="007D4B5A" w:rsidRPr="00EA751F" w:rsidRDefault="007D4B5A" w:rsidP="007D4B5A">
      <w:pPr>
        <w:pStyle w:val="SingleTxtG"/>
      </w:pPr>
      <w:r w:rsidRPr="00EA751F">
        <w:t>The Committee will consider any information received in relation to articles 33 and 34 of the Convention.</w:t>
      </w:r>
    </w:p>
    <w:p w14:paraId="71B8C936" w14:textId="454A1B1F" w:rsidR="007D4B5A" w:rsidRPr="00EA751F" w:rsidRDefault="007D4B5A" w:rsidP="007D4B5A">
      <w:pPr>
        <w:pStyle w:val="H23G"/>
      </w:pPr>
      <w:r w:rsidRPr="00EA751F">
        <w:tab/>
        <w:t>4.</w:t>
      </w:r>
      <w:r w:rsidRPr="00EA751F">
        <w:tab/>
        <w:t>Matters relating to the Committee</w:t>
      </w:r>
      <w:r w:rsidR="009452AA">
        <w:t>’</w:t>
      </w:r>
      <w:r w:rsidRPr="00EA751F">
        <w:t>s methods of work</w:t>
      </w:r>
    </w:p>
    <w:p w14:paraId="590C1E9E" w14:textId="77777777" w:rsidR="007D4B5A" w:rsidRPr="00EA751F" w:rsidRDefault="007D4B5A" w:rsidP="007D4B5A">
      <w:pPr>
        <w:pStyle w:val="H23G"/>
      </w:pPr>
      <w:r w:rsidRPr="00EA751F">
        <w:tab/>
        <w:t>(a)</w:t>
      </w:r>
      <w:r w:rsidRPr="00EA751F">
        <w:tab/>
        <w:t>Methods of work relating to articles 29 to 34 of the Convention</w:t>
      </w:r>
    </w:p>
    <w:p w14:paraId="40FF72EF" w14:textId="77777777" w:rsidR="007D4B5A" w:rsidRPr="00EA751F" w:rsidRDefault="007D4B5A" w:rsidP="007D4B5A">
      <w:pPr>
        <w:pStyle w:val="SingleTxtG"/>
      </w:pPr>
      <w:r w:rsidRPr="00EA751F">
        <w:t>The Committee will continue to develop a methodology and working procedures for the implementation of articles 29 to 34 of the Convention.</w:t>
      </w:r>
    </w:p>
    <w:p w14:paraId="22E90501" w14:textId="77777777" w:rsidR="007D4B5A" w:rsidRPr="00EA751F" w:rsidRDefault="007D4B5A" w:rsidP="007D4B5A">
      <w:pPr>
        <w:pStyle w:val="H23G"/>
      </w:pPr>
      <w:r w:rsidRPr="00EA751F">
        <w:tab/>
        <w:t>(b)</w:t>
      </w:r>
      <w:r w:rsidRPr="00EA751F">
        <w:tab/>
        <w:t>Strategy to increase ratification of the Convention</w:t>
      </w:r>
    </w:p>
    <w:p w14:paraId="6071CA75" w14:textId="77777777" w:rsidR="007D4B5A" w:rsidRPr="00EA751F" w:rsidRDefault="007D4B5A" w:rsidP="007D4B5A">
      <w:pPr>
        <w:pStyle w:val="SingleTxtG"/>
      </w:pPr>
      <w:r w:rsidRPr="00EA751F">
        <w:t xml:space="preserve">The Committee will examine the rate at which the Convention </w:t>
      </w:r>
      <w:proofErr w:type="gramStart"/>
      <w:r w:rsidRPr="00EA751F">
        <w:t>is being ratified</w:t>
      </w:r>
      <w:proofErr w:type="gramEnd"/>
      <w:r w:rsidRPr="00EA751F">
        <w:t xml:space="preserve"> and discuss strategies to encourage both ratification of the Convention and acceptance of the competence of the Committee under articles 31 and 32 of the Convention.</w:t>
      </w:r>
    </w:p>
    <w:p w14:paraId="0870D535" w14:textId="31CA5CDC" w:rsidR="007D4B5A" w:rsidRPr="00EA751F" w:rsidRDefault="007D4B5A" w:rsidP="007D4B5A">
      <w:pPr>
        <w:pStyle w:val="H23G"/>
      </w:pPr>
      <w:r w:rsidRPr="00EA751F">
        <w:tab/>
        <w:t>(c)</w:t>
      </w:r>
      <w:r w:rsidRPr="00EA751F">
        <w:tab/>
      </w:r>
      <w:r w:rsidR="00D6358F">
        <w:t>Review of the Committee’s Rules of Procedure</w:t>
      </w:r>
    </w:p>
    <w:p w14:paraId="6BAFF88A" w14:textId="4ABDD8A1" w:rsidR="007D4B5A" w:rsidRPr="00EA751F" w:rsidRDefault="007D4B5A" w:rsidP="007D4B5A">
      <w:pPr>
        <w:pStyle w:val="SingleTxtG"/>
      </w:pPr>
      <w:r w:rsidRPr="00EA751F">
        <w:t xml:space="preserve">The Committee will </w:t>
      </w:r>
      <w:r w:rsidR="00D6358F">
        <w:t>initiate the review of its Rules or Procedure</w:t>
      </w:r>
      <w:r w:rsidRPr="00EA751F">
        <w:t>.</w:t>
      </w:r>
      <w:r w:rsidR="007771B9">
        <w:t xml:space="preserve"> </w:t>
      </w:r>
    </w:p>
    <w:p w14:paraId="3358B004" w14:textId="060CE46A" w:rsidR="00D6358F" w:rsidRDefault="007D4B5A" w:rsidP="007D4B5A">
      <w:pPr>
        <w:pStyle w:val="H23G"/>
      </w:pPr>
      <w:r w:rsidRPr="00EA751F">
        <w:tab/>
        <w:t>(d)</w:t>
      </w:r>
      <w:r w:rsidRPr="00EA751F">
        <w:tab/>
      </w:r>
      <w:r w:rsidR="00D6358F">
        <w:t>Reviews in the absence of a report</w:t>
      </w:r>
    </w:p>
    <w:p w14:paraId="37A379B8" w14:textId="5F3D8FB5" w:rsidR="00D6358F" w:rsidRPr="00D6358F" w:rsidRDefault="000976E6" w:rsidP="000976E6">
      <w:pPr>
        <w:ind w:left="1134" w:firstLine="6"/>
      </w:pPr>
      <w:r>
        <w:t>The rapporteurs will present suggestions to refine the Committee’s procedure for the review of States parties in the absence of a report that the</w:t>
      </w:r>
      <w:r w:rsidR="00D6358F">
        <w:t xml:space="preserve"> Committee will</w:t>
      </w:r>
      <w:r>
        <w:t xml:space="preserve"> discuss and consider</w:t>
      </w:r>
      <w:r w:rsidR="00D6358F">
        <w:t>.</w:t>
      </w:r>
    </w:p>
    <w:p w14:paraId="58DEBF5E" w14:textId="702C7D6A" w:rsidR="007D4B5A" w:rsidRPr="00EA751F" w:rsidRDefault="00D6358F" w:rsidP="007D4B5A">
      <w:pPr>
        <w:pStyle w:val="H23G"/>
      </w:pPr>
      <w:r>
        <w:tab/>
        <w:t>(e)</w:t>
      </w:r>
      <w:r>
        <w:tab/>
        <w:t>E</w:t>
      </w:r>
      <w:r w:rsidR="007D4B5A" w:rsidRPr="00EA751F">
        <w:t>nforced disappearance in the context of migration</w:t>
      </w:r>
    </w:p>
    <w:p w14:paraId="74604F17" w14:textId="75D43F0B" w:rsidR="007D4B5A" w:rsidRPr="00EA751F" w:rsidRDefault="007D4B5A" w:rsidP="007D4B5A">
      <w:pPr>
        <w:pStyle w:val="SingleTxtG"/>
      </w:pPr>
      <w:r w:rsidRPr="00EA751F">
        <w:t xml:space="preserve">The Committee will </w:t>
      </w:r>
      <w:r w:rsidR="00D6358F">
        <w:t>continue to develop</w:t>
      </w:r>
      <w:r w:rsidR="00D6358F" w:rsidRPr="00EA751F">
        <w:t xml:space="preserve"> </w:t>
      </w:r>
      <w:r w:rsidRPr="00EA751F">
        <w:t>its methods of work and strategies relating to enforced disappearance in the context of migration.</w:t>
      </w:r>
    </w:p>
    <w:p w14:paraId="7386031A" w14:textId="6A838CCB" w:rsidR="00D6358F" w:rsidRDefault="007D4B5A" w:rsidP="007D4B5A">
      <w:pPr>
        <w:pStyle w:val="H23G"/>
      </w:pPr>
      <w:r w:rsidRPr="00EA751F">
        <w:tab/>
        <w:t>(</w:t>
      </w:r>
      <w:r w:rsidR="00D6358F">
        <w:t>f</w:t>
      </w:r>
      <w:r w:rsidRPr="00EA751F">
        <w:t>)</w:t>
      </w:r>
      <w:r w:rsidRPr="00EA751F">
        <w:tab/>
      </w:r>
      <w:r w:rsidR="00021957">
        <w:t>Enforced disappearances and n</w:t>
      </w:r>
      <w:r w:rsidR="00D6358F">
        <w:t>on-State actors</w:t>
      </w:r>
    </w:p>
    <w:p w14:paraId="28D293C1" w14:textId="660C9788" w:rsidR="00D6358F" w:rsidRPr="00D6358F" w:rsidRDefault="00D6358F" w:rsidP="009274C0">
      <w:r>
        <w:tab/>
      </w:r>
      <w:r>
        <w:tab/>
        <w:t>The Committee will continue to develop</w:t>
      </w:r>
      <w:r w:rsidRPr="00EA751F">
        <w:t xml:space="preserve"> its methods of work and strategies relating to</w:t>
      </w:r>
      <w:r>
        <w:t xml:space="preserve"> non-State actors.</w:t>
      </w:r>
      <w:r>
        <w:rPr>
          <w:b/>
        </w:rPr>
        <w:t xml:space="preserve"> </w:t>
      </w:r>
    </w:p>
    <w:p w14:paraId="3609E74E" w14:textId="5E2C028E" w:rsidR="009274C0" w:rsidRPr="00647B04" w:rsidRDefault="00D6358F" w:rsidP="007D4B5A">
      <w:pPr>
        <w:pStyle w:val="H23G"/>
      </w:pPr>
      <w:r>
        <w:tab/>
        <w:t>(g)</w:t>
      </w:r>
      <w:r>
        <w:tab/>
      </w:r>
      <w:r w:rsidR="009274C0" w:rsidRPr="00647B04">
        <w:t xml:space="preserve">Visits of the Committee under article </w:t>
      </w:r>
      <w:r w:rsidR="00F66190" w:rsidRPr="00647B04">
        <w:t>33 of the Convention</w:t>
      </w:r>
    </w:p>
    <w:p w14:paraId="691E2386" w14:textId="4F07D4CC" w:rsidR="009274C0" w:rsidRPr="00647B04" w:rsidRDefault="009274C0" w:rsidP="00F66190">
      <w:pPr>
        <w:ind w:left="1134" w:firstLine="6"/>
      </w:pPr>
      <w:r w:rsidRPr="00647B04">
        <w:t xml:space="preserve">The Committee will </w:t>
      </w:r>
      <w:r w:rsidR="00F66190" w:rsidRPr="00647B04">
        <w:t>address any issues related to the visits it has requested</w:t>
      </w:r>
      <w:r w:rsidR="000976E6" w:rsidRPr="00647B04">
        <w:t xml:space="preserve"> or plans to request,</w:t>
      </w:r>
      <w:r w:rsidR="00F66190" w:rsidRPr="00647B04">
        <w:t xml:space="preserve"> in compliance with article 33 of the Convention.</w:t>
      </w:r>
    </w:p>
    <w:p w14:paraId="2DC70C4F" w14:textId="5E2237E0" w:rsidR="007D4B5A" w:rsidRPr="00EA751F" w:rsidRDefault="009274C0" w:rsidP="007D4B5A">
      <w:pPr>
        <w:pStyle w:val="H23G"/>
      </w:pPr>
      <w:r w:rsidRPr="00647B04">
        <w:tab/>
        <w:t>(h)</w:t>
      </w:r>
      <w:r w:rsidRPr="00647B04">
        <w:tab/>
      </w:r>
      <w:r w:rsidR="007D4B5A" w:rsidRPr="00647B04">
        <w:t>Other matters</w:t>
      </w:r>
    </w:p>
    <w:p w14:paraId="482FFC5B" w14:textId="77777777" w:rsidR="007D4B5A" w:rsidRPr="00EA751F" w:rsidRDefault="007D4B5A" w:rsidP="007D4B5A">
      <w:pPr>
        <w:pStyle w:val="SingleTxtG"/>
      </w:pPr>
      <w:r w:rsidRPr="00EA751F">
        <w:t>The Committee will discuss any other matters relating to its methods of work.</w:t>
      </w:r>
    </w:p>
    <w:p w14:paraId="73F0F7BC" w14:textId="77777777" w:rsidR="007D4B5A" w:rsidRPr="00EA751F" w:rsidRDefault="007D4B5A" w:rsidP="007D4B5A">
      <w:pPr>
        <w:pStyle w:val="H23G"/>
      </w:pPr>
      <w:r w:rsidRPr="00EA751F">
        <w:tab/>
        <w:t>5.</w:t>
      </w:r>
      <w:r w:rsidRPr="00EA751F">
        <w:tab/>
        <w:t>Consideration of reports of States parties to the Convention</w:t>
      </w:r>
    </w:p>
    <w:p w14:paraId="7E5CEED7" w14:textId="4B3F8840" w:rsidR="007D4B5A" w:rsidRPr="00EA751F" w:rsidRDefault="007D4B5A" w:rsidP="007D4B5A">
      <w:pPr>
        <w:pStyle w:val="SingleTxtG"/>
      </w:pPr>
      <w:r w:rsidRPr="00EA751F">
        <w:t xml:space="preserve">The Committee will consider the reports of </w:t>
      </w:r>
      <w:r w:rsidR="0027144F">
        <w:t>Brazil</w:t>
      </w:r>
      <w:r w:rsidR="0027144F" w:rsidRPr="00EA751F">
        <w:t xml:space="preserve"> </w:t>
      </w:r>
      <w:r w:rsidRPr="00EA751F">
        <w:t>(CED/C/</w:t>
      </w:r>
      <w:r w:rsidR="0027144F">
        <w:t>BRA</w:t>
      </w:r>
      <w:r w:rsidRPr="00EA751F">
        <w:t xml:space="preserve">/1) and </w:t>
      </w:r>
      <w:r w:rsidR="0027144F">
        <w:t>Panama</w:t>
      </w:r>
      <w:r w:rsidR="0027144F" w:rsidRPr="00EA751F">
        <w:t xml:space="preserve"> </w:t>
      </w:r>
      <w:r w:rsidRPr="00EA751F">
        <w:t>(CED/C/</w:t>
      </w:r>
      <w:r w:rsidR="0027144F">
        <w:t>PAN</w:t>
      </w:r>
      <w:r w:rsidRPr="00EA751F">
        <w:t>/1), submitted pursuant to article 29 (1) of the Convention.</w:t>
      </w:r>
    </w:p>
    <w:p w14:paraId="4E439E93" w14:textId="39EE288C" w:rsidR="007D4B5A" w:rsidRPr="00EA751F" w:rsidRDefault="007D4B5A" w:rsidP="007D4B5A">
      <w:pPr>
        <w:pStyle w:val="H23G"/>
      </w:pPr>
      <w:r w:rsidRPr="00EA751F">
        <w:lastRenderedPageBreak/>
        <w:tab/>
        <w:t>6.</w:t>
      </w:r>
      <w:r w:rsidRPr="00EA751F">
        <w:tab/>
        <w:t xml:space="preserve">Consideration of lists of issues </w:t>
      </w:r>
    </w:p>
    <w:p w14:paraId="1327399C" w14:textId="22BCD8B8" w:rsidR="007D4B5A" w:rsidRPr="00EA751F" w:rsidRDefault="007D4B5A" w:rsidP="007D4B5A">
      <w:pPr>
        <w:pStyle w:val="SingleTxtG"/>
      </w:pPr>
      <w:r w:rsidRPr="00EA751F">
        <w:t xml:space="preserve">The Committee will examine and adopt a list of issues </w:t>
      </w:r>
      <w:r w:rsidR="0027144F">
        <w:t>for Costa Rica</w:t>
      </w:r>
      <w:r w:rsidR="00161FB7">
        <w:t xml:space="preserve"> (CED/C/CRI/1</w:t>
      </w:r>
      <w:proofErr w:type="gramStart"/>
      <w:r w:rsidR="00161FB7">
        <w:t xml:space="preserve">) </w:t>
      </w:r>
      <w:r w:rsidR="0027144F">
        <w:t>,</w:t>
      </w:r>
      <w:proofErr w:type="gramEnd"/>
      <w:r w:rsidRPr="00EA751F">
        <w:t xml:space="preserve"> </w:t>
      </w:r>
      <w:r w:rsidR="0027144F">
        <w:t xml:space="preserve">Mali </w:t>
      </w:r>
      <w:r w:rsidR="00161FB7">
        <w:t xml:space="preserve">(CED/C/MLI/1) </w:t>
      </w:r>
      <w:r w:rsidR="0027144F">
        <w:t>and Mauritania</w:t>
      </w:r>
      <w:r w:rsidR="00161FB7">
        <w:t xml:space="preserve"> (CED/C/MRT/1)</w:t>
      </w:r>
      <w:r w:rsidRPr="00EA751F">
        <w:t>.</w:t>
      </w:r>
    </w:p>
    <w:p w14:paraId="62D9BEBB" w14:textId="77777777" w:rsidR="007D4B5A" w:rsidRPr="00EA751F" w:rsidRDefault="007D4B5A" w:rsidP="007D4B5A">
      <w:pPr>
        <w:pStyle w:val="H23G"/>
      </w:pPr>
      <w:r w:rsidRPr="00EA751F">
        <w:tab/>
        <w:t>7.</w:t>
      </w:r>
      <w:r w:rsidRPr="00EA751F">
        <w:tab/>
        <w:t>Consideration of additional information submitted by States parties</w:t>
      </w:r>
    </w:p>
    <w:p w14:paraId="2D730AE9" w14:textId="66EADE54" w:rsidR="007D4B5A" w:rsidRPr="00EA751F" w:rsidRDefault="007D4B5A">
      <w:pPr>
        <w:pStyle w:val="SingleTxtG"/>
      </w:pPr>
      <w:r w:rsidRPr="00EA751F">
        <w:t>The Committee will consider the additional information submitted by France (CED/C/FRA/AI/1) and Spain (CED/C/ESP/AI/1), pursuant to article 29 (4) of the Convention.</w:t>
      </w:r>
    </w:p>
    <w:p w14:paraId="31764D29" w14:textId="77777777" w:rsidR="007D4B5A" w:rsidRPr="00EA751F" w:rsidRDefault="007D4B5A" w:rsidP="007D4B5A">
      <w:pPr>
        <w:pStyle w:val="H23G"/>
      </w:pPr>
      <w:r w:rsidRPr="00EA751F">
        <w:tab/>
        <w:t>8.</w:t>
      </w:r>
      <w:r w:rsidRPr="00EA751F">
        <w:tab/>
        <w:t>Follow-up to concluding observations on reports of States parties</w:t>
      </w:r>
    </w:p>
    <w:p w14:paraId="227AE06F" w14:textId="581220D3" w:rsidR="007D4B5A" w:rsidRPr="00EA751F" w:rsidRDefault="007D4B5A" w:rsidP="007D4B5A">
      <w:pPr>
        <w:pStyle w:val="SingleTxtG"/>
      </w:pPr>
      <w:r w:rsidRPr="00EA751F">
        <w:t>The Committee will consider the report of the rapporteurs on follow-up to its concluding observations, pursuant to article 29 of the Convention and rule 54 of the rules of procedure.</w:t>
      </w:r>
    </w:p>
    <w:p w14:paraId="5F00C130" w14:textId="77777777" w:rsidR="007D4B5A" w:rsidRPr="00EA751F" w:rsidRDefault="007D4B5A" w:rsidP="007D4B5A">
      <w:pPr>
        <w:pStyle w:val="H23G"/>
      </w:pPr>
      <w:r w:rsidRPr="00EA751F">
        <w:tab/>
        <w:t>9.</w:t>
      </w:r>
      <w:r w:rsidRPr="00EA751F">
        <w:tab/>
        <w:t>Consideration of the report on urgent action requests (art. 30 of the Convention)</w:t>
      </w:r>
    </w:p>
    <w:p w14:paraId="3B00377D" w14:textId="2F152779" w:rsidR="007D4B5A" w:rsidRPr="00EA751F" w:rsidRDefault="007D4B5A" w:rsidP="007D4B5A">
      <w:pPr>
        <w:pStyle w:val="SingleTxtG"/>
      </w:pPr>
      <w:r w:rsidRPr="00EA751F">
        <w:t xml:space="preserve">The </w:t>
      </w:r>
      <w:proofErr w:type="gramStart"/>
      <w:r w:rsidRPr="00EA751F">
        <w:t>Committee</w:t>
      </w:r>
      <w:r w:rsidR="009452AA">
        <w:t>’</w:t>
      </w:r>
      <w:r w:rsidRPr="00EA751F">
        <w:t>s</w:t>
      </w:r>
      <w:proofErr w:type="gramEnd"/>
      <w:r w:rsidRPr="00EA751F">
        <w:t xml:space="preserve"> working group tasked with considering urgent action requests under article</w:t>
      </w:r>
      <w:r w:rsidR="009452AA">
        <w:t xml:space="preserve"> </w:t>
      </w:r>
      <w:r w:rsidRPr="00EA751F">
        <w:t>30 of the Convention will report to the Committee on the requests received and the follow</w:t>
      </w:r>
      <w:r w:rsidRPr="00EA751F">
        <w:noBreakHyphen/>
        <w:t>up action taken since the previous session.</w:t>
      </w:r>
    </w:p>
    <w:p w14:paraId="125D8337" w14:textId="77777777" w:rsidR="007D4B5A" w:rsidRPr="00EA751F" w:rsidRDefault="007D4B5A" w:rsidP="007D4B5A">
      <w:pPr>
        <w:pStyle w:val="H23G"/>
      </w:pPr>
      <w:r w:rsidRPr="00EA751F">
        <w:tab/>
        <w:t>10.</w:t>
      </w:r>
      <w:r w:rsidRPr="00EA751F">
        <w:tab/>
        <w:t>Consideration of individual communications (art. 31 of the Convention)</w:t>
      </w:r>
    </w:p>
    <w:p w14:paraId="287F8F6D" w14:textId="77777777" w:rsidR="007D4B5A" w:rsidRPr="00EA751F" w:rsidRDefault="007D4B5A" w:rsidP="007D4B5A">
      <w:pPr>
        <w:pStyle w:val="SingleTxtG"/>
      </w:pPr>
      <w:r w:rsidRPr="00EA751F">
        <w:t>The Committee will examine individual communications pursuant to article 31 of the Convention.</w:t>
      </w:r>
    </w:p>
    <w:p w14:paraId="40AE1626" w14:textId="77777777" w:rsidR="007D4B5A" w:rsidRPr="00EA751F" w:rsidRDefault="007D4B5A" w:rsidP="007D4B5A">
      <w:pPr>
        <w:pStyle w:val="H23G"/>
      </w:pPr>
      <w:r w:rsidRPr="00EA751F">
        <w:tab/>
        <w:t>11.</w:t>
      </w:r>
      <w:r w:rsidRPr="00EA751F">
        <w:tab/>
        <w:t>Follow-up to Views of the Committee</w:t>
      </w:r>
    </w:p>
    <w:p w14:paraId="71948991" w14:textId="4AC90A09" w:rsidR="007D4B5A" w:rsidRPr="00EA751F" w:rsidRDefault="007D4B5A" w:rsidP="007D4B5A">
      <w:pPr>
        <w:pStyle w:val="SingleTxtG"/>
      </w:pPr>
      <w:r w:rsidRPr="00EA751F">
        <w:t>The Committee will consider the report of the rapporteur on follow-up to its Views pursuant to article 31 and rule 79 of the Committee</w:t>
      </w:r>
      <w:r w:rsidR="009452AA">
        <w:t>’</w:t>
      </w:r>
      <w:r w:rsidRPr="00EA751F">
        <w:t xml:space="preserve">s rules of procedure. </w:t>
      </w:r>
    </w:p>
    <w:p w14:paraId="00076A0C" w14:textId="3411D63E" w:rsidR="00A50E60" w:rsidRDefault="007D4B5A" w:rsidP="007D4B5A">
      <w:pPr>
        <w:pStyle w:val="H23G"/>
      </w:pPr>
      <w:r w:rsidRPr="00EA751F">
        <w:tab/>
        <w:t>12.</w:t>
      </w:r>
      <w:r w:rsidRPr="00EA751F">
        <w:tab/>
      </w:r>
      <w:r w:rsidR="00A50E60">
        <w:t>Reprisals</w:t>
      </w:r>
    </w:p>
    <w:p w14:paraId="2B54DBEC" w14:textId="1FA986EB" w:rsidR="00A50E60" w:rsidRPr="00A50E60" w:rsidRDefault="00A50E60" w:rsidP="00A50E60">
      <w:pPr>
        <w:ind w:left="1134" w:firstLine="6"/>
      </w:pPr>
      <w:r>
        <w:t>The Rapporteur on Reprisals will report on actions taken regarding any allegations of reprisals received since the 20</w:t>
      </w:r>
      <w:r w:rsidRPr="00A50E60">
        <w:rPr>
          <w:vertAlign w:val="superscript"/>
        </w:rPr>
        <w:t>th</w:t>
      </w:r>
      <w:r>
        <w:t xml:space="preserve"> session of the Committee. </w:t>
      </w:r>
      <w:r w:rsidRPr="00A50E60">
        <w:t xml:space="preserve"> </w:t>
      </w:r>
    </w:p>
    <w:p w14:paraId="6A6E70BE" w14:textId="258A6768" w:rsidR="007D4B5A" w:rsidRPr="00EA751F" w:rsidRDefault="00B74724" w:rsidP="007D4B5A">
      <w:pPr>
        <w:pStyle w:val="H23G"/>
      </w:pPr>
      <w:r>
        <w:tab/>
        <w:t xml:space="preserve">13. </w:t>
      </w:r>
      <w:r>
        <w:tab/>
      </w:r>
      <w:r w:rsidR="007D4B5A" w:rsidRPr="00EA751F">
        <w:t>Discussion on the General Assembly</w:t>
      </w:r>
      <w:r w:rsidR="009452AA">
        <w:t>’</w:t>
      </w:r>
      <w:r w:rsidR="007D4B5A" w:rsidRPr="00EA751F">
        <w:t>s consideration of the state of the human rights treaty body system</w:t>
      </w:r>
    </w:p>
    <w:p w14:paraId="29E8069C" w14:textId="46355077" w:rsidR="007D4B5A" w:rsidRPr="00EA751F" w:rsidRDefault="007D4B5A" w:rsidP="007D4B5A">
      <w:pPr>
        <w:pStyle w:val="SingleTxtG"/>
      </w:pPr>
      <w:r w:rsidRPr="00EA751F">
        <w:t>The Committee will hold meetings with relevant stakeholders to discuss elements of the General Assembly</w:t>
      </w:r>
      <w:r w:rsidR="009452AA">
        <w:t>’</w:t>
      </w:r>
      <w:r w:rsidRPr="00EA751F">
        <w:t xml:space="preserve">s consideration of the state of the human rights treaty body system. </w:t>
      </w:r>
    </w:p>
    <w:p w14:paraId="4552637E" w14:textId="5B601EE5" w:rsidR="007D4B5A" w:rsidRPr="00EA751F" w:rsidRDefault="007D4B5A" w:rsidP="007D4B5A">
      <w:pPr>
        <w:pStyle w:val="H23G"/>
      </w:pPr>
      <w:r w:rsidRPr="00EA751F">
        <w:tab/>
        <w:t>1</w:t>
      </w:r>
      <w:r w:rsidR="00D06EB2">
        <w:t>4</w:t>
      </w:r>
      <w:r w:rsidRPr="00EA751F">
        <w:t>.</w:t>
      </w:r>
      <w:r w:rsidRPr="00EA751F">
        <w:tab/>
        <w:t>Meeting with States Members of the United Nations</w:t>
      </w:r>
    </w:p>
    <w:p w14:paraId="04BFA3EE" w14:textId="77777777" w:rsidR="007D4B5A" w:rsidRPr="00EA751F" w:rsidRDefault="007D4B5A" w:rsidP="007D4B5A">
      <w:pPr>
        <w:pStyle w:val="SingleTxtG"/>
      </w:pPr>
      <w:r w:rsidRPr="00EA751F">
        <w:t>The Committee will hold a meeting with States parties and States signatories to the Convention and other States Members of the United Nations to discuss relevant topics under the Convention.</w:t>
      </w:r>
    </w:p>
    <w:p w14:paraId="47009C0E" w14:textId="118E23FE" w:rsidR="007D4B5A" w:rsidRPr="00EA751F" w:rsidRDefault="007D4B5A" w:rsidP="007D4B5A">
      <w:pPr>
        <w:pStyle w:val="H23G"/>
      </w:pPr>
      <w:r w:rsidRPr="00EA751F">
        <w:tab/>
        <w:t>1</w:t>
      </w:r>
      <w:r w:rsidR="00D06EB2">
        <w:t>5</w:t>
      </w:r>
      <w:r w:rsidRPr="00EA751F">
        <w:t>.</w:t>
      </w:r>
      <w:r w:rsidRPr="00EA751F">
        <w:tab/>
        <w:t>Meeting with United Nations agencies and mechanisms and intergovernmental organizations</w:t>
      </w:r>
    </w:p>
    <w:p w14:paraId="7D6FA092" w14:textId="77777777" w:rsidR="007D4B5A" w:rsidRPr="00EA751F" w:rsidRDefault="007D4B5A" w:rsidP="007D4B5A">
      <w:pPr>
        <w:pStyle w:val="SingleTxtG"/>
      </w:pPr>
      <w:r w:rsidRPr="00EA751F">
        <w:t>The Committee will meet with United Nations agencies and mechanisms and with intergovernmental organizations that work on issues related to enforced disappearance.</w:t>
      </w:r>
    </w:p>
    <w:p w14:paraId="3E6FF8ED" w14:textId="150770DD" w:rsidR="007D4B5A" w:rsidRPr="00EA751F" w:rsidRDefault="007D4B5A" w:rsidP="007D4B5A">
      <w:pPr>
        <w:pStyle w:val="H23G"/>
      </w:pPr>
      <w:r w:rsidRPr="00EA751F">
        <w:tab/>
        <w:t>1</w:t>
      </w:r>
      <w:r w:rsidR="00D06EB2">
        <w:t>6</w:t>
      </w:r>
      <w:r w:rsidRPr="00EA751F">
        <w:t>.</w:t>
      </w:r>
      <w:r w:rsidRPr="00EA751F">
        <w:tab/>
        <w:t>Meeting with national human rights institutions</w:t>
      </w:r>
    </w:p>
    <w:p w14:paraId="68AD678C" w14:textId="4A821665" w:rsidR="007D4B5A" w:rsidRPr="00EA751F" w:rsidRDefault="007D4B5A" w:rsidP="007D4B5A">
      <w:pPr>
        <w:pStyle w:val="SingleTxtG"/>
      </w:pPr>
      <w:r w:rsidRPr="00EA751F">
        <w:t>The Committee will hold a meeting with national human rights institutions on matters relating to the implementation of the Convention.</w:t>
      </w:r>
    </w:p>
    <w:p w14:paraId="5F6A62B0" w14:textId="59817A7E" w:rsidR="007D4B5A" w:rsidRPr="00EA751F" w:rsidRDefault="007D4B5A" w:rsidP="007D4B5A">
      <w:pPr>
        <w:pStyle w:val="H23G"/>
      </w:pPr>
      <w:r w:rsidRPr="00EA751F">
        <w:tab/>
        <w:t>1</w:t>
      </w:r>
      <w:r w:rsidR="00D06EB2">
        <w:t>7</w:t>
      </w:r>
      <w:r w:rsidRPr="00EA751F">
        <w:t>.</w:t>
      </w:r>
      <w:r w:rsidRPr="00EA751F">
        <w:tab/>
        <w:t>Meeting with non-governmental organizations and other stakeholders</w:t>
      </w:r>
    </w:p>
    <w:p w14:paraId="0F58EB4F" w14:textId="7BA1EF10" w:rsidR="007D4B5A" w:rsidRPr="00EA751F" w:rsidRDefault="007D4B5A" w:rsidP="007D4B5A">
      <w:pPr>
        <w:pStyle w:val="SingleTxtG"/>
      </w:pPr>
      <w:r w:rsidRPr="00EA751F">
        <w:t>The Committee will hold a meeting with non-governmental organizations and other stakeholders on matters relating to the implementation of the Convention.</w:t>
      </w:r>
    </w:p>
    <w:p w14:paraId="6147E25B" w14:textId="101F4697" w:rsidR="007D4B5A" w:rsidRPr="00EA751F" w:rsidRDefault="007D4B5A" w:rsidP="007D4B5A">
      <w:pPr>
        <w:pStyle w:val="H23G"/>
      </w:pPr>
      <w:r w:rsidRPr="00EA751F">
        <w:lastRenderedPageBreak/>
        <w:tab/>
        <w:t>1</w:t>
      </w:r>
      <w:r w:rsidR="00D06EB2">
        <w:t>8</w:t>
      </w:r>
      <w:r w:rsidRPr="00EA751F">
        <w:t>.</w:t>
      </w:r>
      <w:r w:rsidRPr="00EA751F">
        <w:tab/>
        <w:t>Provisional agenda of the twenty-</w:t>
      </w:r>
      <w:r w:rsidR="00D06EB2">
        <w:t>second</w:t>
      </w:r>
      <w:r w:rsidR="00D06EB2" w:rsidRPr="00EA751F">
        <w:t xml:space="preserve"> </w:t>
      </w:r>
      <w:r w:rsidRPr="00EA751F">
        <w:t xml:space="preserve">session </w:t>
      </w:r>
    </w:p>
    <w:p w14:paraId="1DC3A0CA" w14:textId="1AE3B8BE" w:rsidR="007D4B5A" w:rsidRDefault="007D4B5A" w:rsidP="007D4B5A">
      <w:pPr>
        <w:pStyle w:val="SingleTxtG"/>
      </w:pPr>
      <w:r w:rsidRPr="00EA751F">
        <w:t xml:space="preserve">The Committee will discuss the list of items to be included in the provisional agenda for its twenty-first session, to </w:t>
      </w:r>
      <w:proofErr w:type="gramStart"/>
      <w:r w:rsidRPr="00EA751F">
        <w:t>be held</w:t>
      </w:r>
      <w:proofErr w:type="gramEnd"/>
      <w:r w:rsidRPr="00EA751F">
        <w:t xml:space="preserve"> from </w:t>
      </w:r>
      <w:r w:rsidR="00647B04">
        <w:t>28 March to 8 April 2022</w:t>
      </w:r>
      <w:r w:rsidRPr="00EA751F">
        <w:t>.</w:t>
      </w:r>
    </w:p>
    <w:p w14:paraId="2ED9EB2A" w14:textId="10A5FAD7" w:rsidR="007D4B5A" w:rsidRPr="00EA751F" w:rsidRDefault="007D4B5A" w:rsidP="007D4B5A">
      <w:pPr>
        <w:pStyle w:val="SingleTxtG"/>
        <w:spacing w:before="240" w:after="0"/>
        <w:jc w:val="center"/>
      </w:pPr>
      <w:r>
        <w:rPr>
          <w:u w:val="single"/>
        </w:rPr>
        <w:tab/>
      </w:r>
      <w:r>
        <w:rPr>
          <w:u w:val="single"/>
        </w:rPr>
        <w:tab/>
      </w:r>
      <w:r>
        <w:rPr>
          <w:u w:val="single"/>
        </w:rPr>
        <w:tab/>
      </w:r>
    </w:p>
    <w:sectPr w:rsidR="007D4B5A" w:rsidRPr="00EA751F" w:rsidSect="00170237">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0AD3F" w14:textId="77777777" w:rsidR="00666BDB" w:rsidRPr="00557A78" w:rsidRDefault="00666BDB" w:rsidP="00557A78">
      <w:pPr>
        <w:pStyle w:val="Footer"/>
      </w:pPr>
    </w:p>
  </w:endnote>
  <w:endnote w:type="continuationSeparator" w:id="0">
    <w:p w14:paraId="0F27C674" w14:textId="77777777" w:rsidR="00666BDB" w:rsidRPr="00557A78" w:rsidRDefault="00666BDB" w:rsidP="00557A78">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D7BAF" w14:textId="2202EE29" w:rsidR="007D4B5A" w:rsidRDefault="007D4B5A" w:rsidP="007D4B5A">
    <w:pPr>
      <w:pStyle w:val="Footer"/>
      <w:tabs>
        <w:tab w:val="right" w:pos="9638"/>
      </w:tabs>
    </w:pPr>
    <w:r w:rsidRPr="007D4B5A">
      <w:rPr>
        <w:b/>
        <w:bCs/>
        <w:sz w:val="18"/>
      </w:rPr>
      <w:fldChar w:fldCharType="begin"/>
    </w:r>
    <w:r w:rsidRPr="007D4B5A">
      <w:rPr>
        <w:b/>
        <w:bCs/>
        <w:sz w:val="18"/>
      </w:rPr>
      <w:instrText xml:space="preserve"> PAGE  \* MERGEFORMAT </w:instrText>
    </w:r>
    <w:r w:rsidRPr="007D4B5A">
      <w:rPr>
        <w:b/>
        <w:bCs/>
        <w:sz w:val="18"/>
      </w:rPr>
      <w:fldChar w:fldCharType="separate"/>
    </w:r>
    <w:r w:rsidR="00EC6203">
      <w:rPr>
        <w:b/>
        <w:bCs/>
        <w:noProof/>
        <w:sz w:val="18"/>
      </w:rPr>
      <w:t>4</w:t>
    </w:r>
    <w:r w:rsidRPr="007D4B5A">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490C4" w14:textId="3390098C" w:rsidR="007D4B5A" w:rsidRDefault="007D4B5A" w:rsidP="007D4B5A">
    <w:pPr>
      <w:pStyle w:val="Footer"/>
      <w:tabs>
        <w:tab w:val="right" w:pos="9638"/>
      </w:tabs>
    </w:pPr>
    <w:r>
      <w:tab/>
    </w:r>
    <w:r w:rsidRPr="007D4B5A">
      <w:rPr>
        <w:b/>
        <w:bCs/>
        <w:sz w:val="18"/>
      </w:rPr>
      <w:fldChar w:fldCharType="begin"/>
    </w:r>
    <w:r w:rsidRPr="007D4B5A">
      <w:rPr>
        <w:b/>
        <w:bCs/>
        <w:sz w:val="18"/>
      </w:rPr>
      <w:instrText xml:space="preserve"> PAGE  \* MERGEFORMAT </w:instrText>
    </w:r>
    <w:r w:rsidRPr="007D4B5A">
      <w:rPr>
        <w:b/>
        <w:bCs/>
        <w:sz w:val="18"/>
      </w:rPr>
      <w:fldChar w:fldCharType="separate"/>
    </w:r>
    <w:r w:rsidR="00EC6203">
      <w:rPr>
        <w:b/>
        <w:bCs/>
        <w:noProof/>
        <w:sz w:val="18"/>
      </w:rPr>
      <w:t>3</w:t>
    </w:r>
    <w:r w:rsidRPr="007D4B5A">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B620A" w14:textId="471C5FB1" w:rsidR="00E3241D" w:rsidRDefault="00E3241D" w:rsidP="00E3241D">
    <w:pPr>
      <w:pStyle w:val="Footer"/>
    </w:pPr>
    <w:r>
      <w:rPr>
        <w:noProof/>
        <w:lang w:eastAsia="en-GB"/>
      </w:rPr>
      <w:drawing>
        <wp:anchor distT="0" distB="0" distL="114300" distR="114300" simplePos="0" relativeHeight="251659264" behindDoc="1" locked="1" layoutInCell="1" allowOverlap="1" wp14:anchorId="743E26DB" wp14:editId="0F659546">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C88EC" w14:textId="77777777" w:rsidR="00666BDB" w:rsidRPr="00557A78" w:rsidRDefault="00666BDB" w:rsidP="00557A78">
      <w:pPr>
        <w:tabs>
          <w:tab w:val="right" w:pos="2155"/>
        </w:tabs>
        <w:spacing w:after="80"/>
        <w:ind w:left="680"/>
      </w:pPr>
      <w:r>
        <w:rPr>
          <w:u w:val="single"/>
        </w:rPr>
        <w:tab/>
      </w:r>
    </w:p>
  </w:footnote>
  <w:footnote w:type="continuationSeparator" w:id="0">
    <w:p w14:paraId="03A2BC57" w14:textId="77777777" w:rsidR="00666BDB" w:rsidRPr="00557A78" w:rsidRDefault="00666BDB" w:rsidP="00557A78">
      <w:pPr>
        <w:tabs>
          <w:tab w:val="right" w:pos="2155"/>
        </w:tabs>
        <w:spacing w:after="80"/>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EF7C4" w14:textId="2D33191B" w:rsidR="007D4B5A" w:rsidRDefault="007D4B5A" w:rsidP="007D4B5A">
    <w:pPr>
      <w:pStyle w:val="Header"/>
    </w:pPr>
    <w:r>
      <w:t>CED/C/2</w:t>
    </w:r>
    <w:r w:rsidR="00ED0C63">
      <w:t>1</w:t>
    </w:r>
    <w: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657BB" w14:textId="1C56F09C" w:rsidR="007D4B5A" w:rsidRDefault="007D4B5A" w:rsidP="007D4B5A">
    <w:pPr>
      <w:pStyle w:val="Header"/>
      <w:jc w:val="right"/>
    </w:pPr>
    <w:r>
      <w:t>CED/C/2</w:t>
    </w:r>
    <w:r w:rsidR="00ED0C63">
      <w:t>1</w:t>
    </w:r>
    <w: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7"/>
  </w:num>
  <w:num w:numId="7">
    <w:abstractNumId w:val="1"/>
  </w:num>
  <w:num w:numId="8">
    <w:abstractNumId w:val="3"/>
  </w:num>
  <w:num w:numId="9">
    <w:abstractNumId w:val="2"/>
  </w:num>
  <w:num w:numId="10">
    <w:abstractNumId w:val="0"/>
  </w:num>
  <w:num w:numId="11">
    <w:abstractNumId w:val="6"/>
  </w:num>
  <w:num w:numId="12">
    <w:abstractNumId w:val="7"/>
  </w:num>
  <w:num w:numId="13">
    <w:abstractNumId w:val="3"/>
  </w:num>
  <w:num w:numId="14">
    <w:abstractNumId w:val="2"/>
  </w:num>
  <w:num w:numId="15">
    <w:abstractNumId w:val="0"/>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567"/>
  <w:hyphenationZone w:val="425"/>
  <w:evenAndOddHeaders/>
  <w:characterSpacingControl w:val="doNotCompress"/>
  <w:hdrShapeDefaults>
    <o:shapedefaults v:ext="edit" spidmax="1433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1A6"/>
    <w:rsid w:val="00002379"/>
    <w:rsid w:val="00021957"/>
    <w:rsid w:val="00030C37"/>
    <w:rsid w:val="00046E92"/>
    <w:rsid w:val="000976E6"/>
    <w:rsid w:val="00161FB7"/>
    <w:rsid w:val="00170237"/>
    <w:rsid w:val="00247E2C"/>
    <w:rsid w:val="00267121"/>
    <w:rsid w:val="0027144F"/>
    <w:rsid w:val="002D3D01"/>
    <w:rsid w:val="002D6C53"/>
    <w:rsid w:val="002F5595"/>
    <w:rsid w:val="00334F6A"/>
    <w:rsid w:val="00342AC8"/>
    <w:rsid w:val="00371A84"/>
    <w:rsid w:val="00393103"/>
    <w:rsid w:val="003B4550"/>
    <w:rsid w:val="003F5B30"/>
    <w:rsid w:val="00461253"/>
    <w:rsid w:val="005042C2"/>
    <w:rsid w:val="00557A78"/>
    <w:rsid w:val="00647B04"/>
    <w:rsid w:val="00666BDB"/>
    <w:rsid w:val="00671529"/>
    <w:rsid w:val="006901A6"/>
    <w:rsid w:val="006C4808"/>
    <w:rsid w:val="007268F9"/>
    <w:rsid w:val="007771B9"/>
    <w:rsid w:val="007C52B0"/>
    <w:rsid w:val="007D4B5A"/>
    <w:rsid w:val="008359DD"/>
    <w:rsid w:val="008C49F2"/>
    <w:rsid w:val="0090545B"/>
    <w:rsid w:val="00916EAD"/>
    <w:rsid w:val="009274C0"/>
    <w:rsid w:val="00930118"/>
    <w:rsid w:val="009411B4"/>
    <w:rsid w:val="009452AA"/>
    <w:rsid w:val="009D0139"/>
    <w:rsid w:val="009F5CDC"/>
    <w:rsid w:val="00A013CF"/>
    <w:rsid w:val="00A126AC"/>
    <w:rsid w:val="00A50E60"/>
    <w:rsid w:val="00A6425F"/>
    <w:rsid w:val="00A775CF"/>
    <w:rsid w:val="00AE38FE"/>
    <w:rsid w:val="00B06045"/>
    <w:rsid w:val="00B64557"/>
    <w:rsid w:val="00B65B98"/>
    <w:rsid w:val="00B74724"/>
    <w:rsid w:val="00C35A27"/>
    <w:rsid w:val="00CA3D43"/>
    <w:rsid w:val="00D06EB2"/>
    <w:rsid w:val="00D6358F"/>
    <w:rsid w:val="00D65FAC"/>
    <w:rsid w:val="00E02C2B"/>
    <w:rsid w:val="00E3241D"/>
    <w:rsid w:val="00E94B77"/>
    <w:rsid w:val="00EC6203"/>
    <w:rsid w:val="00ED0C63"/>
    <w:rsid w:val="00ED458C"/>
    <w:rsid w:val="00ED6C48"/>
    <w:rsid w:val="00EF0C90"/>
    <w:rsid w:val="00F16859"/>
    <w:rsid w:val="00F65F5D"/>
    <w:rsid w:val="00F66190"/>
    <w:rsid w:val="00F86A3A"/>
    <w:rsid w:val="00FB115A"/>
    <w:rsid w:val="00FD1002"/>
    <w:rsid w:val="00FF295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E049C2F"/>
  <w15:docId w15:val="{BD9CE288-533D-4B11-90C4-1A175047D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B5A"/>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7D4B5A"/>
    <w:pPr>
      <w:spacing w:after="0"/>
      <w:ind w:right="0"/>
      <w:jc w:val="left"/>
      <w:outlineLvl w:val="0"/>
    </w:pPr>
  </w:style>
  <w:style w:type="paragraph" w:styleId="Heading2">
    <w:name w:val="heading 2"/>
    <w:basedOn w:val="Normal"/>
    <w:next w:val="Normal"/>
    <w:link w:val="Heading2Char"/>
    <w:semiHidden/>
    <w:rsid w:val="007D4B5A"/>
    <w:pPr>
      <w:outlineLvl w:val="1"/>
    </w:pPr>
  </w:style>
  <w:style w:type="paragraph" w:styleId="Heading3">
    <w:name w:val="heading 3"/>
    <w:basedOn w:val="Normal"/>
    <w:next w:val="Normal"/>
    <w:link w:val="Heading3Char"/>
    <w:semiHidden/>
    <w:rsid w:val="007D4B5A"/>
    <w:pPr>
      <w:outlineLvl w:val="2"/>
    </w:pPr>
  </w:style>
  <w:style w:type="paragraph" w:styleId="Heading4">
    <w:name w:val="heading 4"/>
    <w:basedOn w:val="Normal"/>
    <w:next w:val="Normal"/>
    <w:link w:val="Heading4Char"/>
    <w:semiHidden/>
    <w:rsid w:val="007D4B5A"/>
    <w:pPr>
      <w:outlineLvl w:val="3"/>
    </w:pPr>
  </w:style>
  <w:style w:type="paragraph" w:styleId="Heading5">
    <w:name w:val="heading 5"/>
    <w:basedOn w:val="Normal"/>
    <w:next w:val="Normal"/>
    <w:link w:val="Heading5Char"/>
    <w:semiHidden/>
    <w:rsid w:val="007D4B5A"/>
    <w:pPr>
      <w:outlineLvl w:val="4"/>
    </w:pPr>
  </w:style>
  <w:style w:type="paragraph" w:styleId="Heading6">
    <w:name w:val="heading 6"/>
    <w:basedOn w:val="Normal"/>
    <w:next w:val="Normal"/>
    <w:link w:val="Heading6Char"/>
    <w:semiHidden/>
    <w:rsid w:val="007D4B5A"/>
    <w:pPr>
      <w:outlineLvl w:val="5"/>
    </w:pPr>
  </w:style>
  <w:style w:type="paragraph" w:styleId="Heading7">
    <w:name w:val="heading 7"/>
    <w:basedOn w:val="Normal"/>
    <w:next w:val="Normal"/>
    <w:link w:val="Heading7Char"/>
    <w:semiHidden/>
    <w:rsid w:val="007D4B5A"/>
    <w:pPr>
      <w:outlineLvl w:val="6"/>
    </w:pPr>
  </w:style>
  <w:style w:type="paragraph" w:styleId="Heading8">
    <w:name w:val="heading 8"/>
    <w:basedOn w:val="Normal"/>
    <w:next w:val="Normal"/>
    <w:link w:val="Heading8Char"/>
    <w:semiHidden/>
    <w:rsid w:val="007D4B5A"/>
    <w:pPr>
      <w:outlineLvl w:val="7"/>
    </w:pPr>
  </w:style>
  <w:style w:type="paragraph" w:styleId="Heading9">
    <w:name w:val="heading 9"/>
    <w:basedOn w:val="Normal"/>
    <w:next w:val="Normal"/>
    <w:link w:val="Heading9Char"/>
    <w:semiHidden/>
    <w:rsid w:val="007D4B5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D4B5A"/>
    <w:pPr>
      <w:pBdr>
        <w:bottom w:val="single" w:sz="4" w:space="4" w:color="auto"/>
      </w:pBdr>
    </w:pPr>
    <w:rPr>
      <w:b/>
      <w:sz w:val="18"/>
    </w:rPr>
  </w:style>
  <w:style w:type="character" w:customStyle="1" w:styleId="HeaderChar">
    <w:name w:val="Header Char"/>
    <w:aliases w:val="6_G Char"/>
    <w:basedOn w:val="DefaultParagraphFont"/>
    <w:link w:val="Header"/>
    <w:rsid w:val="007D4B5A"/>
    <w:rPr>
      <w:rFonts w:ascii="Times New Roman" w:hAnsi="Times New Roman" w:cs="Times New Roman"/>
      <w:b/>
      <w:sz w:val="18"/>
      <w:szCs w:val="20"/>
    </w:rPr>
  </w:style>
  <w:style w:type="paragraph" w:styleId="Footer">
    <w:name w:val="footer"/>
    <w:aliases w:val="3_G"/>
    <w:basedOn w:val="Normal"/>
    <w:link w:val="FooterChar"/>
    <w:rsid w:val="007D4B5A"/>
    <w:rPr>
      <w:sz w:val="16"/>
    </w:rPr>
  </w:style>
  <w:style w:type="character" w:customStyle="1" w:styleId="FooterChar">
    <w:name w:val="Footer Char"/>
    <w:aliases w:val="3_G Char"/>
    <w:basedOn w:val="DefaultParagraphFont"/>
    <w:link w:val="Footer"/>
    <w:rsid w:val="007D4B5A"/>
    <w:rPr>
      <w:rFonts w:ascii="Times New Roman" w:hAnsi="Times New Roman" w:cs="Times New Roman"/>
      <w:sz w:val="16"/>
      <w:szCs w:val="20"/>
    </w:rPr>
  </w:style>
  <w:style w:type="paragraph" w:customStyle="1" w:styleId="HMG">
    <w:name w:val="_ H __M_G"/>
    <w:basedOn w:val="Normal"/>
    <w:next w:val="Normal"/>
    <w:rsid w:val="007D4B5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D4B5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D4B5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D4B5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D4B5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D4B5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D4B5A"/>
    <w:pPr>
      <w:spacing w:after="120"/>
      <w:ind w:left="1134" w:right="1134"/>
      <w:jc w:val="both"/>
    </w:pPr>
  </w:style>
  <w:style w:type="paragraph" w:customStyle="1" w:styleId="SLG">
    <w:name w:val="__S_L_G"/>
    <w:basedOn w:val="Normal"/>
    <w:next w:val="Normal"/>
    <w:rsid w:val="007D4B5A"/>
    <w:pPr>
      <w:keepNext/>
      <w:keepLines/>
      <w:spacing w:before="240" w:after="240" w:line="580" w:lineRule="exact"/>
      <w:ind w:left="1134" w:right="1134"/>
    </w:pPr>
    <w:rPr>
      <w:b/>
      <w:sz w:val="56"/>
    </w:rPr>
  </w:style>
  <w:style w:type="paragraph" w:customStyle="1" w:styleId="SMG">
    <w:name w:val="__S_M_G"/>
    <w:basedOn w:val="Normal"/>
    <w:next w:val="Normal"/>
    <w:rsid w:val="007D4B5A"/>
    <w:pPr>
      <w:keepNext/>
      <w:keepLines/>
      <w:spacing w:before="240" w:after="240" w:line="420" w:lineRule="exact"/>
      <w:ind w:left="1134" w:right="1134"/>
    </w:pPr>
    <w:rPr>
      <w:b/>
      <w:sz w:val="40"/>
    </w:rPr>
  </w:style>
  <w:style w:type="paragraph" w:customStyle="1" w:styleId="SSG">
    <w:name w:val="__S_S_G"/>
    <w:basedOn w:val="Normal"/>
    <w:next w:val="Normal"/>
    <w:rsid w:val="007D4B5A"/>
    <w:pPr>
      <w:keepNext/>
      <w:keepLines/>
      <w:spacing w:before="240" w:after="240" w:line="300" w:lineRule="exact"/>
      <w:ind w:left="1134" w:right="1134"/>
    </w:pPr>
    <w:rPr>
      <w:b/>
      <w:sz w:val="28"/>
    </w:rPr>
  </w:style>
  <w:style w:type="paragraph" w:customStyle="1" w:styleId="XLargeG">
    <w:name w:val="__XLarge_G"/>
    <w:basedOn w:val="Normal"/>
    <w:next w:val="Normal"/>
    <w:rsid w:val="007D4B5A"/>
    <w:pPr>
      <w:keepNext/>
      <w:keepLines/>
      <w:spacing w:before="240" w:after="240" w:line="420" w:lineRule="exact"/>
      <w:ind w:left="1134" w:right="1134"/>
    </w:pPr>
    <w:rPr>
      <w:b/>
      <w:sz w:val="40"/>
    </w:rPr>
  </w:style>
  <w:style w:type="paragraph" w:customStyle="1" w:styleId="Bullet1G">
    <w:name w:val="_Bullet 1_G"/>
    <w:basedOn w:val="Normal"/>
    <w:rsid w:val="007D4B5A"/>
    <w:pPr>
      <w:numPr>
        <w:numId w:val="13"/>
      </w:numPr>
      <w:spacing w:after="120"/>
      <w:ind w:right="1134"/>
      <w:jc w:val="both"/>
    </w:pPr>
  </w:style>
  <w:style w:type="paragraph" w:customStyle="1" w:styleId="Bullet2G">
    <w:name w:val="_Bullet 2_G"/>
    <w:basedOn w:val="Normal"/>
    <w:rsid w:val="007D4B5A"/>
    <w:pPr>
      <w:numPr>
        <w:numId w:val="14"/>
      </w:numPr>
      <w:spacing w:after="120"/>
      <w:ind w:right="1134"/>
      <w:jc w:val="both"/>
    </w:pPr>
  </w:style>
  <w:style w:type="paragraph" w:customStyle="1" w:styleId="ParaNoG">
    <w:name w:val="_ParaNo._G"/>
    <w:basedOn w:val="SingleTxtG"/>
    <w:rsid w:val="007D4B5A"/>
    <w:pPr>
      <w:numPr>
        <w:numId w:val="15"/>
      </w:numPr>
    </w:pPr>
  </w:style>
  <w:style w:type="numbering" w:styleId="111111">
    <w:name w:val="Outline List 2"/>
    <w:basedOn w:val="NoList"/>
    <w:semiHidden/>
    <w:rsid w:val="007D4B5A"/>
    <w:pPr>
      <w:numPr>
        <w:numId w:val="11"/>
      </w:numPr>
    </w:pPr>
  </w:style>
  <w:style w:type="numbering" w:styleId="1ai">
    <w:name w:val="Outline List 1"/>
    <w:basedOn w:val="NoList"/>
    <w:semiHidden/>
    <w:rsid w:val="007D4B5A"/>
    <w:pPr>
      <w:numPr>
        <w:numId w:val="6"/>
      </w:numPr>
    </w:pPr>
  </w:style>
  <w:style w:type="character" w:styleId="EndnoteReference">
    <w:name w:val="endnote reference"/>
    <w:aliases w:val="1_G"/>
    <w:rsid w:val="007D4B5A"/>
    <w:rPr>
      <w:rFonts w:ascii="Times New Roman" w:hAnsi="Times New Roman"/>
      <w:sz w:val="18"/>
      <w:vertAlign w:val="superscript"/>
    </w:rPr>
  </w:style>
  <w:style w:type="paragraph" w:styleId="FootnoteText">
    <w:name w:val="footnote text"/>
    <w:aliases w:val="5_G"/>
    <w:basedOn w:val="Normal"/>
    <w:link w:val="FootnoteTextChar"/>
    <w:rsid w:val="007D4B5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D4B5A"/>
    <w:rPr>
      <w:rFonts w:ascii="Times New Roman" w:hAnsi="Times New Roman" w:cs="Times New Roman"/>
      <w:sz w:val="18"/>
      <w:szCs w:val="20"/>
    </w:rPr>
  </w:style>
  <w:style w:type="paragraph" w:styleId="EndnoteText">
    <w:name w:val="endnote text"/>
    <w:aliases w:val="2_G"/>
    <w:basedOn w:val="FootnoteText"/>
    <w:link w:val="EndnoteTextChar"/>
    <w:rsid w:val="007D4B5A"/>
  </w:style>
  <w:style w:type="character" w:customStyle="1" w:styleId="EndnoteTextChar">
    <w:name w:val="Endnote Text Char"/>
    <w:aliases w:val="2_G Char"/>
    <w:basedOn w:val="DefaultParagraphFont"/>
    <w:link w:val="EndnoteText"/>
    <w:rsid w:val="007D4B5A"/>
    <w:rPr>
      <w:rFonts w:ascii="Times New Roman" w:hAnsi="Times New Roman" w:cs="Times New Roman"/>
      <w:sz w:val="18"/>
      <w:szCs w:val="20"/>
    </w:rPr>
  </w:style>
  <w:style w:type="character" w:styleId="FootnoteReference">
    <w:name w:val="footnote reference"/>
    <w:aliases w:val="4_G"/>
    <w:rsid w:val="007D4B5A"/>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7D4B5A"/>
    <w:rPr>
      <w:rFonts w:ascii="Times New Roman" w:hAnsi="Times New Roman" w:cs="Times New Roman"/>
      <w:sz w:val="20"/>
      <w:szCs w:val="20"/>
    </w:rPr>
  </w:style>
  <w:style w:type="character" w:customStyle="1" w:styleId="Heading2Char">
    <w:name w:val="Heading 2 Char"/>
    <w:basedOn w:val="DefaultParagraphFont"/>
    <w:link w:val="Heading2"/>
    <w:semiHidden/>
    <w:rsid w:val="007D4B5A"/>
    <w:rPr>
      <w:rFonts w:ascii="Times New Roman" w:hAnsi="Times New Roman" w:cs="Times New Roman"/>
      <w:sz w:val="20"/>
      <w:szCs w:val="20"/>
    </w:rPr>
  </w:style>
  <w:style w:type="character" w:customStyle="1" w:styleId="Heading3Char">
    <w:name w:val="Heading 3 Char"/>
    <w:basedOn w:val="DefaultParagraphFont"/>
    <w:link w:val="Heading3"/>
    <w:semiHidden/>
    <w:rsid w:val="007D4B5A"/>
    <w:rPr>
      <w:rFonts w:ascii="Times New Roman" w:hAnsi="Times New Roman" w:cs="Times New Roman"/>
      <w:sz w:val="20"/>
      <w:szCs w:val="20"/>
    </w:rPr>
  </w:style>
  <w:style w:type="character" w:customStyle="1" w:styleId="Heading4Char">
    <w:name w:val="Heading 4 Char"/>
    <w:basedOn w:val="DefaultParagraphFont"/>
    <w:link w:val="Heading4"/>
    <w:semiHidden/>
    <w:rsid w:val="007D4B5A"/>
    <w:rPr>
      <w:rFonts w:ascii="Times New Roman" w:hAnsi="Times New Roman" w:cs="Times New Roman"/>
      <w:sz w:val="20"/>
      <w:szCs w:val="20"/>
    </w:rPr>
  </w:style>
  <w:style w:type="character" w:customStyle="1" w:styleId="Heading5Char">
    <w:name w:val="Heading 5 Char"/>
    <w:basedOn w:val="DefaultParagraphFont"/>
    <w:link w:val="Heading5"/>
    <w:semiHidden/>
    <w:rsid w:val="007D4B5A"/>
    <w:rPr>
      <w:rFonts w:ascii="Times New Roman" w:hAnsi="Times New Roman" w:cs="Times New Roman"/>
      <w:sz w:val="20"/>
      <w:szCs w:val="20"/>
    </w:rPr>
  </w:style>
  <w:style w:type="character" w:customStyle="1" w:styleId="Heading6Char">
    <w:name w:val="Heading 6 Char"/>
    <w:basedOn w:val="DefaultParagraphFont"/>
    <w:link w:val="Heading6"/>
    <w:semiHidden/>
    <w:rsid w:val="007D4B5A"/>
    <w:rPr>
      <w:rFonts w:ascii="Times New Roman" w:hAnsi="Times New Roman" w:cs="Times New Roman"/>
      <w:sz w:val="20"/>
      <w:szCs w:val="20"/>
    </w:rPr>
  </w:style>
  <w:style w:type="character" w:customStyle="1" w:styleId="Heading7Char">
    <w:name w:val="Heading 7 Char"/>
    <w:basedOn w:val="DefaultParagraphFont"/>
    <w:link w:val="Heading7"/>
    <w:semiHidden/>
    <w:rsid w:val="007D4B5A"/>
    <w:rPr>
      <w:rFonts w:ascii="Times New Roman" w:hAnsi="Times New Roman" w:cs="Times New Roman"/>
      <w:sz w:val="20"/>
      <w:szCs w:val="20"/>
    </w:rPr>
  </w:style>
  <w:style w:type="character" w:customStyle="1" w:styleId="Heading8Char">
    <w:name w:val="Heading 8 Char"/>
    <w:basedOn w:val="DefaultParagraphFont"/>
    <w:link w:val="Heading8"/>
    <w:semiHidden/>
    <w:rsid w:val="007D4B5A"/>
    <w:rPr>
      <w:rFonts w:ascii="Times New Roman" w:hAnsi="Times New Roman" w:cs="Times New Roman"/>
      <w:sz w:val="20"/>
      <w:szCs w:val="20"/>
    </w:rPr>
  </w:style>
  <w:style w:type="character" w:customStyle="1" w:styleId="Heading9Char">
    <w:name w:val="Heading 9 Char"/>
    <w:basedOn w:val="DefaultParagraphFont"/>
    <w:link w:val="Heading9"/>
    <w:semiHidden/>
    <w:rsid w:val="007D4B5A"/>
    <w:rPr>
      <w:rFonts w:ascii="Times New Roman" w:hAnsi="Times New Roman" w:cs="Times New Roman"/>
      <w:sz w:val="20"/>
      <w:szCs w:val="20"/>
    </w:rPr>
  </w:style>
  <w:style w:type="character" w:styleId="PageNumber">
    <w:name w:val="page number"/>
    <w:aliases w:val="7_G"/>
    <w:semiHidden/>
    <w:rsid w:val="007D4B5A"/>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D4B5A"/>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D4B5A"/>
    <w:rPr>
      <w:rFonts w:ascii="Tahoma" w:hAnsi="Tahoma" w:cs="Tahoma"/>
      <w:sz w:val="16"/>
      <w:szCs w:val="16"/>
    </w:rPr>
  </w:style>
  <w:style w:type="character" w:customStyle="1" w:styleId="BalloonTextChar">
    <w:name w:val="Balloon Text Char"/>
    <w:basedOn w:val="DefaultParagraphFont"/>
    <w:link w:val="BalloonText"/>
    <w:uiPriority w:val="99"/>
    <w:semiHidden/>
    <w:rsid w:val="007D4B5A"/>
    <w:rPr>
      <w:rFonts w:ascii="Tahoma" w:hAnsi="Tahoma" w:cs="Tahoma"/>
      <w:sz w:val="16"/>
      <w:szCs w:val="16"/>
    </w:rPr>
  </w:style>
  <w:style w:type="character" w:customStyle="1" w:styleId="SingleTxtGChar">
    <w:name w:val="_ Single Txt_G Char"/>
    <w:basedOn w:val="DefaultParagraphFont"/>
    <w:link w:val="SingleTxtG"/>
    <w:rsid w:val="008C49F2"/>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8468">
      <w:bodyDiv w:val="1"/>
      <w:marLeft w:val="0"/>
      <w:marRight w:val="0"/>
      <w:marTop w:val="0"/>
      <w:marBottom w:val="0"/>
      <w:divBdr>
        <w:top w:val="none" w:sz="0" w:space="0" w:color="auto"/>
        <w:left w:val="none" w:sz="0" w:space="0" w:color="auto"/>
        <w:bottom w:val="none" w:sz="0" w:space="0" w:color="auto"/>
        <w:right w:val="none" w:sz="0" w:space="0" w:color="auto"/>
      </w:divBdr>
    </w:div>
    <w:div w:id="498080720">
      <w:bodyDiv w:val="1"/>
      <w:marLeft w:val="0"/>
      <w:marRight w:val="0"/>
      <w:marTop w:val="0"/>
      <w:marBottom w:val="0"/>
      <w:divBdr>
        <w:top w:val="none" w:sz="0" w:space="0" w:color="auto"/>
        <w:left w:val="none" w:sz="0" w:space="0" w:color="auto"/>
        <w:bottom w:val="none" w:sz="0" w:space="0" w:color="auto"/>
        <w:right w:val="none" w:sz="0" w:space="0" w:color="auto"/>
      </w:divBdr>
    </w:div>
    <w:div w:id="512308267">
      <w:bodyDiv w:val="1"/>
      <w:marLeft w:val="0"/>
      <w:marRight w:val="0"/>
      <w:marTop w:val="0"/>
      <w:marBottom w:val="0"/>
      <w:divBdr>
        <w:top w:val="none" w:sz="0" w:space="0" w:color="auto"/>
        <w:left w:val="none" w:sz="0" w:space="0" w:color="auto"/>
        <w:bottom w:val="none" w:sz="0" w:space="0" w:color="auto"/>
        <w:right w:val="none" w:sz="0" w:space="0" w:color="auto"/>
      </w:divBdr>
    </w:div>
    <w:div w:id="607586278">
      <w:bodyDiv w:val="1"/>
      <w:marLeft w:val="0"/>
      <w:marRight w:val="0"/>
      <w:marTop w:val="0"/>
      <w:marBottom w:val="0"/>
      <w:divBdr>
        <w:top w:val="none" w:sz="0" w:space="0" w:color="auto"/>
        <w:left w:val="none" w:sz="0" w:space="0" w:color="auto"/>
        <w:bottom w:val="none" w:sz="0" w:space="0" w:color="auto"/>
        <w:right w:val="none" w:sz="0" w:space="0" w:color="auto"/>
      </w:divBdr>
    </w:div>
    <w:div w:id="670448147">
      <w:bodyDiv w:val="1"/>
      <w:marLeft w:val="0"/>
      <w:marRight w:val="0"/>
      <w:marTop w:val="0"/>
      <w:marBottom w:val="0"/>
      <w:divBdr>
        <w:top w:val="none" w:sz="0" w:space="0" w:color="auto"/>
        <w:left w:val="none" w:sz="0" w:space="0" w:color="auto"/>
        <w:bottom w:val="none" w:sz="0" w:space="0" w:color="auto"/>
        <w:right w:val="none" w:sz="0" w:space="0" w:color="auto"/>
      </w:divBdr>
    </w:div>
    <w:div w:id="814570916">
      <w:bodyDiv w:val="1"/>
      <w:marLeft w:val="0"/>
      <w:marRight w:val="0"/>
      <w:marTop w:val="0"/>
      <w:marBottom w:val="0"/>
      <w:divBdr>
        <w:top w:val="none" w:sz="0" w:space="0" w:color="auto"/>
        <w:left w:val="none" w:sz="0" w:space="0" w:color="auto"/>
        <w:bottom w:val="none" w:sz="0" w:space="0" w:color="auto"/>
        <w:right w:val="none" w:sz="0" w:space="0" w:color="auto"/>
      </w:divBdr>
    </w:div>
    <w:div w:id="1180193477">
      <w:bodyDiv w:val="1"/>
      <w:marLeft w:val="0"/>
      <w:marRight w:val="0"/>
      <w:marTop w:val="0"/>
      <w:marBottom w:val="0"/>
      <w:divBdr>
        <w:top w:val="none" w:sz="0" w:space="0" w:color="auto"/>
        <w:left w:val="none" w:sz="0" w:space="0" w:color="auto"/>
        <w:bottom w:val="none" w:sz="0" w:space="0" w:color="auto"/>
        <w:right w:val="none" w:sz="0" w:space="0" w:color="auto"/>
      </w:divBdr>
    </w:div>
    <w:div w:id="1554461075">
      <w:bodyDiv w:val="1"/>
      <w:marLeft w:val="0"/>
      <w:marRight w:val="0"/>
      <w:marTop w:val="0"/>
      <w:marBottom w:val="0"/>
      <w:divBdr>
        <w:top w:val="none" w:sz="0" w:space="0" w:color="auto"/>
        <w:left w:val="none" w:sz="0" w:space="0" w:color="auto"/>
        <w:bottom w:val="none" w:sz="0" w:space="0" w:color="auto"/>
        <w:right w:val="none" w:sz="0" w:space="0" w:color="auto"/>
      </w:divBdr>
    </w:div>
    <w:div w:id="1620139769">
      <w:bodyDiv w:val="1"/>
      <w:marLeft w:val="0"/>
      <w:marRight w:val="0"/>
      <w:marTop w:val="0"/>
      <w:marBottom w:val="0"/>
      <w:divBdr>
        <w:top w:val="none" w:sz="0" w:space="0" w:color="auto"/>
        <w:left w:val="none" w:sz="0" w:space="0" w:color="auto"/>
        <w:bottom w:val="none" w:sz="0" w:space="0" w:color="auto"/>
        <w:right w:val="none" w:sz="0" w:space="0" w:color="auto"/>
      </w:divBdr>
    </w:div>
    <w:div w:id="1916666475">
      <w:bodyDiv w:val="1"/>
      <w:marLeft w:val="0"/>
      <w:marRight w:val="0"/>
      <w:marTop w:val="0"/>
      <w:marBottom w:val="0"/>
      <w:divBdr>
        <w:top w:val="none" w:sz="0" w:space="0" w:color="auto"/>
        <w:left w:val="none" w:sz="0" w:space="0" w:color="auto"/>
        <w:bottom w:val="none" w:sz="0" w:space="0" w:color="auto"/>
        <w:right w:val="none" w:sz="0" w:space="0" w:color="auto"/>
      </w:divBdr>
    </w:div>
    <w:div w:id="201244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CED.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7346F8149B5864995BB16826F75B454" ma:contentTypeVersion="0" ma:contentTypeDescription="Create a new document." ma:contentTypeScope="" ma:versionID="a9c04c3690101e1b9cc57324d64d22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C03959-E8AC-4844-9167-CA7876600A17}">
  <ds:schemaRefs>
    <ds:schemaRef ds:uri="http://schemas.openxmlformats.org/officeDocument/2006/bibliography"/>
  </ds:schemaRefs>
</ds:datastoreItem>
</file>

<file path=customXml/itemProps2.xml><?xml version="1.0" encoding="utf-8"?>
<ds:datastoreItem xmlns:ds="http://schemas.openxmlformats.org/officeDocument/2006/customXml" ds:itemID="{5E4F7551-367F-486D-8B52-FA31EAD60105}"/>
</file>

<file path=customXml/itemProps3.xml><?xml version="1.0" encoding="utf-8"?>
<ds:datastoreItem xmlns:ds="http://schemas.openxmlformats.org/officeDocument/2006/customXml" ds:itemID="{EC96FB70-4968-40FA-9517-B9FA63940E67}"/>
</file>

<file path=customXml/itemProps4.xml><?xml version="1.0" encoding="utf-8"?>
<ds:datastoreItem xmlns:ds="http://schemas.openxmlformats.org/officeDocument/2006/customXml" ds:itemID="{40BB554E-EBB4-4C80-8817-2D436DDA1417}"/>
</file>

<file path=docProps/app.xml><?xml version="1.0" encoding="utf-8"?>
<Properties xmlns="http://schemas.openxmlformats.org/officeDocument/2006/extended-properties" xmlns:vt="http://schemas.openxmlformats.org/officeDocument/2006/docPropsVTypes">
  <Template>CED.dotm</Template>
  <TotalTime>91</TotalTime>
  <Pages>4</Pages>
  <Words>1062</Words>
  <Characters>6059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CED/C/20/1</vt:lpstr>
    </vt:vector>
  </TitlesOfParts>
  <Company>DCM</Company>
  <LinksUpToDate>false</LinksUpToDate>
  <CharactersWithSpaces>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CED/C/20/1</dc:title>
  <dc:subject>2014988</dc:subject>
  <dc:creator>dm</dc:creator>
  <cp:keywords/>
  <dc:description/>
  <cp:lastModifiedBy>DEJA Perrine</cp:lastModifiedBy>
  <cp:revision>4</cp:revision>
  <dcterms:created xsi:type="dcterms:W3CDTF">2021-05-19T13:38:00Z</dcterms:created>
  <dcterms:modified xsi:type="dcterms:W3CDTF">2021-05-19T15:34:00Z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0x01010037346F8149B5864995BB16826F75B454</vt:lpwstr>
  </property>
</Properties>
</file>