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FBB" w:rsidRDefault="00593238" w:rsidP="00623FBB">
      <w:pPr>
        <w:jc w:val="center"/>
        <w:rPr>
          <w:b/>
          <w:sz w:val="28"/>
          <w:szCs w:val="28"/>
          <w:lang w:val="fr-FR"/>
        </w:rPr>
      </w:pPr>
      <w:r>
        <w:rPr>
          <w:b/>
          <w:sz w:val="28"/>
          <w:szCs w:val="28"/>
          <w:lang w:val="fr-FR"/>
        </w:rPr>
        <w:t>Annexe 4</w:t>
      </w:r>
      <w:r w:rsidR="00623FBB">
        <w:rPr>
          <w:b/>
          <w:sz w:val="28"/>
          <w:szCs w:val="28"/>
          <w:lang w:val="fr-FR"/>
        </w:rPr>
        <w:t xml:space="preserve"> – </w:t>
      </w:r>
      <w:r w:rsidR="00623FBB" w:rsidRPr="00623FBB">
        <w:rPr>
          <w:b/>
          <w:sz w:val="28"/>
          <w:szCs w:val="28"/>
          <w:lang w:val="fr-FR"/>
        </w:rPr>
        <w:t>CAT</w:t>
      </w:r>
      <w:r w:rsidR="00623FBB">
        <w:rPr>
          <w:b/>
          <w:sz w:val="28"/>
          <w:szCs w:val="28"/>
          <w:lang w:val="fr-FR"/>
        </w:rPr>
        <w:t xml:space="preserve"> question § 7</w:t>
      </w:r>
    </w:p>
    <w:p w:rsidR="00623FBB" w:rsidRPr="00623FBB" w:rsidRDefault="00132A2E" w:rsidP="00623FBB">
      <w:pPr>
        <w:jc w:val="center"/>
        <w:rPr>
          <w:b/>
          <w:sz w:val="28"/>
          <w:szCs w:val="28"/>
          <w:lang w:val="fr-FR"/>
        </w:rPr>
      </w:pPr>
      <w:r>
        <w:rPr>
          <w:b/>
          <w:sz w:val="28"/>
          <w:szCs w:val="28"/>
          <w:lang w:val="fr-FR"/>
        </w:rPr>
        <w:t>I</w:t>
      </w:r>
      <w:r w:rsidR="00623FBB" w:rsidRPr="00623FBB">
        <w:rPr>
          <w:b/>
          <w:sz w:val="28"/>
          <w:szCs w:val="28"/>
          <w:lang w:val="fr-FR"/>
        </w:rPr>
        <w:t>nstruments législatifs adoptés depuis juillet 2012</w:t>
      </w:r>
    </w:p>
    <w:p w:rsidR="00623FBB" w:rsidRPr="007B49A3" w:rsidRDefault="00623FBB" w:rsidP="00623FBB">
      <w:pPr>
        <w:spacing w:after="0" w:line="240" w:lineRule="auto"/>
        <w:jc w:val="both"/>
        <w:rPr>
          <w:lang w:val="fr-FR"/>
        </w:rPr>
      </w:pPr>
    </w:p>
    <w:p w:rsidR="00623FBB" w:rsidRPr="007B49A3" w:rsidRDefault="00623FBB" w:rsidP="00623FBB">
      <w:pPr>
        <w:pStyle w:val="Paragraphedeliste"/>
        <w:numPr>
          <w:ilvl w:val="0"/>
          <w:numId w:val="1"/>
        </w:numPr>
        <w:spacing w:after="0" w:line="240" w:lineRule="auto"/>
        <w:jc w:val="both"/>
        <w:rPr>
          <w:b/>
          <w:bCs/>
          <w:lang w:val="fr-FR"/>
        </w:rPr>
      </w:pPr>
      <w:r w:rsidRPr="007B49A3">
        <w:rPr>
          <w:lang w:val="fr-FR"/>
        </w:rPr>
        <w:t>20 AVRIL 2015. - Décret portant assentiment à la modification de l'article 8, alinéa 7, de la Convention internationale du 7 mars 1966 sur l'élimination de toutes les formes de discrimination raciale, à la modification de l'article 20, alinéa 1er, de la Convention du 18 décembre 1979 sur l'élimination de toutes les formes de discrimination à l'égard des femmes et</w:t>
      </w:r>
      <w:r w:rsidRPr="00164A6D">
        <w:rPr>
          <w:lang w:val="fr-FR"/>
        </w:rPr>
        <w:t xml:space="preserve"> à la modification de l'article 17, alinéa 7, et de l'article 18, alinéa 5, de la Convention du 10 décembre 1984 contre la torture et autres peines ou traitements cruels, inhumains ou dégradants</w:t>
      </w:r>
    </w:p>
    <w:p w:rsidR="00623FBB" w:rsidRPr="007B49A3" w:rsidRDefault="00623FBB" w:rsidP="00623FBB">
      <w:pPr>
        <w:pStyle w:val="Paragraphedeliste"/>
        <w:spacing w:after="0" w:line="240" w:lineRule="auto"/>
        <w:jc w:val="both"/>
        <w:rPr>
          <w:b/>
          <w:bCs/>
          <w:lang w:val="fr-FR"/>
        </w:rPr>
      </w:pPr>
      <w:r w:rsidRPr="007B49A3">
        <w:rPr>
          <w:b/>
          <w:bCs/>
          <w:lang w:val="fr-FR"/>
        </w:rPr>
        <w:t>Publié le : 19-05-2015</w:t>
      </w:r>
    </w:p>
    <w:p w:rsidR="00623FBB" w:rsidRPr="007B49A3" w:rsidRDefault="00623FBB" w:rsidP="00623FBB">
      <w:pPr>
        <w:pStyle w:val="Paragraphedeliste"/>
        <w:spacing w:after="0" w:line="240" w:lineRule="auto"/>
        <w:jc w:val="both"/>
        <w:rPr>
          <w:b/>
          <w:bCs/>
          <w:lang w:val="fr-FR"/>
        </w:rPr>
      </w:pPr>
      <w:r w:rsidRPr="007B49A3">
        <w:rPr>
          <w:b/>
          <w:bCs/>
          <w:lang w:val="fr-FR"/>
        </w:rPr>
        <w:t>Source : COMMUNAUTE GERMANOPHONE</w:t>
      </w:r>
    </w:p>
    <w:p w:rsidR="00623FBB" w:rsidRPr="007B49A3" w:rsidRDefault="00623FBB" w:rsidP="00623FBB">
      <w:pPr>
        <w:spacing w:after="0" w:line="240" w:lineRule="auto"/>
        <w:jc w:val="both"/>
        <w:rPr>
          <w:b/>
          <w:bCs/>
          <w:lang w:val="fr-FR"/>
        </w:rPr>
      </w:pPr>
    </w:p>
    <w:p w:rsidR="00623FBB" w:rsidRPr="007B49A3" w:rsidRDefault="00623FBB" w:rsidP="00623FBB">
      <w:pPr>
        <w:pStyle w:val="Paragraphedeliste"/>
        <w:numPr>
          <w:ilvl w:val="0"/>
          <w:numId w:val="1"/>
        </w:numPr>
        <w:spacing w:after="0" w:line="240" w:lineRule="auto"/>
        <w:jc w:val="both"/>
        <w:rPr>
          <w:b/>
          <w:bCs/>
          <w:lang w:val="fr-FR"/>
        </w:rPr>
      </w:pPr>
      <w:r w:rsidRPr="007B49A3">
        <w:rPr>
          <w:lang w:val="fr-FR"/>
        </w:rPr>
        <w:t>13 MARS 2014. - Décret portant assentiment, pour ce qui concerne les matières dont l'exercice a été transféré par la Communauté française à la Région wallonne, à la Convention contre la torture et autres peines ou traitements cruels, inhumains ou dégradants, adoptée par l'assemblée générale de l'ONU le 10 décembre 1984, ainsi que son Protocole facultatif adopté par l'assemblée générale de l'ONU le 18 décembre 2002</w:t>
      </w:r>
    </w:p>
    <w:p w:rsidR="00623FBB" w:rsidRPr="007B49A3" w:rsidRDefault="00623FBB" w:rsidP="00623FBB">
      <w:pPr>
        <w:pStyle w:val="Paragraphedeliste"/>
        <w:spacing w:after="0" w:line="240" w:lineRule="auto"/>
        <w:jc w:val="both"/>
        <w:rPr>
          <w:b/>
          <w:bCs/>
          <w:lang w:val="fr-FR"/>
        </w:rPr>
      </w:pPr>
      <w:r w:rsidRPr="007B49A3">
        <w:rPr>
          <w:b/>
          <w:bCs/>
          <w:lang w:val="fr-FR"/>
        </w:rPr>
        <w:t xml:space="preserve">Publié le : 27-03-2014 </w:t>
      </w:r>
    </w:p>
    <w:p w:rsidR="00623FBB" w:rsidRPr="007B49A3" w:rsidRDefault="00623FBB" w:rsidP="00623FBB">
      <w:pPr>
        <w:pStyle w:val="Paragraphedeliste"/>
        <w:spacing w:after="0" w:line="240" w:lineRule="auto"/>
        <w:jc w:val="both"/>
        <w:rPr>
          <w:b/>
          <w:bCs/>
          <w:lang w:val="fr-FR"/>
        </w:rPr>
      </w:pPr>
      <w:r w:rsidRPr="007B49A3">
        <w:rPr>
          <w:b/>
          <w:bCs/>
          <w:lang w:val="fr-FR"/>
        </w:rPr>
        <w:t>Source : SERVICE PUBLIC DE WALLONIE</w:t>
      </w:r>
    </w:p>
    <w:p w:rsidR="00623FBB" w:rsidRPr="007B49A3" w:rsidRDefault="00623FBB" w:rsidP="00623FBB">
      <w:pPr>
        <w:spacing w:after="0" w:line="240" w:lineRule="auto"/>
        <w:jc w:val="both"/>
        <w:rPr>
          <w:b/>
          <w:bCs/>
          <w:lang w:val="fr-FR"/>
        </w:rPr>
      </w:pPr>
    </w:p>
    <w:p w:rsidR="00623FBB" w:rsidRPr="007B49A3" w:rsidRDefault="00623FBB" w:rsidP="00623FBB">
      <w:pPr>
        <w:pStyle w:val="Paragraphedeliste"/>
        <w:numPr>
          <w:ilvl w:val="0"/>
          <w:numId w:val="1"/>
        </w:numPr>
        <w:spacing w:after="0" w:line="240" w:lineRule="auto"/>
        <w:jc w:val="both"/>
        <w:rPr>
          <w:b/>
          <w:bCs/>
          <w:lang w:val="fr-FR"/>
        </w:rPr>
      </w:pPr>
      <w:r w:rsidRPr="007B49A3">
        <w:rPr>
          <w:lang w:val="fr-FR"/>
        </w:rPr>
        <w:t>13 MARS 2014. - Décret portant assentiment, pour ce qui concerne les matières dont l'exercice a été transféré par la Communauté française à la Région wallonne, à l'amendement à l'article 8, § 7, de la Convention internationale du 7 mars 1966 sur l'élimination de toutes les formes de discrimination raciale, à l'amendement à l'article 20, § 1er, de la Convention du 18 décembre 1979 sur l'élimination de toutes les formes de discrimination à l'égard des femmes, et aux amendements à l'article 17, § 7, et à l'article 18, § 5, de la Convention du 10 décembre 1984 contre la torture et autres peines ou traitements cruels, inhumains ou dégradants</w:t>
      </w:r>
    </w:p>
    <w:p w:rsidR="00623FBB" w:rsidRPr="007B49A3" w:rsidRDefault="00623FBB" w:rsidP="00623FBB">
      <w:pPr>
        <w:pStyle w:val="Paragraphedeliste"/>
        <w:spacing w:after="0" w:line="240" w:lineRule="auto"/>
        <w:jc w:val="both"/>
        <w:rPr>
          <w:b/>
          <w:bCs/>
          <w:lang w:val="fr-FR"/>
        </w:rPr>
      </w:pPr>
      <w:r w:rsidRPr="007B49A3">
        <w:rPr>
          <w:b/>
          <w:bCs/>
          <w:lang w:val="fr-FR"/>
        </w:rPr>
        <w:t xml:space="preserve">Publié le : 27-03-2014 </w:t>
      </w:r>
    </w:p>
    <w:p w:rsidR="00623FBB" w:rsidRPr="007B49A3" w:rsidRDefault="00623FBB" w:rsidP="00623FBB">
      <w:pPr>
        <w:pStyle w:val="Paragraphedeliste"/>
        <w:spacing w:after="0" w:line="240" w:lineRule="auto"/>
        <w:jc w:val="both"/>
        <w:rPr>
          <w:b/>
          <w:bCs/>
          <w:lang w:val="fr-FR"/>
        </w:rPr>
      </w:pPr>
      <w:r w:rsidRPr="007B49A3">
        <w:rPr>
          <w:b/>
          <w:bCs/>
          <w:lang w:val="fr-FR"/>
        </w:rPr>
        <w:t>Source : SERVICE PUBLIC DE WALLONIE</w:t>
      </w:r>
    </w:p>
    <w:p w:rsidR="00623FBB" w:rsidRPr="007B49A3" w:rsidRDefault="00623FBB" w:rsidP="00623FBB">
      <w:pPr>
        <w:spacing w:after="0" w:line="240" w:lineRule="auto"/>
        <w:jc w:val="both"/>
        <w:rPr>
          <w:b/>
          <w:bCs/>
          <w:lang w:val="fr-FR"/>
        </w:rPr>
      </w:pPr>
    </w:p>
    <w:p w:rsidR="00623FBB" w:rsidRPr="007B49A3" w:rsidRDefault="00623FBB" w:rsidP="00623FBB">
      <w:pPr>
        <w:pStyle w:val="Paragraphedeliste"/>
        <w:numPr>
          <w:ilvl w:val="0"/>
          <w:numId w:val="1"/>
        </w:numPr>
        <w:spacing w:after="0" w:line="240" w:lineRule="auto"/>
        <w:jc w:val="both"/>
        <w:rPr>
          <w:b/>
          <w:bCs/>
          <w:lang w:val="fr-FR"/>
        </w:rPr>
      </w:pPr>
      <w:r w:rsidRPr="007B49A3">
        <w:rPr>
          <w:lang w:val="fr-FR"/>
        </w:rPr>
        <w:t>13 MARS 2014. - Décret portant assentiment à la Convention contre la torture et autres peines ou traitements cruels, inhumains ou dégradants, adoptée par l'Assemblée générale de l'ONU le 10 décembre 1984, ainsi que son Protocole facultatif adopté par l'Assemblée générale de l'ONU le 18 décembre 2002</w:t>
      </w:r>
    </w:p>
    <w:p w:rsidR="00623FBB" w:rsidRPr="007B49A3" w:rsidRDefault="00623FBB" w:rsidP="00623FBB">
      <w:pPr>
        <w:pStyle w:val="Paragraphedeliste"/>
        <w:spacing w:after="0" w:line="240" w:lineRule="auto"/>
        <w:jc w:val="both"/>
        <w:rPr>
          <w:b/>
          <w:bCs/>
          <w:lang w:val="fr-FR"/>
        </w:rPr>
      </w:pPr>
      <w:r w:rsidRPr="007B49A3">
        <w:rPr>
          <w:b/>
          <w:bCs/>
          <w:lang w:val="fr-FR"/>
        </w:rPr>
        <w:t xml:space="preserve">Publié le : 28-03-2014 </w:t>
      </w:r>
    </w:p>
    <w:p w:rsidR="00623FBB" w:rsidRPr="007B49A3" w:rsidRDefault="00623FBB" w:rsidP="00623FBB">
      <w:pPr>
        <w:pStyle w:val="Paragraphedeliste"/>
        <w:spacing w:after="0" w:line="240" w:lineRule="auto"/>
        <w:jc w:val="both"/>
        <w:rPr>
          <w:b/>
          <w:bCs/>
          <w:lang w:val="fr-FR"/>
        </w:rPr>
      </w:pPr>
      <w:r w:rsidRPr="007B49A3">
        <w:rPr>
          <w:b/>
          <w:bCs/>
          <w:lang w:val="fr-FR"/>
        </w:rPr>
        <w:t>Source : SERVICE PUBLIC DE WALLONIE</w:t>
      </w:r>
    </w:p>
    <w:p w:rsidR="00623FBB" w:rsidRPr="007B49A3" w:rsidRDefault="00623FBB" w:rsidP="00623FBB">
      <w:pPr>
        <w:pStyle w:val="Paragraphedeliste"/>
        <w:spacing w:after="0" w:line="240" w:lineRule="auto"/>
        <w:jc w:val="both"/>
        <w:rPr>
          <w:b/>
          <w:bCs/>
          <w:lang w:val="fr-FR"/>
        </w:rPr>
      </w:pPr>
    </w:p>
    <w:p w:rsidR="00623FBB" w:rsidRPr="007B49A3" w:rsidRDefault="00623FBB" w:rsidP="00623FBB">
      <w:pPr>
        <w:pStyle w:val="Paragraphedeliste"/>
        <w:numPr>
          <w:ilvl w:val="0"/>
          <w:numId w:val="1"/>
        </w:numPr>
        <w:spacing w:after="0" w:line="240" w:lineRule="auto"/>
        <w:jc w:val="both"/>
        <w:rPr>
          <w:b/>
          <w:bCs/>
          <w:lang w:val="fr-FR"/>
        </w:rPr>
      </w:pPr>
      <w:r w:rsidRPr="007B49A3">
        <w:rPr>
          <w:lang w:val="fr-FR"/>
        </w:rPr>
        <w:t>13 MARS 2014. - Décret portant assentiment à l'amendement à l'article 8, § 7, de la Convention internationale du 7 mars 1966 sur l'élimination de toutes les formes de discrimination raciale, à l'amendement à l'article 20, § 1er, de la Convention du 18 décembre 1979 sur l'élimination de toutes les formes de discrimination à l'égard des femmes, et aux amendements à l'article 17, § 7, et à l'article 18, § 5, de la Convention du 10 décembre 1984 contre la torture et autres peines ou traitements cruels, inhumains ou dégradants</w:t>
      </w:r>
    </w:p>
    <w:p w:rsidR="00623FBB" w:rsidRPr="007B49A3" w:rsidRDefault="00623FBB" w:rsidP="00623FBB">
      <w:pPr>
        <w:pStyle w:val="Paragraphedeliste"/>
        <w:spacing w:after="0" w:line="240" w:lineRule="auto"/>
        <w:jc w:val="both"/>
        <w:rPr>
          <w:b/>
          <w:bCs/>
          <w:lang w:val="fr-FR"/>
        </w:rPr>
      </w:pPr>
      <w:r w:rsidRPr="007B49A3">
        <w:rPr>
          <w:b/>
          <w:bCs/>
          <w:lang w:val="fr-FR"/>
        </w:rPr>
        <w:t>Publié le : 28-03-2014</w:t>
      </w:r>
    </w:p>
    <w:p w:rsidR="00623FBB" w:rsidRDefault="00623FBB" w:rsidP="00623FBB">
      <w:pPr>
        <w:pStyle w:val="Paragraphedeliste"/>
        <w:spacing w:after="0" w:line="240" w:lineRule="auto"/>
        <w:jc w:val="both"/>
        <w:rPr>
          <w:b/>
          <w:bCs/>
          <w:lang w:val="fr-FR"/>
        </w:rPr>
      </w:pPr>
      <w:r w:rsidRPr="007B49A3">
        <w:rPr>
          <w:b/>
          <w:bCs/>
          <w:lang w:val="fr-FR"/>
        </w:rPr>
        <w:t>Source : SERVICE PUBLIC DE WALLONIE</w:t>
      </w:r>
    </w:p>
    <w:p w:rsidR="00132A2E" w:rsidRPr="007B49A3" w:rsidRDefault="00132A2E" w:rsidP="00623FBB">
      <w:pPr>
        <w:pStyle w:val="Paragraphedeliste"/>
        <w:spacing w:after="0" w:line="240" w:lineRule="auto"/>
        <w:jc w:val="both"/>
        <w:rPr>
          <w:b/>
          <w:bCs/>
          <w:lang w:val="fr-FR"/>
        </w:rPr>
      </w:pPr>
    </w:p>
    <w:p w:rsidR="00623FBB" w:rsidRPr="007B49A3" w:rsidRDefault="00623FBB" w:rsidP="00623FBB">
      <w:pPr>
        <w:pStyle w:val="Paragraphedeliste"/>
        <w:numPr>
          <w:ilvl w:val="0"/>
          <w:numId w:val="1"/>
        </w:numPr>
        <w:spacing w:after="0" w:line="240" w:lineRule="auto"/>
        <w:jc w:val="both"/>
        <w:rPr>
          <w:b/>
          <w:bCs/>
          <w:lang w:val="fr-FR"/>
        </w:rPr>
      </w:pPr>
      <w:r w:rsidRPr="007B49A3">
        <w:rPr>
          <w:lang w:val="fr-FR"/>
        </w:rPr>
        <w:lastRenderedPageBreak/>
        <w:t>13 MARS 2014. - Décret portant assentiment, pour ce qui concerne les matières dont l'exercice a été transféré par la Communauté française à la Région wallonne, à l'amendement à l'article 8, § 7, de la Convention internationale du 7 mars 1966 sur l'élimination de toutes les formes de discrimination raciale, à l'amendement à l'article 20, § 1er, de la Convention du 18 décembre 1979 sur l'élimination de toutes les formes de discrimination à l'égard des femmes, et aux amendements à l'article 17, § 7, et à l'article 18, § 5, de la Convention du 10 décembre 1984 contre la torture et autres peines ou traitements cruels, inhumains ou dégradants</w:t>
      </w:r>
    </w:p>
    <w:p w:rsidR="00623FBB" w:rsidRPr="007B49A3" w:rsidRDefault="00623FBB" w:rsidP="00623FBB">
      <w:pPr>
        <w:pStyle w:val="Paragraphedeliste"/>
        <w:spacing w:after="0" w:line="240" w:lineRule="auto"/>
        <w:jc w:val="both"/>
        <w:rPr>
          <w:b/>
          <w:bCs/>
          <w:lang w:val="fr-FR"/>
        </w:rPr>
      </w:pPr>
      <w:r w:rsidRPr="007B49A3">
        <w:rPr>
          <w:b/>
          <w:bCs/>
          <w:lang w:val="fr-FR"/>
        </w:rPr>
        <w:t>Publié le : 11-04-2014</w:t>
      </w:r>
    </w:p>
    <w:p w:rsidR="00623FBB" w:rsidRPr="007B49A3" w:rsidRDefault="00623FBB" w:rsidP="00623FBB">
      <w:pPr>
        <w:pStyle w:val="Paragraphedeliste"/>
        <w:spacing w:after="0" w:line="240" w:lineRule="auto"/>
        <w:jc w:val="both"/>
        <w:rPr>
          <w:b/>
          <w:bCs/>
          <w:lang w:val="fr-FR"/>
        </w:rPr>
      </w:pPr>
      <w:r w:rsidRPr="007B49A3">
        <w:rPr>
          <w:b/>
          <w:bCs/>
          <w:lang w:val="fr-FR"/>
        </w:rPr>
        <w:t>Source : SERVICE PUBLIC DE WALLONIE</w:t>
      </w:r>
    </w:p>
    <w:p w:rsidR="00623FBB" w:rsidRPr="007B49A3" w:rsidRDefault="00623FBB" w:rsidP="00623FBB">
      <w:pPr>
        <w:pStyle w:val="Paragraphedeliste"/>
        <w:spacing w:after="0" w:line="240" w:lineRule="auto"/>
        <w:jc w:val="both"/>
        <w:rPr>
          <w:b/>
          <w:bCs/>
          <w:lang w:val="fr-FR"/>
        </w:rPr>
      </w:pPr>
    </w:p>
    <w:p w:rsidR="00623FBB" w:rsidRPr="007B49A3" w:rsidRDefault="00623FBB" w:rsidP="00623FBB">
      <w:pPr>
        <w:pStyle w:val="Paragraphedeliste"/>
        <w:numPr>
          <w:ilvl w:val="0"/>
          <w:numId w:val="1"/>
        </w:numPr>
        <w:spacing w:after="0" w:line="240" w:lineRule="auto"/>
        <w:jc w:val="both"/>
        <w:rPr>
          <w:lang w:val="fr-FR"/>
        </w:rPr>
      </w:pPr>
      <w:r w:rsidRPr="007B49A3">
        <w:rPr>
          <w:lang w:val="fr-FR"/>
        </w:rPr>
        <w:t>27 FEVRIER 2014. - Ordonnance portant assentiment : - à l'amendement à la Convention internationale du 7 mars 1966 sur l'élimination de toutes les formes de discrimination raciale; - à l'amendement à la Convention du 18 décembre 1979 sur l'élimination de toutes les formes de discrimination à l'égard des femmes; et - aux amendements à la Convention du 10 décembre 1984 contre la torture et autres peines ou traitements cruels, inhumains ou dégradants</w:t>
      </w:r>
    </w:p>
    <w:p w:rsidR="00623FBB" w:rsidRPr="007B49A3" w:rsidRDefault="00623FBB" w:rsidP="00623FBB">
      <w:pPr>
        <w:pStyle w:val="Paragraphedeliste"/>
        <w:spacing w:after="0" w:line="240" w:lineRule="auto"/>
        <w:jc w:val="both"/>
        <w:rPr>
          <w:b/>
          <w:bCs/>
          <w:lang w:val="fr-FR"/>
        </w:rPr>
      </w:pPr>
      <w:r w:rsidRPr="007B49A3">
        <w:rPr>
          <w:b/>
          <w:bCs/>
          <w:lang w:val="fr-FR"/>
        </w:rPr>
        <w:t xml:space="preserve">Publié le : 02-04-2014 </w:t>
      </w:r>
    </w:p>
    <w:p w:rsidR="00623FBB" w:rsidRPr="007B49A3" w:rsidRDefault="00623FBB" w:rsidP="00623FBB">
      <w:pPr>
        <w:pStyle w:val="Paragraphedeliste"/>
        <w:spacing w:after="0" w:line="240" w:lineRule="auto"/>
        <w:jc w:val="both"/>
        <w:rPr>
          <w:b/>
          <w:bCs/>
          <w:lang w:val="fr-FR"/>
        </w:rPr>
      </w:pPr>
      <w:r w:rsidRPr="007B49A3">
        <w:rPr>
          <w:b/>
          <w:bCs/>
          <w:lang w:val="fr-FR"/>
        </w:rPr>
        <w:t>Source : REGION DE BRUXELLES-CAPITALE</w:t>
      </w:r>
    </w:p>
    <w:p w:rsidR="00623FBB" w:rsidRPr="007B49A3" w:rsidRDefault="00623FBB" w:rsidP="00623FBB">
      <w:pPr>
        <w:pStyle w:val="Paragraphedeliste"/>
        <w:spacing w:after="0" w:line="240" w:lineRule="auto"/>
        <w:jc w:val="both"/>
        <w:rPr>
          <w:b/>
          <w:bCs/>
          <w:lang w:val="fr-FR"/>
        </w:rPr>
      </w:pPr>
    </w:p>
    <w:p w:rsidR="00623FBB" w:rsidRPr="007B49A3" w:rsidRDefault="00623FBB" w:rsidP="00623FBB">
      <w:pPr>
        <w:pStyle w:val="Paragraphedeliste"/>
        <w:numPr>
          <w:ilvl w:val="0"/>
          <w:numId w:val="1"/>
        </w:numPr>
        <w:spacing w:after="0" w:line="240" w:lineRule="auto"/>
        <w:jc w:val="both"/>
        <w:rPr>
          <w:b/>
          <w:bCs/>
          <w:lang w:val="fr-FR"/>
        </w:rPr>
      </w:pPr>
      <w:r w:rsidRPr="007B49A3">
        <w:rPr>
          <w:lang w:val="fr-FR"/>
        </w:rPr>
        <w:t>27 FEVRIER 2014. - Décret portant assentiment à la Convention contre la torture et autres peines ou traitements cruels, inhumains ou dégradants, adoptée par l'assemblée générale de l'ONU, le 10 décembre 1984, ainsi que son protocole facultatif adopté par l'assemblée générale de l'ONU le 18 décembre 2002</w:t>
      </w:r>
    </w:p>
    <w:p w:rsidR="00623FBB" w:rsidRPr="007B49A3" w:rsidRDefault="00623FBB" w:rsidP="00623FBB">
      <w:pPr>
        <w:pStyle w:val="Paragraphedeliste"/>
        <w:spacing w:after="0" w:line="240" w:lineRule="auto"/>
        <w:jc w:val="both"/>
        <w:rPr>
          <w:b/>
          <w:bCs/>
          <w:lang w:val="fr-FR"/>
        </w:rPr>
      </w:pPr>
      <w:r w:rsidRPr="007B49A3">
        <w:rPr>
          <w:b/>
          <w:bCs/>
          <w:lang w:val="fr-FR"/>
        </w:rPr>
        <w:t>Publié le : 22-04-2014</w:t>
      </w:r>
    </w:p>
    <w:p w:rsidR="00623FBB" w:rsidRPr="007B49A3" w:rsidRDefault="00623FBB" w:rsidP="00623FBB">
      <w:pPr>
        <w:pStyle w:val="Paragraphedeliste"/>
        <w:spacing w:after="0" w:line="240" w:lineRule="auto"/>
        <w:jc w:val="both"/>
        <w:rPr>
          <w:b/>
          <w:bCs/>
          <w:lang w:val="fr-FR"/>
        </w:rPr>
      </w:pPr>
      <w:r w:rsidRPr="007B49A3">
        <w:rPr>
          <w:b/>
          <w:bCs/>
          <w:lang w:val="fr-FR"/>
        </w:rPr>
        <w:t>Source : COMMUNAUTE FRANCAISE</w:t>
      </w:r>
    </w:p>
    <w:p w:rsidR="00623FBB" w:rsidRPr="007B49A3" w:rsidRDefault="00623FBB" w:rsidP="00623FBB">
      <w:pPr>
        <w:pStyle w:val="Paragraphedeliste"/>
        <w:spacing w:after="0" w:line="240" w:lineRule="auto"/>
        <w:jc w:val="both"/>
        <w:rPr>
          <w:b/>
          <w:bCs/>
          <w:lang w:val="fr-FR"/>
        </w:rPr>
      </w:pPr>
    </w:p>
    <w:p w:rsidR="00623FBB" w:rsidRPr="007B49A3" w:rsidRDefault="00623FBB" w:rsidP="00623FBB">
      <w:pPr>
        <w:pStyle w:val="Paragraphedeliste"/>
        <w:numPr>
          <w:ilvl w:val="0"/>
          <w:numId w:val="1"/>
        </w:numPr>
        <w:spacing w:after="0" w:line="240" w:lineRule="auto"/>
        <w:jc w:val="both"/>
        <w:rPr>
          <w:lang w:val="fr-FR"/>
        </w:rPr>
      </w:pPr>
      <w:r w:rsidRPr="007B49A3">
        <w:rPr>
          <w:lang w:val="fr-FR"/>
        </w:rPr>
        <w:t>27 FEVRIER 2014. - Décret portant assentiment à l'amendement à l'article 8, paragraphe 7 de la Convention internationale du 7 mars 1966 sur l'élimination de toutes les formes de discrimination raciale, amendement à l'article 20, paragraphe 1er de la Convention du 18 décembre 1979 sur l'élimination de toutes les formes de discrimination à l'égard des femmes, et amendements à l'article 17, paragraphe 7 et à l'article 18, paragraphe 5 de la Convention du 10 décembre 1984 contre la torture et autres peines ou traitements cruels, inhumains ou dégradants</w:t>
      </w:r>
    </w:p>
    <w:p w:rsidR="00623FBB" w:rsidRPr="007B49A3" w:rsidRDefault="00623FBB" w:rsidP="00623FBB">
      <w:pPr>
        <w:pStyle w:val="Paragraphedeliste"/>
        <w:spacing w:after="0" w:line="240" w:lineRule="auto"/>
        <w:jc w:val="both"/>
        <w:rPr>
          <w:b/>
          <w:bCs/>
          <w:lang w:val="fr-FR"/>
        </w:rPr>
      </w:pPr>
      <w:r w:rsidRPr="007B49A3">
        <w:rPr>
          <w:b/>
          <w:bCs/>
          <w:lang w:val="fr-FR"/>
        </w:rPr>
        <w:t>Publié le : 25-04-2014</w:t>
      </w:r>
    </w:p>
    <w:p w:rsidR="00623FBB" w:rsidRPr="007B49A3" w:rsidRDefault="00623FBB" w:rsidP="00623FBB">
      <w:pPr>
        <w:pStyle w:val="Paragraphedeliste"/>
        <w:spacing w:after="0" w:line="240" w:lineRule="auto"/>
        <w:jc w:val="both"/>
        <w:rPr>
          <w:b/>
          <w:bCs/>
          <w:lang w:val="fr-FR"/>
        </w:rPr>
      </w:pPr>
      <w:r w:rsidRPr="007B49A3">
        <w:rPr>
          <w:b/>
          <w:bCs/>
          <w:lang w:val="fr-FR"/>
        </w:rPr>
        <w:t>Source : COMMUNAUTE FRANCAISE</w:t>
      </w:r>
    </w:p>
    <w:p w:rsidR="00623FBB" w:rsidRPr="007B49A3" w:rsidRDefault="00623FBB" w:rsidP="00623FBB">
      <w:pPr>
        <w:pStyle w:val="Paragraphedeliste"/>
        <w:spacing w:after="0" w:line="240" w:lineRule="auto"/>
        <w:jc w:val="both"/>
        <w:rPr>
          <w:b/>
          <w:bCs/>
          <w:lang w:val="fr-FR"/>
        </w:rPr>
      </w:pPr>
    </w:p>
    <w:p w:rsidR="00623FBB" w:rsidRPr="007B49A3" w:rsidRDefault="00623FBB" w:rsidP="00623FBB">
      <w:pPr>
        <w:pStyle w:val="Paragraphedeliste"/>
        <w:numPr>
          <w:ilvl w:val="0"/>
          <w:numId w:val="1"/>
        </w:numPr>
        <w:spacing w:after="0" w:line="240" w:lineRule="auto"/>
        <w:jc w:val="both"/>
        <w:rPr>
          <w:lang w:val="fr-FR"/>
        </w:rPr>
      </w:pPr>
      <w:r w:rsidRPr="007B49A3">
        <w:rPr>
          <w:lang w:val="fr-FR"/>
        </w:rPr>
        <w:t>30 JANVIER 2014. - Ordonnance portant assentiment : - à l'amendement à la Convention internationale du 7 mars 1966 sur l'élimination de toutes les formes de discrimination raciale; - à l'amendement à la Convention internationale du 18 décembre 1979 sur l'élimination de toutes les formes de discrimination à l'égard des femmes; et - aux amendements à la Convention internationale du 10 décembre 1984 contre la torture et autres peines ou traitements cruels, inhumains ou dégradants</w:t>
      </w:r>
    </w:p>
    <w:p w:rsidR="00623FBB" w:rsidRPr="007B49A3" w:rsidRDefault="00623FBB" w:rsidP="00623FBB">
      <w:pPr>
        <w:pStyle w:val="Paragraphedeliste"/>
        <w:spacing w:after="0" w:line="240" w:lineRule="auto"/>
        <w:jc w:val="both"/>
        <w:rPr>
          <w:b/>
          <w:bCs/>
          <w:lang w:val="fr-FR"/>
        </w:rPr>
      </w:pPr>
      <w:r w:rsidRPr="007B49A3">
        <w:rPr>
          <w:b/>
          <w:bCs/>
          <w:lang w:val="fr-FR"/>
        </w:rPr>
        <w:t xml:space="preserve">Publié le : 06-03-2014 </w:t>
      </w:r>
    </w:p>
    <w:p w:rsidR="00623FBB" w:rsidRPr="007B49A3" w:rsidRDefault="00623FBB" w:rsidP="00623FBB">
      <w:pPr>
        <w:pStyle w:val="Paragraphedeliste"/>
        <w:spacing w:after="0" w:line="240" w:lineRule="auto"/>
        <w:jc w:val="both"/>
        <w:rPr>
          <w:b/>
          <w:bCs/>
          <w:lang w:val="fr-FR"/>
        </w:rPr>
      </w:pPr>
      <w:r w:rsidRPr="007B49A3">
        <w:rPr>
          <w:b/>
          <w:bCs/>
          <w:lang w:val="fr-FR"/>
        </w:rPr>
        <w:t>Source : REGION DE BRUXELLES-CAPITALE</w:t>
      </w:r>
    </w:p>
    <w:p w:rsidR="00552C82" w:rsidRDefault="00552C82">
      <w:pPr>
        <w:rPr>
          <w:b/>
          <w:bCs/>
          <w:lang w:val="fr-FR"/>
        </w:rPr>
      </w:pPr>
      <w:r>
        <w:rPr>
          <w:b/>
          <w:bCs/>
          <w:lang w:val="fr-FR"/>
        </w:rPr>
        <w:br w:type="page"/>
      </w:r>
    </w:p>
    <w:p w:rsidR="00623FBB" w:rsidRPr="007B49A3" w:rsidRDefault="00623FBB" w:rsidP="00623FBB">
      <w:pPr>
        <w:pStyle w:val="Paragraphedeliste"/>
        <w:spacing w:after="0" w:line="240" w:lineRule="auto"/>
        <w:jc w:val="both"/>
        <w:rPr>
          <w:b/>
          <w:bCs/>
          <w:lang w:val="fr-FR"/>
        </w:rPr>
      </w:pPr>
      <w:bookmarkStart w:id="0" w:name="_GoBack"/>
      <w:bookmarkEnd w:id="0"/>
    </w:p>
    <w:p w:rsidR="00623FBB" w:rsidRPr="007B49A3" w:rsidRDefault="00623FBB" w:rsidP="00623FBB">
      <w:pPr>
        <w:pStyle w:val="Paragraphedeliste"/>
        <w:numPr>
          <w:ilvl w:val="0"/>
          <w:numId w:val="1"/>
        </w:numPr>
        <w:spacing w:after="0" w:line="240" w:lineRule="auto"/>
        <w:jc w:val="both"/>
        <w:rPr>
          <w:lang w:val="fr-FR"/>
        </w:rPr>
      </w:pPr>
      <w:r w:rsidRPr="007B49A3">
        <w:rPr>
          <w:lang w:val="fr-FR"/>
        </w:rPr>
        <w:t>22 NOVEMBRE 2013. - DECRET portant assentiment aux modifications de la Convention sur l'élimination de toutes les formes de discrimination raciale, faite à New York le 7 mars 1966, la Convention sur l'élimination de toutes les formes de discrimination à l'égard des femmes, faite à New York le 18 décembre 1979 et la Convention contre la torture et autres peines ou traitements cruels, inhumains ou dégradants, faite à New York le 10 décembre 1984</w:t>
      </w:r>
    </w:p>
    <w:p w:rsidR="00623FBB" w:rsidRPr="007B49A3" w:rsidRDefault="00623FBB" w:rsidP="00623FBB">
      <w:pPr>
        <w:pStyle w:val="Paragraphedeliste"/>
        <w:spacing w:after="0" w:line="240" w:lineRule="auto"/>
        <w:jc w:val="both"/>
        <w:rPr>
          <w:b/>
          <w:bCs/>
          <w:lang w:val="fr-FR"/>
        </w:rPr>
      </w:pPr>
      <w:r w:rsidRPr="007B49A3">
        <w:rPr>
          <w:b/>
          <w:bCs/>
          <w:lang w:val="fr-FR"/>
        </w:rPr>
        <w:t xml:space="preserve">Publié le : 18-12-2013 </w:t>
      </w:r>
    </w:p>
    <w:p w:rsidR="00623FBB" w:rsidRPr="007B49A3" w:rsidRDefault="00623FBB" w:rsidP="00623FBB">
      <w:pPr>
        <w:pStyle w:val="Paragraphedeliste"/>
        <w:spacing w:after="0" w:line="240" w:lineRule="auto"/>
        <w:jc w:val="both"/>
        <w:rPr>
          <w:b/>
          <w:bCs/>
          <w:lang w:val="fr-FR"/>
        </w:rPr>
      </w:pPr>
      <w:r w:rsidRPr="007B49A3">
        <w:rPr>
          <w:b/>
          <w:bCs/>
          <w:lang w:val="fr-FR"/>
        </w:rPr>
        <w:t>Source : AUTORITE FLAMANDE</w:t>
      </w:r>
    </w:p>
    <w:p w:rsidR="00623FBB" w:rsidRPr="007B49A3" w:rsidRDefault="00623FBB" w:rsidP="00623FBB">
      <w:pPr>
        <w:pStyle w:val="Paragraphedeliste"/>
        <w:spacing w:after="0" w:line="240" w:lineRule="auto"/>
        <w:jc w:val="both"/>
        <w:rPr>
          <w:b/>
          <w:bCs/>
          <w:lang w:val="fr-FR"/>
        </w:rPr>
      </w:pPr>
    </w:p>
    <w:p w:rsidR="00623FBB" w:rsidRPr="007B49A3" w:rsidRDefault="00623FBB" w:rsidP="00623FBB">
      <w:pPr>
        <w:pStyle w:val="Paragraphedeliste"/>
        <w:numPr>
          <w:ilvl w:val="0"/>
          <w:numId w:val="1"/>
        </w:numPr>
        <w:spacing w:after="0" w:line="240" w:lineRule="auto"/>
        <w:jc w:val="both"/>
        <w:rPr>
          <w:b/>
          <w:bCs/>
          <w:lang w:val="fr-FR"/>
        </w:rPr>
      </w:pPr>
      <w:r w:rsidRPr="007B49A3">
        <w:rPr>
          <w:lang w:val="fr-FR"/>
        </w:rPr>
        <w:t>13 JUILLET 2012. - DECRET portant assentiment au Protocole facultatif à la Convention contre la torture et autres peines ou traitements cruels, inhumains ou dégradants, fait à New York le 18 décembre 2002</w:t>
      </w:r>
    </w:p>
    <w:p w:rsidR="00623FBB" w:rsidRPr="007B49A3" w:rsidRDefault="00623FBB" w:rsidP="00623FBB">
      <w:pPr>
        <w:pStyle w:val="Paragraphedeliste"/>
        <w:spacing w:after="0" w:line="240" w:lineRule="auto"/>
        <w:jc w:val="both"/>
        <w:rPr>
          <w:b/>
          <w:bCs/>
          <w:lang w:val="fr-FR"/>
        </w:rPr>
      </w:pPr>
      <w:r w:rsidRPr="007B49A3">
        <w:rPr>
          <w:b/>
          <w:bCs/>
          <w:lang w:val="fr-FR"/>
        </w:rPr>
        <w:t>Publié le : 11-09-2012</w:t>
      </w:r>
    </w:p>
    <w:p w:rsidR="00623FBB" w:rsidRPr="007B49A3" w:rsidRDefault="00623FBB" w:rsidP="00623FBB">
      <w:pPr>
        <w:pStyle w:val="Paragraphedeliste"/>
        <w:spacing w:after="0" w:line="240" w:lineRule="auto"/>
        <w:jc w:val="both"/>
        <w:rPr>
          <w:lang w:val="fr-FR"/>
        </w:rPr>
      </w:pPr>
      <w:r w:rsidRPr="007B49A3">
        <w:rPr>
          <w:b/>
          <w:bCs/>
          <w:lang w:val="fr-FR"/>
        </w:rPr>
        <w:t>Source : AUTORITE FLAMANDE</w:t>
      </w:r>
    </w:p>
    <w:p w:rsidR="00623FBB" w:rsidRPr="007B49A3" w:rsidRDefault="00623FBB" w:rsidP="00623FBB">
      <w:pPr>
        <w:spacing w:after="0" w:line="240" w:lineRule="auto"/>
        <w:jc w:val="both"/>
        <w:rPr>
          <w:lang w:val="fr-FR"/>
        </w:rPr>
      </w:pPr>
    </w:p>
    <w:p w:rsidR="002279B9" w:rsidRPr="00623FBB" w:rsidRDefault="002279B9" w:rsidP="00623FBB"/>
    <w:sectPr w:rsidR="002279B9" w:rsidRPr="00623FB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63F" w:rsidRDefault="00E3263F" w:rsidP="00E3263F">
      <w:pPr>
        <w:spacing w:after="0" w:line="240" w:lineRule="auto"/>
      </w:pPr>
      <w:r>
        <w:separator/>
      </w:r>
    </w:p>
  </w:endnote>
  <w:endnote w:type="continuationSeparator" w:id="0">
    <w:p w:rsidR="00E3263F" w:rsidRDefault="00E3263F" w:rsidP="00E32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63F" w:rsidRDefault="00E3263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102920"/>
      <w:docPartObj>
        <w:docPartGallery w:val="Page Numbers (Bottom of Page)"/>
        <w:docPartUnique/>
      </w:docPartObj>
    </w:sdtPr>
    <w:sdtEndPr/>
    <w:sdtContent>
      <w:p w:rsidR="00E3263F" w:rsidRDefault="00E3263F">
        <w:pPr>
          <w:pStyle w:val="Pieddepage"/>
          <w:jc w:val="right"/>
        </w:pPr>
        <w:r>
          <w:fldChar w:fldCharType="begin"/>
        </w:r>
        <w:r>
          <w:instrText>PAGE   \* MERGEFORMAT</w:instrText>
        </w:r>
        <w:r>
          <w:fldChar w:fldCharType="separate"/>
        </w:r>
        <w:r w:rsidR="00552C82" w:rsidRPr="00552C82">
          <w:rPr>
            <w:noProof/>
            <w:lang w:val="fr-FR"/>
          </w:rPr>
          <w:t>2</w:t>
        </w:r>
        <w:r>
          <w:fldChar w:fldCharType="end"/>
        </w:r>
      </w:p>
    </w:sdtContent>
  </w:sdt>
  <w:p w:rsidR="00E3263F" w:rsidRDefault="00E3263F">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63F" w:rsidRDefault="00E326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63F" w:rsidRDefault="00E3263F" w:rsidP="00E3263F">
      <w:pPr>
        <w:spacing w:after="0" w:line="240" w:lineRule="auto"/>
      </w:pPr>
      <w:r>
        <w:separator/>
      </w:r>
    </w:p>
  </w:footnote>
  <w:footnote w:type="continuationSeparator" w:id="0">
    <w:p w:rsidR="00E3263F" w:rsidRDefault="00E3263F" w:rsidP="00E326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63F" w:rsidRDefault="00E3263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63F" w:rsidRDefault="00E3263F">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63F" w:rsidRDefault="00E3263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0171D"/>
    <w:multiLevelType w:val="hybridMultilevel"/>
    <w:tmpl w:val="AFD07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9B9"/>
    <w:rsid w:val="00132A2E"/>
    <w:rsid w:val="002279B9"/>
    <w:rsid w:val="00534CC3"/>
    <w:rsid w:val="00552C82"/>
    <w:rsid w:val="00593238"/>
    <w:rsid w:val="00623FBB"/>
    <w:rsid w:val="00D05F49"/>
    <w:rsid w:val="00E326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2D1950A-C58A-4144-A94D-C23A9875F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FB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279B9"/>
    <w:pPr>
      <w:autoSpaceDE w:val="0"/>
      <w:autoSpaceDN w:val="0"/>
      <w:adjustRightInd w:val="0"/>
      <w:spacing w:after="0" w:line="240" w:lineRule="auto"/>
    </w:pPr>
    <w:rPr>
      <w:rFonts w:ascii="Times New Roman" w:hAnsi="Times New Roman" w:cs="Times New Roman"/>
      <w:color w:val="000000"/>
      <w:sz w:val="24"/>
      <w:szCs w:val="24"/>
    </w:rPr>
  </w:style>
  <w:style w:type="paragraph" w:styleId="Paragraphedeliste">
    <w:name w:val="List Paragraph"/>
    <w:basedOn w:val="Normal"/>
    <w:uiPriority w:val="34"/>
    <w:qFormat/>
    <w:rsid w:val="00623FBB"/>
    <w:pPr>
      <w:ind w:left="720"/>
      <w:contextualSpacing/>
    </w:pPr>
  </w:style>
  <w:style w:type="paragraph" w:styleId="En-tte">
    <w:name w:val="header"/>
    <w:basedOn w:val="Normal"/>
    <w:link w:val="En-tteCar"/>
    <w:uiPriority w:val="99"/>
    <w:unhideWhenUsed/>
    <w:rsid w:val="00E3263F"/>
    <w:pPr>
      <w:tabs>
        <w:tab w:val="center" w:pos="4536"/>
        <w:tab w:val="right" w:pos="9072"/>
      </w:tabs>
      <w:spacing w:after="0" w:line="240" w:lineRule="auto"/>
    </w:pPr>
  </w:style>
  <w:style w:type="character" w:customStyle="1" w:styleId="En-tteCar">
    <w:name w:val="En-tête Car"/>
    <w:basedOn w:val="Policepardfaut"/>
    <w:link w:val="En-tte"/>
    <w:uiPriority w:val="99"/>
    <w:rsid w:val="00E3263F"/>
  </w:style>
  <w:style w:type="paragraph" w:styleId="Pieddepage">
    <w:name w:val="footer"/>
    <w:basedOn w:val="Normal"/>
    <w:link w:val="PieddepageCar"/>
    <w:uiPriority w:val="99"/>
    <w:unhideWhenUsed/>
    <w:rsid w:val="00E3263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32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470A7C-8234-44A0-9BC7-9E46A3792D83}"/>
</file>

<file path=customXml/itemProps2.xml><?xml version="1.0" encoding="utf-8"?>
<ds:datastoreItem xmlns:ds="http://schemas.openxmlformats.org/officeDocument/2006/customXml" ds:itemID="{2C4EFA86-FD67-40C2-AEF9-257CC3CC4599}"/>
</file>

<file path=customXml/itemProps3.xml><?xml version="1.0" encoding="utf-8"?>
<ds:datastoreItem xmlns:ds="http://schemas.openxmlformats.org/officeDocument/2006/customXml" ds:itemID="{BB897D55-E3BB-4D7D-8EEC-EEB59A5F3415}"/>
</file>

<file path=customXml/itemProps4.xml><?xml version="1.0" encoding="utf-8"?>
<ds:datastoreItem xmlns:ds="http://schemas.openxmlformats.org/officeDocument/2006/customXml" ds:itemID="{E3DDA23B-07A2-4D01-96A9-7A0D01AA62CD}"/>
</file>

<file path=docProps/app.xml><?xml version="1.0" encoding="utf-8"?>
<Properties xmlns="http://schemas.openxmlformats.org/officeDocument/2006/extended-properties" xmlns:vt="http://schemas.openxmlformats.org/officeDocument/2006/docPropsVTypes">
  <Template>4BACFD42.dotm</Template>
  <TotalTime>0</TotalTime>
  <Pages>3</Pages>
  <Words>944</Words>
  <Characters>5381</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FOD Justitie / SPF Justice</Company>
  <LinksUpToDate>false</LinksUpToDate>
  <CharactersWithSpaces>6313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 Baldovin</dc:creator>
  <cp:lastModifiedBy>Leclercq Isabelle</cp:lastModifiedBy>
  <cp:revision>7</cp:revision>
  <dcterms:created xsi:type="dcterms:W3CDTF">2017-05-18T08:49:00Z</dcterms:created>
  <dcterms:modified xsi:type="dcterms:W3CDTF">2018-03-07T15:33:00Z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