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E28F710" w14:textId="77777777" w:rsidR="00591951" w:rsidRPr="00654793" w:rsidRDefault="00416CBE" w:rsidP="00591951">
      <w:pPr>
        <w:tabs>
          <w:tab w:val="left" w:pos="3014"/>
        </w:tabs>
        <w:spacing w:after="3000"/>
        <w:rPr>
          <w:rStyle w:val="FootnoteReference"/>
        </w:rPr>
      </w:pPr>
      <w:r>
        <w:rPr>
          <w:noProof/>
          <w:lang w:val="en-GB" w:eastAsia="en-GB"/>
        </w:rPr>
        <mc:AlternateContent>
          <mc:Choice Requires="wps">
            <w:drawing>
              <wp:anchor distT="0" distB="0" distL="114300" distR="114300" simplePos="0" relativeHeight="251657728" behindDoc="0" locked="0" layoutInCell="1" allowOverlap="1" wp14:anchorId="0209536D" wp14:editId="56620FB9">
                <wp:simplePos x="0" y="0"/>
                <wp:positionH relativeFrom="column">
                  <wp:posOffset>1891538</wp:posOffset>
                </wp:positionH>
                <wp:positionV relativeFrom="paragraph">
                  <wp:posOffset>1468374</wp:posOffset>
                </wp:positionV>
                <wp:extent cx="3844290" cy="829056"/>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44290" cy="829056"/>
                        </a:xfrm>
                        <a:prstGeom prst="rect">
                          <a:avLst/>
                        </a:prstGeom>
                        <a:noFill/>
                        <a:ln w="6350">
                          <a:noFill/>
                        </a:ln>
                        <a:effectLst/>
                      </wps:spPr>
                      <wps:txbx>
                        <w:txbxContent>
                          <w:p w14:paraId="748FA8BB" w14:textId="627585D7" w:rsidR="000A6AB6" w:rsidRPr="00EE55F1" w:rsidRDefault="000A6AB6" w:rsidP="00EE55F1">
                            <w:pPr>
                              <w:jc w:val="right"/>
                              <w:rPr>
                                <w:b/>
                              </w:rPr>
                            </w:pPr>
                            <w:bookmarkStart w:id="1" w:name="_Toc452968557"/>
                            <w:bookmarkStart w:id="2" w:name="_Toc453164372"/>
                            <w:bookmarkStart w:id="3" w:name="_Toc453247768"/>
                            <w:bookmarkStart w:id="4" w:name="_Toc453316169"/>
                            <w:bookmarkStart w:id="5" w:name="_Toc453656066"/>
                            <w:bookmarkStart w:id="6" w:name="_Toc453658864"/>
                            <w:bookmarkStart w:id="7" w:name="_Toc453670803"/>
                            <w:r w:rsidRPr="00EE55F1">
                              <w:rPr>
                                <w:b/>
                              </w:rPr>
                              <w:t>SUBMISSION BY THE</w:t>
                            </w:r>
                            <w:bookmarkEnd w:id="1"/>
                            <w:bookmarkEnd w:id="2"/>
                            <w:bookmarkEnd w:id="3"/>
                            <w:bookmarkEnd w:id="4"/>
                            <w:bookmarkEnd w:id="5"/>
                            <w:bookmarkEnd w:id="6"/>
                            <w:bookmarkEnd w:id="7"/>
                            <w:r>
                              <w:t xml:space="preserve"> </w:t>
                            </w:r>
                            <w:bookmarkStart w:id="8" w:name="_Toc452968558"/>
                            <w:bookmarkStart w:id="9" w:name="_Toc453164373"/>
                            <w:bookmarkStart w:id="10" w:name="_Toc453247769"/>
                            <w:bookmarkStart w:id="11" w:name="_Toc453316170"/>
                            <w:bookmarkStart w:id="12" w:name="_Toc453656067"/>
                            <w:bookmarkStart w:id="13" w:name="_Toc453658865"/>
                            <w:bookmarkStart w:id="14" w:name="_Toc453670804"/>
                            <w:r w:rsidRPr="00EE55F1">
                              <w:rPr>
                                <w:b/>
                              </w:rPr>
                              <w:t>AUSTRALIAN HUMAN RIGHTS COMMISSION</w:t>
                            </w:r>
                            <w:bookmarkEnd w:id="8"/>
                            <w:bookmarkEnd w:id="9"/>
                            <w:bookmarkEnd w:id="10"/>
                            <w:bookmarkEnd w:id="11"/>
                            <w:bookmarkEnd w:id="12"/>
                            <w:bookmarkEnd w:id="13"/>
                            <w:bookmarkEnd w:id="14"/>
                            <w:r w:rsidRPr="00EE55F1">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209536D" id="_x0000_t202" coordsize="21600,21600" o:spt="202" path="m,l,21600r21600,l21600,xe">
                <v:stroke joinstyle="miter"/>
                <v:path gradientshapeok="t" o:connecttype="rect"/>
              </v:shapetype>
              <v:shape id="Text Box 3" o:spid="_x0000_s1026" type="#_x0000_t202" style="position:absolute;margin-left:148.95pt;margin-top:115.6pt;width:302.7pt;height:6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" filled="f" stroked="f" strokeweight=".5pt">
                <v:path arrowok="t"/>
                <v:textbox>
                  <w:txbxContent>
                    <w:p w14:paraId="748FA8BB" w14:textId="627585D7" w:rsidR="000A6AB6" w:rsidRPr="00EE55F1" w:rsidRDefault="000A6AB6" w:rsidP="00EE55F1">
                      <w:pPr>
                        <w:jc w:val="right"/>
                        <w:rPr>
                          <w:b/>
                        </w:rPr>
                      </w:pPr>
                      <w:bookmarkStart w:id="14" w:name="_Toc452968557"/>
                      <w:bookmarkStart w:id="15" w:name="_Toc453164372"/>
                      <w:bookmarkStart w:id="16" w:name="_Toc453247768"/>
                      <w:bookmarkStart w:id="17" w:name="_Toc453316169"/>
                      <w:bookmarkStart w:id="18" w:name="_Toc453656066"/>
                      <w:bookmarkStart w:id="19" w:name="_Toc453658864"/>
                      <w:bookmarkStart w:id="20" w:name="_Toc453670803"/>
                      <w:r w:rsidRPr="00EE55F1">
                        <w:rPr>
                          <w:b/>
                        </w:rPr>
                        <w:t>SUBMISSION BY THE</w:t>
                      </w:r>
                      <w:bookmarkEnd w:id="14"/>
                      <w:bookmarkEnd w:id="15"/>
                      <w:bookmarkEnd w:id="16"/>
                      <w:bookmarkEnd w:id="17"/>
                      <w:bookmarkEnd w:id="18"/>
                      <w:bookmarkEnd w:id="19"/>
                      <w:bookmarkEnd w:id="20"/>
                      <w:r>
                        <w:t xml:space="preserve"> </w:t>
                      </w:r>
                      <w:bookmarkStart w:id="21" w:name="_Toc452968558"/>
                      <w:bookmarkStart w:id="22" w:name="_Toc453164373"/>
                      <w:bookmarkStart w:id="23" w:name="_Toc453247769"/>
                      <w:bookmarkStart w:id="24" w:name="_Toc453316170"/>
                      <w:bookmarkStart w:id="25" w:name="_Toc453656067"/>
                      <w:bookmarkStart w:id="26" w:name="_Toc453658865"/>
                      <w:bookmarkStart w:id="27" w:name="_Toc453670804"/>
                      <w:r w:rsidRPr="00EE55F1">
                        <w:rPr>
                          <w:b/>
                        </w:rPr>
                        <w:t>AUSTRALIAN HUMAN RIGHTS COMMISSION</w:t>
                      </w:r>
                      <w:bookmarkEnd w:id="21"/>
                      <w:bookmarkEnd w:id="22"/>
                      <w:bookmarkEnd w:id="23"/>
                      <w:bookmarkEnd w:id="24"/>
                      <w:bookmarkEnd w:id="25"/>
                      <w:bookmarkEnd w:id="26"/>
                      <w:bookmarkEnd w:id="27"/>
                      <w:r w:rsidRPr="00EE55F1">
                        <w:rPr>
                          <w:b/>
                        </w:rPr>
                        <w:t xml:space="preserve"> </w:t>
                      </w:r>
                    </w:p>
                  </w:txbxContent>
                </v:textbox>
              </v:shape>
            </w:pict>
          </mc:Fallback>
        </mc:AlternateContent>
      </w:r>
      <w:r>
        <w:rPr>
          <w:noProof/>
          <w:lang w:val="en-GB" w:eastAsia="en-GB"/>
        </w:rPr>
        <mc:AlternateContent>
          <mc:Choice Requires="wps">
            <w:drawing>
              <wp:anchor distT="0" distB="0" distL="114300" distR="114300" simplePos="0" relativeHeight="251656704" behindDoc="0" locked="0" layoutInCell="1" allowOverlap="1" wp14:anchorId="2E1208FD" wp14:editId="04EFAAEE">
                <wp:simplePos x="0" y="0"/>
                <wp:positionH relativeFrom="column">
                  <wp:posOffset>2271395</wp:posOffset>
                </wp:positionH>
                <wp:positionV relativeFrom="paragraph">
                  <wp:posOffset>-41911</wp:posOffset>
                </wp:positionV>
                <wp:extent cx="3466465" cy="21431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66465" cy="2143125"/>
                        </a:xfrm>
                        <a:prstGeom prst="rect">
                          <a:avLst/>
                        </a:prstGeom>
                        <a:noFill/>
                        <a:ln w="6350">
                          <a:noFill/>
                        </a:ln>
                        <a:effectLst/>
                      </wps:spPr>
                      <wps:txbx>
                        <w:txbxContent>
                          <w:p w14:paraId="7AD5B04A" w14:textId="77777777" w:rsidR="000A6AB6" w:rsidRDefault="000A6AB6" w:rsidP="00275346">
                            <w:pPr>
                              <w:pStyle w:val="MainTitle"/>
                            </w:pPr>
                            <w:r>
                              <w:t>Information for List of Issues Prior to Reporting - Australia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E1208FD" id="Text Box 1" o:spid="_x0000_s1027" type="#_x0000_t202" style="position:absolute;margin-left:178.85pt;margin-top:-3.3pt;width:272.95pt;height:16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" filled="f" stroked="f" strokeweight=".5pt">
                <v:path arrowok="t"/>
                <v:textbox>
                  <w:txbxContent>
                    <w:p w14:paraId="7AD5B04A" w14:textId="77777777" w:rsidR="000A6AB6" w:rsidRDefault="000A6AB6" w:rsidP="00275346">
                      <w:pPr>
                        <w:pStyle w:val="MainTitle"/>
                      </w:pPr>
                      <w:r>
                        <w:t>Information for List of Issues Prior to Reporting - Australia</w:t>
                      </w:r>
                    </w:p>
                  </w:txbxContent>
                </v:textbox>
              </v:shape>
            </w:pict>
          </mc:Fallback>
        </mc:AlternateContent>
      </w:r>
    </w:p>
    <w:p w14:paraId="049B1807" w14:textId="77777777" w:rsidR="00591951" w:rsidRPr="00827DE2" w:rsidRDefault="00275346" w:rsidP="00416CBE">
      <w:pPr>
        <w:pStyle w:val="MainTitle"/>
        <w:jc w:val="center"/>
        <w:rPr>
          <w:sz w:val="44"/>
          <w:szCs w:val="44"/>
        </w:rPr>
      </w:pPr>
      <w:r>
        <w:rPr>
          <w:noProof/>
          <w:lang w:val="en-GB" w:eastAsia="en-GB"/>
        </w:rPr>
        <mc:AlternateContent>
          <mc:Choice Requires="wps">
            <w:drawing>
              <wp:anchor distT="0" distB="0" distL="114300" distR="114300" simplePos="0" relativeHeight="251658752" behindDoc="0" locked="0" layoutInCell="1" allowOverlap="1" wp14:anchorId="797D17D7" wp14:editId="4F0899D3">
                <wp:simplePos x="0" y="0"/>
                <wp:positionH relativeFrom="column">
                  <wp:posOffset>1957070</wp:posOffset>
                </wp:positionH>
                <wp:positionV relativeFrom="paragraph">
                  <wp:posOffset>12065</wp:posOffset>
                </wp:positionV>
                <wp:extent cx="3775075" cy="46672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5075" cy="466725"/>
                        </a:xfrm>
                        <a:prstGeom prst="rect">
                          <a:avLst/>
                        </a:prstGeom>
                        <a:noFill/>
                        <a:ln w="6350">
                          <a:noFill/>
                        </a:ln>
                        <a:effectLst/>
                      </wps:spPr>
                      <wps:txbx>
                        <w:txbxContent>
                          <w:p w14:paraId="071D74EB" w14:textId="77777777" w:rsidR="000A6AB6" w:rsidRPr="00416CBE" w:rsidRDefault="000A6AB6" w:rsidP="002863D7">
                            <w:pPr>
                              <w:pStyle w:val="Date"/>
                              <w:rPr>
                                <w:b/>
                              </w:rPr>
                            </w:pPr>
                            <w:r w:rsidRPr="00E118D3">
                              <w:rPr>
                                <w:b/>
                              </w:rPr>
                              <w:t>27 June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97D17D7" id="Text Box 4" o:spid="_x0000_s1028" type="#_x0000_t202" style="position:absolute;left:0;text-align:left;margin-left:154.1pt;margin-top:.95pt;width:297.25pt;height:3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" filled="f" stroked="f" strokeweight=".5pt">
                <v:path arrowok="t"/>
                <v:textbox>
                  <w:txbxContent>
                    <w:p w14:paraId="071D74EB" w14:textId="77777777" w:rsidR="000A6AB6" w:rsidRPr="00416CBE" w:rsidRDefault="000A6AB6" w:rsidP="002863D7">
                      <w:pPr>
                        <w:pStyle w:val="Date"/>
                        <w:rPr>
                          <w:b/>
                        </w:rPr>
                      </w:pPr>
                      <w:r w:rsidRPr="00E118D3">
                        <w:rPr>
                          <w:b/>
                        </w:rPr>
                        <w:t>27 June 2016</w:t>
                      </w:r>
                    </w:p>
                  </w:txbxContent>
                </v:textbox>
              </v:shape>
            </w:pict>
          </mc:Fallback>
        </mc:AlternateContent>
      </w:r>
    </w:p>
    <w:p w14:paraId="4CF577B8" w14:textId="77777777" w:rsidR="00B924E6" w:rsidRDefault="00B924E6" w:rsidP="00E26B28">
      <w:pPr>
        <w:sectPr w:rsidR="00B924E6" w:rsidSect="00B24B1D">
          <w:headerReference w:type="even" r:id="rId9"/>
          <w:headerReference w:type="default" r:id="rId10"/>
          <w:footerReference w:type="default" r:id="rId11"/>
          <w:headerReference w:type="first" r:id="rId12"/>
          <w:footerReference w:type="first" r:id="rId13"/>
          <w:type w:val="continuous"/>
          <w:pgSz w:w="11906" w:h="16838" w:code="9"/>
          <w:pgMar w:top="228" w:right="1700" w:bottom="1134" w:left="1418" w:header="277" w:footer="415" w:gutter="0"/>
          <w:cols w:space="708"/>
          <w:titlePg/>
          <w:docGrid w:linePitch="360"/>
        </w:sectPr>
      </w:pPr>
      <w:bookmarkStart w:id="15" w:name="_Toc209316062"/>
      <w:bookmarkEnd w:id="15"/>
    </w:p>
    <w:p w14:paraId="72823A27" w14:textId="77777777" w:rsidR="00B24938" w:rsidRDefault="00B63D24">
      <w:pPr>
        <w:pStyle w:val="TOC1"/>
        <w:rPr>
          <w:sz w:val="28"/>
          <w:szCs w:val="28"/>
        </w:rPr>
      </w:pPr>
      <w:bookmarkStart w:id="16" w:name="_Toc207761829"/>
      <w:r w:rsidRPr="00907336">
        <w:rPr>
          <w:sz w:val="28"/>
          <w:szCs w:val="28"/>
        </w:rPr>
        <w:lastRenderedPageBreak/>
        <w:t>Table of Contents</w:t>
      </w:r>
      <w:bookmarkEnd w:id="16"/>
    </w:p>
    <w:p w14:paraId="7BEF2A39" w14:textId="517D520F" w:rsidR="000A6AB6" w:rsidRDefault="00A20200">
      <w:pPr>
        <w:pStyle w:val="TOC1"/>
        <w:rPr>
          <w:rFonts w:asciiTheme="minorHAnsi" w:eastAsiaTheme="minorEastAsia" w:hAnsiTheme="minorHAnsi" w:cstheme="minorBidi"/>
          <w:b w:val="0"/>
          <w:sz w:val="22"/>
          <w:szCs w:val="22"/>
        </w:rPr>
      </w:pPr>
      <w:r>
        <w:rPr>
          <w:b w:val="0"/>
          <w:sz w:val="22"/>
        </w:rPr>
        <w:fldChar w:fldCharType="begin"/>
      </w:r>
      <w:r>
        <w:rPr>
          <w:sz w:val="22"/>
        </w:rPr>
        <w:instrText xml:space="preserve"> TOC \o "1-3" \h \z \u </w:instrText>
      </w:r>
      <w:r>
        <w:rPr>
          <w:b w:val="0"/>
          <w:sz w:val="22"/>
        </w:rPr>
        <w:fldChar w:fldCharType="separate"/>
      </w:r>
      <w:hyperlink w:anchor="_Toc454788999" w:history="1">
        <w:r w:rsidR="000A6AB6" w:rsidRPr="00181499">
          <w:rPr>
            <w:rStyle w:val="Hyperlink"/>
          </w:rPr>
          <w:t>1.</w:t>
        </w:r>
        <w:r w:rsidR="000A6AB6">
          <w:rPr>
            <w:rFonts w:asciiTheme="minorHAnsi" w:eastAsiaTheme="minorEastAsia" w:hAnsiTheme="minorHAnsi" w:cstheme="minorBidi"/>
            <w:b w:val="0"/>
            <w:sz w:val="22"/>
            <w:szCs w:val="22"/>
          </w:rPr>
          <w:tab/>
        </w:r>
        <w:r w:rsidR="000A6AB6" w:rsidRPr="00181499">
          <w:rPr>
            <w:rStyle w:val="Hyperlink"/>
          </w:rPr>
          <w:t>Introduction</w:t>
        </w:r>
        <w:r w:rsidR="000A6AB6">
          <w:rPr>
            <w:webHidden/>
          </w:rPr>
          <w:tab/>
        </w:r>
        <w:r w:rsidR="000A6AB6">
          <w:rPr>
            <w:webHidden/>
          </w:rPr>
          <w:fldChar w:fldCharType="begin"/>
        </w:r>
        <w:r w:rsidR="000A6AB6">
          <w:rPr>
            <w:webHidden/>
          </w:rPr>
          <w:instrText xml:space="preserve"> PAGEREF _Toc454788999 \h </w:instrText>
        </w:r>
        <w:r w:rsidR="000A6AB6">
          <w:rPr>
            <w:webHidden/>
          </w:rPr>
        </w:r>
        <w:r w:rsidR="000A6AB6">
          <w:rPr>
            <w:webHidden/>
          </w:rPr>
          <w:fldChar w:fldCharType="separate"/>
        </w:r>
        <w:r w:rsidR="000A6AB6">
          <w:rPr>
            <w:webHidden/>
          </w:rPr>
          <w:t>3</w:t>
        </w:r>
        <w:r w:rsidR="000A6AB6">
          <w:rPr>
            <w:webHidden/>
          </w:rPr>
          <w:fldChar w:fldCharType="end"/>
        </w:r>
      </w:hyperlink>
    </w:p>
    <w:p w14:paraId="2133BC47" w14:textId="4434D9B2" w:rsidR="000A6AB6" w:rsidRDefault="00BE3D5B">
      <w:pPr>
        <w:pStyle w:val="TOC1"/>
        <w:rPr>
          <w:rFonts w:asciiTheme="minorHAnsi" w:eastAsiaTheme="minorEastAsia" w:hAnsiTheme="minorHAnsi" w:cstheme="minorBidi"/>
          <w:b w:val="0"/>
          <w:sz w:val="22"/>
          <w:szCs w:val="22"/>
        </w:rPr>
      </w:pPr>
      <w:hyperlink w:anchor="_Toc454789000" w:history="1">
        <w:r w:rsidR="000A6AB6" w:rsidRPr="00181499">
          <w:rPr>
            <w:rStyle w:val="Hyperlink"/>
          </w:rPr>
          <w:t>2.</w:t>
        </w:r>
        <w:r w:rsidR="000A6AB6">
          <w:rPr>
            <w:rFonts w:asciiTheme="minorHAnsi" w:eastAsiaTheme="minorEastAsia" w:hAnsiTheme="minorHAnsi" w:cstheme="minorBidi"/>
            <w:b w:val="0"/>
            <w:sz w:val="22"/>
            <w:szCs w:val="22"/>
          </w:rPr>
          <w:tab/>
        </w:r>
        <w:r w:rsidR="000A6AB6" w:rsidRPr="00181499">
          <w:rPr>
            <w:rStyle w:val="Hyperlink"/>
          </w:rPr>
          <w:t>National Human Rights Institution</w:t>
        </w:r>
        <w:r w:rsidR="000A6AB6">
          <w:rPr>
            <w:webHidden/>
          </w:rPr>
          <w:tab/>
        </w:r>
        <w:r w:rsidR="000A6AB6">
          <w:rPr>
            <w:webHidden/>
          </w:rPr>
          <w:fldChar w:fldCharType="begin"/>
        </w:r>
        <w:r w:rsidR="000A6AB6">
          <w:rPr>
            <w:webHidden/>
          </w:rPr>
          <w:instrText xml:space="preserve"> PAGEREF _Toc454789000 \h </w:instrText>
        </w:r>
        <w:r w:rsidR="000A6AB6">
          <w:rPr>
            <w:webHidden/>
          </w:rPr>
        </w:r>
        <w:r w:rsidR="000A6AB6">
          <w:rPr>
            <w:webHidden/>
          </w:rPr>
          <w:fldChar w:fldCharType="separate"/>
        </w:r>
        <w:r w:rsidR="000A6AB6">
          <w:rPr>
            <w:webHidden/>
          </w:rPr>
          <w:t>3</w:t>
        </w:r>
        <w:r w:rsidR="000A6AB6">
          <w:rPr>
            <w:webHidden/>
          </w:rPr>
          <w:fldChar w:fldCharType="end"/>
        </w:r>
      </w:hyperlink>
    </w:p>
    <w:p w14:paraId="58CAB51A" w14:textId="20FD340A" w:rsidR="000A6AB6" w:rsidRDefault="00BE3D5B">
      <w:pPr>
        <w:pStyle w:val="TOC1"/>
        <w:rPr>
          <w:rFonts w:asciiTheme="minorHAnsi" w:eastAsiaTheme="minorEastAsia" w:hAnsiTheme="minorHAnsi" w:cstheme="minorBidi"/>
          <w:b w:val="0"/>
          <w:sz w:val="22"/>
          <w:szCs w:val="22"/>
        </w:rPr>
      </w:pPr>
      <w:hyperlink w:anchor="_Toc454789001" w:history="1">
        <w:r w:rsidR="000A6AB6" w:rsidRPr="00181499">
          <w:rPr>
            <w:rStyle w:val="Hyperlink"/>
          </w:rPr>
          <w:t>3.</w:t>
        </w:r>
        <w:r w:rsidR="000A6AB6">
          <w:rPr>
            <w:rFonts w:asciiTheme="minorHAnsi" w:eastAsiaTheme="minorEastAsia" w:hAnsiTheme="minorHAnsi" w:cstheme="minorBidi"/>
            <w:b w:val="0"/>
            <w:sz w:val="22"/>
            <w:szCs w:val="22"/>
          </w:rPr>
          <w:tab/>
        </w:r>
        <w:r w:rsidR="000A6AB6" w:rsidRPr="00181499">
          <w:rPr>
            <w:rStyle w:val="Hyperlink"/>
          </w:rPr>
          <w:t>Ratification of OPCAT</w:t>
        </w:r>
        <w:r w:rsidR="000A6AB6">
          <w:rPr>
            <w:webHidden/>
          </w:rPr>
          <w:tab/>
        </w:r>
        <w:r w:rsidR="000A6AB6">
          <w:rPr>
            <w:webHidden/>
          </w:rPr>
          <w:fldChar w:fldCharType="begin"/>
        </w:r>
        <w:r w:rsidR="000A6AB6">
          <w:rPr>
            <w:webHidden/>
          </w:rPr>
          <w:instrText xml:space="preserve"> PAGEREF _Toc454789001 \h </w:instrText>
        </w:r>
        <w:r w:rsidR="000A6AB6">
          <w:rPr>
            <w:webHidden/>
          </w:rPr>
        </w:r>
        <w:r w:rsidR="000A6AB6">
          <w:rPr>
            <w:webHidden/>
          </w:rPr>
          <w:fldChar w:fldCharType="separate"/>
        </w:r>
        <w:r w:rsidR="000A6AB6">
          <w:rPr>
            <w:webHidden/>
          </w:rPr>
          <w:t>4</w:t>
        </w:r>
        <w:r w:rsidR="000A6AB6">
          <w:rPr>
            <w:webHidden/>
          </w:rPr>
          <w:fldChar w:fldCharType="end"/>
        </w:r>
      </w:hyperlink>
    </w:p>
    <w:p w14:paraId="739280F5" w14:textId="496951A2" w:rsidR="000A6AB6" w:rsidRDefault="00BE3D5B">
      <w:pPr>
        <w:pStyle w:val="TOC1"/>
        <w:rPr>
          <w:rFonts w:asciiTheme="minorHAnsi" w:eastAsiaTheme="minorEastAsia" w:hAnsiTheme="minorHAnsi" w:cstheme="minorBidi"/>
          <w:b w:val="0"/>
          <w:sz w:val="22"/>
          <w:szCs w:val="22"/>
        </w:rPr>
      </w:pPr>
      <w:hyperlink w:anchor="_Toc454789002" w:history="1">
        <w:r w:rsidR="000A6AB6" w:rsidRPr="00181499">
          <w:rPr>
            <w:rStyle w:val="Hyperlink"/>
          </w:rPr>
          <w:t>4.</w:t>
        </w:r>
        <w:r w:rsidR="000A6AB6">
          <w:rPr>
            <w:rFonts w:asciiTheme="minorHAnsi" w:eastAsiaTheme="minorEastAsia" w:hAnsiTheme="minorHAnsi" w:cstheme="minorBidi"/>
            <w:b w:val="0"/>
            <w:sz w:val="22"/>
            <w:szCs w:val="22"/>
          </w:rPr>
          <w:tab/>
        </w:r>
        <w:r w:rsidR="000A6AB6" w:rsidRPr="00181499">
          <w:rPr>
            <w:rStyle w:val="Hyperlink"/>
          </w:rPr>
          <w:t>Scrutiny of human rights and role of the Parliamentary Joint Committee on Human Rights</w:t>
        </w:r>
        <w:r w:rsidR="000A6AB6">
          <w:rPr>
            <w:webHidden/>
          </w:rPr>
          <w:tab/>
        </w:r>
        <w:r w:rsidR="000A6AB6">
          <w:rPr>
            <w:webHidden/>
          </w:rPr>
          <w:fldChar w:fldCharType="begin"/>
        </w:r>
        <w:r w:rsidR="000A6AB6">
          <w:rPr>
            <w:webHidden/>
          </w:rPr>
          <w:instrText xml:space="preserve"> PAGEREF _Toc454789002 \h </w:instrText>
        </w:r>
        <w:r w:rsidR="000A6AB6">
          <w:rPr>
            <w:webHidden/>
          </w:rPr>
        </w:r>
        <w:r w:rsidR="000A6AB6">
          <w:rPr>
            <w:webHidden/>
          </w:rPr>
          <w:fldChar w:fldCharType="separate"/>
        </w:r>
        <w:r w:rsidR="000A6AB6">
          <w:rPr>
            <w:webHidden/>
          </w:rPr>
          <w:t>4</w:t>
        </w:r>
        <w:r w:rsidR="000A6AB6">
          <w:rPr>
            <w:webHidden/>
          </w:rPr>
          <w:fldChar w:fldCharType="end"/>
        </w:r>
      </w:hyperlink>
    </w:p>
    <w:p w14:paraId="566A2107" w14:textId="6CAEED69" w:rsidR="000A6AB6" w:rsidRDefault="00BE3D5B">
      <w:pPr>
        <w:pStyle w:val="TOC1"/>
        <w:rPr>
          <w:rFonts w:asciiTheme="minorHAnsi" w:eastAsiaTheme="minorEastAsia" w:hAnsiTheme="minorHAnsi" w:cstheme="minorBidi"/>
          <w:b w:val="0"/>
          <w:sz w:val="22"/>
          <w:szCs w:val="22"/>
        </w:rPr>
      </w:pPr>
      <w:hyperlink w:anchor="_Toc454789003" w:history="1">
        <w:r w:rsidR="000A6AB6" w:rsidRPr="00181499">
          <w:rPr>
            <w:rStyle w:val="Hyperlink"/>
          </w:rPr>
          <w:t>5.</w:t>
        </w:r>
        <w:r w:rsidR="000A6AB6">
          <w:rPr>
            <w:rFonts w:asciiTheme="minorHAnsi" w:eastAsiaTheme="minorEastAsia" w:hAnsiTheme="minorHAnsi" w:cstheme="minorBidi"/>
            <w:b w:val="0"/>
            <w:sz w:val="22"/>
            <w:szCs w:val="22"/>
          </w:rPr>
          <w:tab/>
        </w:r>
        <w:r w:rsidR="000A6AB6" w:rsidRPr="00181499">
          <w:rPr>
            <w:rStyle w:val="Hyperlink"/>
          </w:rPr>
          <w:t>Violence against women and children</w:t>
        </w:r>
        <w:r w:rsidR="000A6AB6">
          <w:rPr>
            <w:webHidden/>
          </w:rPr>
          <w:tab/>
        </w:r>
        <w:r w:rsidR="000A6AB6">
          <w:rPr>
            <w:webHidden/>
          </w:rPr>
          <w:fldChar w:fldCharType="begin"/>
        </w:r>
        <w:r w:rsidR="000A6AB6">
          <w:rPr>
            <w:webHidden/>
          </w:rPr>
          <w:instrText xml:space="preserve"> PAGEREF _Toc454789003 \h </w:instrText>
        </w:r>
        <w:r w:rsidR="000A6AB6">
          <w:rPr>
            <w:webHidden/>
          </w:rPr>
        </w:r>
        <w:r w:rsidR="000A6AB6">
          <w:rPr>
            <w:webHidden/>
          </w:rPr>
          <w:fldChar w:fldCharType="separate"/>
        </w:r>
        <w:r w:rsidR="000A6AB6">
          <w:rPr>
            <w:webHidden/>
          </w:rPr>
          <w:t>5</w:t>
        </w:r>
        <w:r w:rsidR="000A6AB6">
          <w:rPr>
            <w:webHidden/>
          </w:rPr>
          <w:fldChar w:fldCharType="end"/>
        </w:r>
      </w:hyperlink>
    </w:p>
    <w:p w14:paraId="4081E448" w14:textId="24FD5A42" w:rsidR="000A6AB6" w:rsidRDefault="00BE3D5B">
      <w:pPr>
        <w:pStyle w:val="TOC1"/>
        <w:rPr>
          <w:rFonts w:asciiTheme="minorHAnsi" w:eastAsiaTheme="minorEastAsia" w:hAnsiTheme="minorHAnsi" w:cstheme="minorBidi"/>
          <w:b w:val="0"/>
          <w:sz w:val="22"/>
          <w:szCs w:val="22"/>
        </w:rPr>
      </w:pPr>
      <w:hyperlink w:anchor="_Toc454789004" w:history="1">
        <w:r w:rsidR="000A6AB6" w:rsidRPr="00181499">
          <w:rPr>
            <w:rStyle w:val="Hyperlink"/>
          </w:rPr>
          <w:t>6.</w:t>
        </w:r>
        <w:r w:rsidR="000A6AB6">
          <w:rPr>
            <w:rFonts w:asciiTheme="minorHAnsi" w:eastAsiaTheme="minorEastAsia" w:hAnsiTheme="minorHAnsi" w:cstheme="minorBidi"/>
            <w:b w:val="0"/>
            <w:sz w:val="22"/>
            <w:szCs w:val="22"/>
          </w:rPr>
          <w:tab/>
        </w:r>
        <w:r w:rsidR="000A6AB6" w:rsidRPr="00181499">
          <w:rPr>
            <w:rStyle w:val="Hyperlink"/>
          </w:rPr>
          <w:t>Trafficking in persons</w:t>
        </w:r>
        <w:r w:rsidR="000A6AB6">
          <w:rPr>
            <w:webHidden/>
          </w:rPr>
          <w:tab/>
        </w:r>
        <w:r w:rsidR="000A6AB6">
          <w:rPr>
            <w:webHidden/>
          </w:rPr>
          <w:fldChar w:fldCharType="begin"/>
        </w:r>
        <w:r w:rsidR="000A6AB6">
          <w:rPr>
            <w:webHidden/>
          </w:rPr>
          <w:instrText xml:space="preserve"> PAGEREF _Toc454789004 \h </w:instrText>
        </w:r>
        <w:r w:rsidR="000A6AB6">
          <w:rPr>
            <w:webHidden/>
          </w:rPr>
        </w:r>
        <w:r w:rsidR="000A6AB6">
          <w:rPr>
            <w:webHidden/>
          </w:rPr>
          <w:fldChar w:fldCharType="separate"/>
        </w:r>
        <w:r w:rsidR="000A6AB6">
          <w:rPr>
            <w:webHidden/>
          </w:rPr>
          <w:t>7</w:t>
        </w:r>
        <w:r w:rsidR="000A6AB6">
          <w:rPr>
            <w:webHidden/>
          </w:rPr>
          <w:fldChar w:fldCharType="end"/>
        </w:r>
      </w:hyperlink>
    </w:p>
    <w:p w14:paraId="521F76B9" w14:textId="4559D27D" w:rsidR="000A6AB6" w:rsidRDefault="00BE3D5B">
      <w:pPr>
        <w:pStyle w:val="TOC1"/>
        <w:rPr>
          <w:rFonts w:asciiTheme="minorHAnsi" w:eastAsiaTheme="minorEastAsia" w:hAnsiTheme="minorHAnsi" w:cstheme="minorBidi"/>
          <w:b w:val="0"/>
          <w:sz w:val="22"/>
          <w:szCs w:val="22"/>
        </w:rPr>
      </w:pPr>
      <w:hyperlink w:anchor="_Toc454789005" w:history="1">
        <w:r w:rsidR="000A6AB6" w:rsidRPr="00181499">
          <w:rPr>
            <w:rStyle w:val="Hyperlink"/>
          </w:rPr>
          <w:t>7.</w:t>
        </w:r>
        <w:r w:rsidR="000A6AB6">
          <w:rPr>
            <w:rFonts w:asciiTheme="minorHAnsi" w:eastAsiaTheme="minorEastAsia" w:hAnsiTheme="minorHAnsi" w:cstheme="minorBidi"/>
            <w:b w:val="0"/>
            <w:sz w:val="22"/>
            <w:szCs w:val="22"/>
          </w:rPr>
          <w:tab/>
        </w:r>
        <w:r w:rsidR="000A6AB6" w:rsidRPr="00181499">
          <w:rPr>
            <w:rStyle w:val="Hyperlink"/>
          </w:rPr>
          <w:t>Criminal Justice System</w:t>
        </w:r>
        <w:r w:rsidR="000A6AB6">
          <w:rPr>
            <w:webHidden/>
          </w:rPr>
          <w:tab/>
        </w:r>
        <w:r w:rsidR="000A6AB6">
          <w:rPr>
            <w:webHidden/>
          </w:rPr>
          <w:fldChar w:fldCharType="begin"/>
        </w:r>
        <w:r w:rsidR="000A6AB6">
          <w:rPr>
            <w:webHidden/>
          </w:rPr>
          <w:instrText xml:space="preserve"> PAGEREF _Toc454789005 \h </w:instrText>
        </w:r>
        <w:r w:rsidR="000A6AB6">
          <w:rPr>
            <w:webHidden/>
          </w:rPr>
        </w:r>
        <w:r w:rsidR="000A6AB6">
          <w:rPr>
            <w:webHidden/>
          </w:rPr>
          <w:fldChar w:fldCharType="separate"/>
        </w:r>
        <w:r w:rsidR="000A6AB6">
          <w:rPr>
            <w:webHidden/>
          </w:rPr>
          <w:t>8</w:t>
        </w:r>
        <w:r w:rsidR="000A6AB6">
          <w:rPr>
            <w:webHidden/>
          </w:rPr>
          <w:fldChar w:fldCharType="end"/>
        </w:r>
      </w:hyperlink>
    </w:p>
    <w:p w14:paraId="1C1A6582" w14:textId="21E87A95" w:rsidR="000A6AB6" w:rsidRDefault="00BE3D5B">
      <w:pPr>
        <w:pStyle w:val="TOC2"/>
        <w:rPr>
          <w:rFonts w:asciiTheme="minorHAnsi" w:eastAsiaTheme="minorEastAsia" w:hAnsiTheme="minorHAnsi" w:cstheme="minorBidi"/>
          <w:b w:val="0"/>
          <w:i w:val="0"/>
          <w:sz w:val="22"/>
          <w:szCs w:val="22"/>
        </w:rPr>
      </w:pPr>
      <w:hyperlink w:anchor="_Toc454789006" w:history="1">
        <w:r w:rsidR="000A6AB6" w:rsidRPr="00181499">
          <w:rPr>
            <w:rStyle w:val="Hyperlink"/>
          </w:rPr>
          <w:t>7.1</w:t>
        </w:r>
        <w:r w:rsidR="000A6AB6">
          <w:rPr>
            <w:rFonts w:asciiTheme="minorHAnsi" w:eastAsiaTheme="minorEastAsia" w:hAnsiTheme="minorHAnsi" w:cstheme="minorBidi"/>
            <w:b w:val="0"/>
            <w:i w:val="0"/>
            <w:sz w:val="22"/>
            <w:szCs w:val="22"/>
          </w:rPr>
          <w:tab/>
        </w:r>
        <w:r w:rsidR="000A6AB6" w:rsidRPr="00181499">
          <w:rPr>
            <w:rStyle w:val="Hyperlink"/>
          </w:rPr>
          <w:t>Aboriginal and Torres Strait Islander Peoples</w:t>
        </w:r>
        <w:r w:rsidR="000A6AB6">
          <w:rPr>
            <w:webHidden/>
          </w:rPr>
          <w:tab/>
        </w:r>
        <w:r w:rsidR="000A6AB6">
          <w:rPr>
            <w:webHidden/>
          </w:rPr>
          <w:fldChar w:fldCharType="begin"/>
        </w:r>
        <w:r w:rsidR="000A6AB6">
          <w:rPr>
            <w:webHidden/>
          </w:rPr>
          <w:instrText xml:space="preserve"> PAGEREF _Toc454789006 \h </w:instrText>
        </w:r>
        <w:r w:rsidR="000A6AB6">
          <w:rPr>
            <w:webHidden/>
          </w:rPr>
        </w:r>
        <w:r w:rsidR="000A6AB6">
          <w:rPr>
            <w:webHidden/>
          </w:rPr>
          <w:fldChar w:fldCharType="separate"/>
        </w:r>
        <w:r w:rsidR="000A6AB6">
          <w:rPr>
            <w:webHidden/>
          </w:rPr>
          <w:t>8</w:t>
        </w:r>
        <w:r w:rsidR="000A6AB6">
          <w:rPr>
            <w:webHidden/>
          </w:rPr>
          <w:fldChar w:fldCharType="end"/>
        </w:r>
      </w:hyperlink>
    </w:p>
    <w:p w14:paraId="3BB4FEF3" w14:textId="073C6A53" w:rsidR="000A6AB6" w:rsidRDefault="00BE3D5B">
      <w:pPr>
        <w:pStyle w:val="TOC2"/>
        <w:rPr>
          <w:rFonts w:asciiTheme="minorHAnsi" w:eastAsiaTheme="minorEastAsia" w:hAnsiTheme="minorHAnsi" w:cstheme="minorBidi"/>
          <w:b w:val="0"/>
          <w:i w:val="0"/>
          <w:sz w:val="22"/>
          <w:szCs w:val="22"/>
        </w:rPr>
      </w:pPr>
      <w:hyperlink w:anchor="_Toc454789007" w:history="1">
        <w:r w:rsidR="000A6AB6" w:rsidRPr="00181499">
          <w:rPr>
            <w:rStyle w:val="Hyperlink"/>
          </w:rPr>
          <w:t>7.2</w:t>
        </w:r>
        <w:r w:rsidR="000A6AB6">
          <w:rPr>
            <w:rFonts w:asciiTheme="minorHAnsi" w:eastAsiaTheme="minorEastAsia" w:hAnsiTheme="minorHAnsi" w:cstheme="minorBidi"/>
            <w:b w:val="0"/>
            <w:i w:val="0"/>
            <w:sz w:val="22"/>
            <w:szCs w:val="22"/>
          </w:rPr>
          <w:tab/>
        </w:r>
        <w:r w:rsidR="000A6AB6" w:rsidRPr="00181499">
          <w:rPr>
            <w:rStyle w:val="Hyperlink"/>
          </w:rPr>
          <w:t>Juvenile justice</w:t>
        </w:r>
        <w:r w:rsidR="000A6AB6">
          <w:rPr>
            <w:webHidden/>
          </w:rPr>
          <w:tab/>
        </w:r>
        <w:r w:rsidR="000A6AB6">
          <w:rPr>
            <w:webHidden/>
          </w:rPr>
          <w:fldChar w:fldCharType="begin"/>
        </w:r>
        <w:r w:rsidR="000A6AB6">
          <w:rPr>
            <w:webHidden/>
          </w:rPr>
          <w:instrText xml:space="preserve"> PAGEREF _Toc454789007 \h </w:instrText>
        </w:r>
        <w:r w:rsidR="000A6AB6">
          <w:rPr>
            <w:webHidden/>
          </w:rPr>
        </w:r>
        <w:r w:rsidR="000A6AB6">
          <w:rPr>
            <w:webHidden/>
          </w:rPr>
          <w:fldChar w:fldCharType="separate"/>
        </w:r>
        <w:r w:rsidR="000A6AB6">
          <w:rPr>
            <w:webHidden/>
          </w:rPr>
          <w:t>9</w:t>
        </w:r>
        <w:r w:rsidR="000A6AB6">
          <w:rPr>
            <w:webHidden/>
          </w:rPr>
          <w:fldChar w:fldCharType="end"/>
        </w:r>
      </w:hyperlink>
    </w:p>
    <w:p w14:paraId="29A57823" w14:textId="6028C04D" w:rsidR="000A6AB6" w:rsidRDefault="00BE3D5B">
      <w:pPr>
        <w:pStyle w:val="TOC2"/>
        <w:rPr>
          <w:rFonts w:asciiTheme="minorHAnsi" w:eastAsiaTheme="minorEastAsia" w:hAnsiTheme="minorHAnsi" w:cstheme="minorBidi"/>
          <w:b w:val="0"/>
          <w:i w:val="0"/>
          <w:sz w:val="22"/>
          <w:szCs w:val="22"/>
        </w:rPr>
      </w:pPr>
      <w:hyperlink w:anchor="_Toc454789008" w:history="1">
        <w:r w:rsidR="000A6AB6" w:rsidRPr="00181499">
          <w:rPr>
            <w:rStyle w:val="Hyperlink"/>
          </w:rPr>
          <w:t>7.3</w:t>
        </w:r>
        <w:r w:rsidR="000A6AB6">
          <w:rPr>
            <w:rFonts w:asciiTheme="minorHAnsi" w:eastAsiaTheme="minorEastAsia" w:hAnsiTheme="minorHAnsi" w:cstheme="minorBidi"/>
            <w:b w:val="0"/>
            <w:i w:val="0"/>
            <w:sz w:val="22"/>
            <w:szCs w:val="22"/>
          </w:rPr>
          <w:tab/>
        </w:r>
        <w:r w:rsidR="000A6AB6" w:rsidRPr="00181499">
          <w:rPr>
            <w:rStyle w:val="Hyperlink"/>
          </w:rPr>
          <w:t>Deprivation of liberty - People with disability</w:t>
        </w:r>
        <w:r w:rsidR="000A6AB6">
          <w:rPr>
            <w:webHidden/>
          </w:rPr>
          <w:tab/>
        </w:r>
        <w:r w:rsidR="000A6AB6">
          <w:rPr>
            <w:webHidden/>
          </w:rPr>
          <w:fldChar w:fldCharType="begin"/>
        </w:r>
        <w:r w:rsidR="000A6AB6">
          <w:rPr>
            <w:webHidden/>
          </w:rPr>
          <w:instrText xml:space="preserve"> PAGEREF _Toc454789008 \h </w:instrText>
        </w:r>
        <w:r w:rsidR="000A6AB6">
          <w:rPr>
            <w:webHidden/>
          </w:rPr>
        </w:r>
        <w:r w:rsidR="000A6AB6">
          <w:rPr>
            <w:webHidden/>
          </w:rPr>
          <w:fldChar w:fldCharType="separate"/>
        </w:r>
        <w:r w:rsidR="000A6AB6">
          <w:rPr>
            <w:webHidden/>
          </w:rPr>
          <w:t>10</w:t>
        </w:r>
        <w:r w:rsidR="000A6AB6">
          <w:rPr>
            <w:webHidden/>
          </w:rPr>
          <w:fldChar w:fldCharType="end"/>
        </w:r>
      </w:hyperlink>
    </w:p>
    <w:p w14:paraId="4BFE919C" w14:textId="6AC112E1" w:rsidR="000A6AB6" w:rsidRDefault="00BE3D5B">
      <w:pPr>
        <w:pStyle w:val="TOC2"/>
        <w:rPr>
          <w:rFonts w:asciiTheme="minorHAnsi" w:eastAsiaTheme="minorEastAsia" w:hAnsiTheme="minorHAnsi" w:cstheme="minorBidi"/>
          <w:b w:val="0"/>
          <w:i w:val="0"/>
          <w:sz w:val="22"/>
          <w:szCs w:val="22"/>
        </w:rPr>
      </w:pPr>
      <w:hyperlink w:anchor="_Toc454789009" w:history="1">
        <w:r w:rsidR="000A6AB6" w:rsidRPr="00181499">
          <w:rPr>
            <w:rStyle w:val="Hyperlink"/>
          </w:rPr>
          <w:t>7.4</w:t>
        </w:r>
        <w:r w:rsidR="000A6AB6">
          <w:rPr>
            <w:rFonts w:asciiTheme="minorHAnsi" w:eastAsiaTheme="minorEastAsia" w:hAnsiTheme="minorHAnsi" w:cstheme="minorBidi"/>
            <w:b w:val="0"/>
            <w:i w:val="0"/>
            <w:sz w:val="22"/>
            <w:szCs w:val="22"/>
          </w:rPr>
          <w:tab/>
        </w:r>
        <w:r w:rsidR="000A6AB6" w:rsidRPr="00181499">
          <w:rPr>
            <w:rStyle w:val="Hyperlink"/>
          </w:rPr>
          <w:t>Deprivation of liberty – overcrowding</w:t>
        </w:r>
        <w:r w:rsidR="000A6AB6">
          <w:rPr>
            <w:webHidden/>
          </w:rPr>
          <w:tab/>
        </w:r>
        <w:r w:rsidR="000A6AB6">
          <w:rPr>
            <w:webHidden/>
          </w:rPr>
          <w:fldChar w:fldCharType="begin"/>
        </w:r>
        <w:r w:rsidR="000A6AB6">
          <w:rPr>
            <w:webHidden/>
          </w:rPr>
          <w:instrText xml:space="preserve"> PAGEREF _Toc454789009 \h </w:instrText>
        </w:r>
        <w:r w:rsidR="000A6AB6">
          <w:rPr>
            <w:webHidden/>
          </w:rPr>
        </w:r>
        <w:r w:rsidR="000A6AB6">
          <w:rPr>
            <w:webHidden/>
          </w:rPr>
          <w:fldChar w:fldCharType="separate"/>
        </w:r>
        <w:r w:rsidR="000A6AB6">
          <w:rPr>
            <w:webHidden/>
          </w:rPr>
          <w:t>11</w:t>
        </w:r>
        <w:r w:rsidR="000A6AB6">
          <w:rPr>
            <w:webHidden/>
          </w:rPr>
          <w:fldChar w:fldCharType="end"/>
        </w:r>
      </w:hyperlink>
    </w:p>
    <w:p w14:paraId="0024DEAC" w14:textId="1D0D1DB7" w:rsidR="000A6AB6" w:rsidRDefault="00BE3D5B">
      <w:pPr>
        <w:pStyle w:val="TOC2"/>
        <w:rPr>
          <w:rFonts w:asciiTheme="minorHAnsi" w:eastAsiaTheme="minorEastAsia" w:hAnsiTheme="minorHAnsi" w:cstheme="minorBidi"/>
          <w:b w:val="0"/>
          <w:i w:val="0"/>
          <w:sz w:val="22"/>
          <w:szCs w:val="22"/>
        </w:rPr>
      </w:pPr>
      <w:hyperlink w:anchor="_Toc454789010" w:history="1">
        <w:r w:rsidR="000A6AB6" w:rsidRPr="00181499">
          <w:rPr>
            <w:rStyle w:val="Hyperlink"/>
          </w:rPr>
          <w:t>7.5</w:t>
        </w:r>
        <w:r w:rsidR="000A6AB6">
          <w:rPr>
            <w:rFonts w:asciiTheme="minorHAnsi" w:eastAsiaTheme="minorEastAsia" w:hAnsiTheme="minorHAnsi" w:cstheme="minorBidi"/>
            <w:b w:val="0"/>
            <w:i w:val="0"/>
            <w:sz w:val="22"/>
            <w:szCs w:val="22"/>
          </w:rPr>
          <w:tab/>
        </w:r>
        <w:r w:rsidR="000A6AB6" w:rsidRPr="00181499">
          <w:rPr>
            <w:rStyle w:val="Hyperlink"/>
          </w:rPr>
          <w:t>Use of conducted energy weapons - Tasers</w:t>
        </w:r>
        <w:r w:rsidR="000A6AB6">
          <w:rPr>
            <w:webHidden/>
          </w:rPr>
          <w:tab/>
        </w:r>
        <w:r w:rsidR="000A6AB6">
          <w:rPr>
            <w:webHidden/>
          </w:rPr>
          <w:fldChar w:fldCharType="begin"/>
        </w:r>
        <w:r w:rsidR="000A6AB6">
          <w:rPr>
            <w:webHidden/>
          </w:rPr>
          <w:instrText xml:space="preserve"> PAGEREF _Toc454789010 \h </w:instrText>
        </w:r>
        <w:r w:rsidR="000A6AB6">
          <w:rPr>
            <w:webHidden/>
          </w:rPr>
        </w:r>
        <w:r w:rsidR="000A6AB6">
          <w:rPr>
            <w:webHidden/>
          </w:rPr>
          <w:fldChar w:fldCharType="separate"/>
        </w:r>
        <w:r w:rsidR="000A6AB6">
          <w:rPr>
            <w:webHidden/>
          </w:rPr>
          <w:t>11</w:t>
        </w:r>
        <w:r w:rsidR="000A6AB6">
          <w:rPr>
            <w:webHidden/>
          </w:rPr>
          <w:fldChar w:fldCharType="end"/>
        </w:r>
      </w:hyperlink>
    </w:p>
    <w:p w14:paraId="217F2D86" w14:textId="0B340C09" w:rsidR="000A6AB6" w:rsidRDefault="00BE3D5B">
      <w:pPr>
        <w:pStyle w:val="TOC1"/>
        <w:rPr>
          <w:rFonts w:asciiTheme="minorHAnsi" w:eastAsiaTheme="minorEastAsia" w:hAnsiTheme="minorHAnsi" w:cstheme="minorBidi"/>
          <w:b w:val="0"/>
          <w:sz w:val="22"/>
          <w:szCs w:val="22"/>
        </w:rPr>
      </w:pPr>
      <w:hyperlink w:anchor="_Toc454789011" w:history="1">
        <w:r w:rsidR="000A6AB6" w:rsidRPr="00181499">
          <w:rPr>
            <w:rStyle w:val="Hyperlink"/>
          </w:rPr>
          <w:t>8.</w:t>
        </w:r>
        <w:r w:rsidR="000A6AB6">
          <w:rPr>
            <w:rFonts w:asciiTheme="minorHAnsi" w:eastAsiaTheme="minorEastAsia" w:hAnsiTheme="minorHAnsi" w:cstheme="minorBidi"/>
            <w:b w:val="0"/>
            <w:sz w:val="22"/>
            <w:szCs w:val="22"/>
          </w:rPr>
          <w:tab/>
        </w:r>
        <w:r w:rsidR="000A6AB6" w:rsidRPr="00181499">
          <w:rPr>
            <w:rStyle w:val="Hyperlink"/>
          </w:rPr>
          <w:t>Counter-terrorism legislation</w:t>
        </w:r>
        <w:r w:rsidR="000A6AB6">
          <w:rPr>
            <w:webHidden/>
          </w:rPr>
          <w:tab/>
        </w:r>
        <w:r w:rsidR="000A6AB6">
          <w:rPr>
            <w:webHidden/>
          </w:rPr>
          <w:fldChar w:fldCharType="begin"/>
        </w:r>
        <w:r w:rsidR="000A6AB6">
          <w:rPr>
            <w:webHidden/>
          </w:rPr>
          <w:instrText xml:space="preserve"> PAGEREF _Toc454789011 \h </w:instrText>
        </w:r>
        <w:r w:rsidR="000A6AB6">
          <w:rPr>
            <w:webHidden/>
          </w:rPr>
        </w:r>
        <w:r w:rsidR="000A6AB6">
          <w:rPr>
            <w:webHidden/>
          </w:rPr>
          <w:fldChar w:fldCharType="separate"/>
        </w:r>
        <w:r w:rsidR="000A6AB6">
          <w:rPr>
            <w:webHidden/>
          </w:rPr>
          <w:t>12</w:t>
        </w:r>
        <w:r w:rsidR="000A6AB6">
          <w:rPr>
            <w:webHidden/>
          </w:rPr>
          <w:fldChar w:fldCharType="end"/>
        </w:r>
      </w:hyperlink>
    </w:p>
    <w:p w14:paraId="27023AA2" w14:textId="3965095B" w:rsidR="000A6AB6" w:rsidRDefault="00BE3D5B">
      <w:pPr>
        <w:pStyle w:val="TOC1"/>
        <w:rPr>
          <w:rFonts w:asciiTheme="minorHAnsi" w:eastAsiaTheme="minorEastAsia" w:hAnsiTheme="minorHAnsi" w:cstheme="minorBidi"/>
          <w:b w:val="0"/>
          <w:sz w:val="22"/>
          <w:szCs w:val="22"/>
        </w:rPr>
      </w:pPr>
      <w:hyperlink w:anchor="_Toc454789012" w:history="1">
        <w:r w:rsidR="000A6AB6" w:rsidRPr="00181499">
          <w:rPr>
            <w:rStyle w:val="Hyperlink"/>
          </w:rPr>
          <w:t>9.</w:t>
        </w:r>
        <w:r w:rsidR="000A6AB6">
          <w:rPr>
            <w:rFonts w:asciiTheme="minorHAnsi" w:eastAsiaTheme="minorEastAsia" w:hAnsiTheme="minorHAnsi" w:cstheme="minorBidi"/>
            <w:b w:val="0"/>
            <w:sz w:val="22"/>
            <w:szCs w:val="22"/>
          </w:rPr>
          <w:tab/>
        </w:r>
        <w:r w:rsidR="000A6AB6" w:rsidRPr="00181499">
          <w:rPr>
            <w:rStyle w:val="Hyperlink"/>
          </w:rPr>
          <w:t>Immigration detention and asylum seeker policy</w:t>
        </w:r>
        <w:r w:rsidR="000A6AB6">
          <w:rPr>
            <w:webHidden/>
          </w:rPr>
          <w:tab/>
        </w:r>
        <w:r w:rsidR="000A6AB6">
          <w:rPr>
            <w:webHidden/>
          </w:rPr>
          <w:fldChar w:fldCharType="begin"/>
        </w:r>
        <w:r w:rsidR="000A6AB6">
          <w:rPr>
            <w:webHidden/>
          </w:rPr>
          <w:instrText xml:space="preserve"> PAGEREF _Toc454789012 \h </w:instrText>
        </w:r>
        <w:r w:rsidR="000A6AB6">
          <w:rPr>
            <w:webHidden/>
          </w:rPr>
        </w:r>
        <w:r w:rsidR="000A6AB6">
          <w:rPr>
            <w:webHidden/>
          </w:rPr>
          <w:fldChar w:fldCharType="separate"/>
        </w:r>
        <w:r w:rsidR="000A6AB6">
          <w:rPr>
            <w:webHidden/>
          </w:rPr>
          <w:t>13</w:t>
        </w:r>
        <w:r w:rsidR="000A6AB6">
          <w:rPr>
            <w:webHidden/>
          </w:rPr>
          <w:fldChar w:fldCharType="end"/>
        </w:r>
      </w:hyperlink>
    </w:p>
    <w:p w14:paraId="1B902F9F" w14:textId="604465CA" w:rsidR="000A6AB6" w:rsidRDefault="00BE3D5B">
      <w:pPr>
        <w:pStyle w:val="TOC2"/>
        <w:rPr>
          <w:rFonts w:asciiTheme="minorHAnsi" w:eastAsiaTheme="minorEastAsia" w:hAnsiTheme="minorHAnsi" w:cstheme="minorBidi"/>
          <w:b w:val="0"/>
          <w:i w:val="0"/>
          <w:sz w:val="22"/>
          <w:szCs w:val="22"/>
        </w:rPr>
      </w:pPr>
      <w:hyperlink w:anchor="_Toc454789013" w:history="1">
        <w:r w:rsidR="000A6AB6" w:rsidRPr="00181499">
          <w:rPr>
            <w:rStyle w:val="Hyperlink"/>
          </w:rPr>
          <w:t>9.1</w:t>
        </w:r>
        <w:r w:rsidR="000A6AB6">
          <w:rPr>
            <w:rFonts w:asciiTheme="minorHAnsi" w:eastAsiaTheme="minorEastAsia" w:hAnsiTheme="minorHAnsi" w:cstheme="minorBidi"/>
            <w:b w:val="0"/>
            <w:i w:val="0"/>
            <w:sz w:val="22"/>
            <w:szCs w:val="22"/>
          </w:rPr>
          <w:tab/>
        </w:r>
        <w:r w:rsidR="000A6AB6" w:rsidRPr="00181499">
          <w:rPr>
            <w:rStyle w:val="Hyperlink"/>
          </w:rPr>
          <w:t>Non-refoulement</w:t>
        </w:r>
        <w:r w:rsidR="000A6AB6">
          <w:rPr>
            <w:webHidden/>
          </w:rPr>
          <w:tab/>
        </w:r>
        <w:r w:rsidR="000A6AB6">
          <w:rPr>
            <w:webHidden/>
          </w:rPr>
          <w:fldChar w:fldCharType="begin"/>
        </w:r>
        <w:r w:rsidR="000A6AB6">
          <w:rPr>
            <w:webHidden/>
          </w:rPr>
          <w:instrText xml:space="preserve"> PAGEREF _Toc454789013 \h </w:instrText>
        </w:r>
        <w:r w:rsidR="000A6AB6">
          <w:rPr>
            <w:webHidden/>
          </w:rPr>
        </w:r>
        <w:r w:rsidR="000A6AB6">
          <w:rPr>
            <w:webHidden/>
          </w:rPr>
          <w:fldChar w:fldCharType="separate"/>
        </w:r>
        <w:r w:rsidR="000A6AB6">
          <w:rPr>
            <w:webHidden/>
          </w:rPr>
          <w:t>13</w:t>
        </w:r>
        <w:r w:rsidR="000A6AB6">
          <w:rPr>
            <w:webHidden/>
          </w:rPr>
          <w:fldChar w:fldCharType="end"/>
        </w:r>
      </w:hyperlink>
    </w:p>
    <w:p w14:paraId="057FA747" w14:textId="3FBF655C" w:rsidR="000A6AB6" w:rsidRDefault="00BE3D5B">
      <w:pPr>
        <w:pStyle w:val="TOC2"/>
        <w:rPr>
          <w:rFonts w:asciiTheme="minorHAnsi" w:eastAsiaTheme="minorEastAsia" w:hAnsiTheme="minorHAnsi" w:cstheme="minorBidi"/>
          <w:b w:val="0"/>
          <w:i w:val="0"/>
          <w:sz w:val="22"/>
          <w:szCs w:val="22"/>
        </w:rPr>
      </w:pPr>
      <w:hyperlink w:anchor="_Toc454789014" w:history="1">
        <w:r w:rsidR="000A6AB6" w:rsidRPr="00181499">
          <w:rPr>
            <w:rStyle w:val="Hyperlink"/>
          </w:rPr>
          <w:t>9.2</w:t>
        </w:r>
        <w:r w:rsidR="000A6AB6">
          <w:rPr>
            <w:rFonts w:asciiTheme="minorHAnsi" w:eastAsiaTheme="minorEastAsia" w:hAnsiTheme="minorHAnsi" w:cstheme="minorBidi"/>
            <w:b w:val="0"/>
            <w:i w:val="0"/>
            <w:sz w:val="22"/>
            <w:szCs w:val="22"/>
          </w:rPr>
          <w:tab/>
        </w:r>
        <w:r w:rsidR="000A6AB6" w:rsidRPr="00181499">
          <w:rPr>
            <w:rStyle w:val="Hyperlink"/>
          </w:rPr>
          <w:t>Mandatory immigration detention, including of children</w:t>
        </w:r>
        <w:r w:rsidR="000A6AB6">
          <w:rPr>
            <w:webHidden/>
          </w:rPr>
          <w:tab/>
        </w:r>
        <w:r w:rsidR="000A6AB6">
          <w:rPr>
            <w:webHidden/>
          </w:rPr>
          <w:fldChar w:fldCharType="begin"/>
        </w:r>
        <w:r w:rsidR="000A6AB6">
          <w:rPr>
            <w:webHidden/>
          </w:rPr>
          <w:instrText xml:space="preserve"> PAGEREF _Toc454789014 \h </w:instrText>
        </w:r>
        <w:r w:rsidR="000A6AB6">
          <w:rPr>
            <w:webHidden/>
          </w:rPr>
        </w:r>
        <w:r w:rsidR="000A6AB6">
          <w:rPr>
            <w:webHidden/>
          </w:rPr>
          <w:fldChar w:fldCharType="separate"/>
        </w:r>
        <w:r w:rsidR="000A6AB6">
          <w:rPr>
            <w:webHidden/>
          </w:rPr>
          <w:t>14</w:t>
        </w:r>
        <w:r w:rsidR="000A6AB6">
          <w:rPr>
            <w:webHidden/>
          </w:rPr>
          <w:fldChar w:fldCharType="end"/>
        </w:r>
      </w:hyperlink>
    </w:p>
    <w:p w14:paraId="0D411155" w14:textId="6228AFEF" w:rsidR="000A6AB6" w:rsidRDefault="00BE3D5B">
      <w:pPr>
        <w:pStyle w:val="TOC2"/>
        <w:rPr>
          <w:rFonts w:asciiTheme="minorHAnsi" w:eastAsiaTheme="minorEastAsia" w:hAnsiTheme="minorHAnsi" w:cstheme="minorBidi"/>
          <w:b w:val="0"/>
          <w:i w:val="0"/>
          <w:sz w:val="22"/>
          <w:szCs w:val="22"/>
        </w:rPr>
      </w:pPr>
      <w:hyperlink w:anchor="_Toc454789015" w:history="1">
        <w:r w:rsidR="000A6AB6" w:rsidRPr="00181499">
          <w:rPr>
            <w:rStyle w:val="Hyperlink"/>
          </w:rPr>
          <w:t>9.3</w:t>
        </w:r>
        <w:r w:rsidR="000A6AB6">
          <w:rPr>
            <w:rFonts w:asciiTheme="minorHAnsi" w:eastAsiaTheme="minorEastAsia" w:hAnsiTheme="minorHAnsi" w:cstheme="minorBidi"/>
            <w:b w:val="0"/>
            <w:i w:val="0"/>
            <w:sz w:val="22"/>
            <w:szCs w:val="22"/>
          </w:rPr>
          <w:tab/>
        </w:r>
        <w:r w:rsidR="000A6AB6" w:rsidRPr="00181499">
          <w:rPr>
            <w:rStyle w:val="Hyperlink"/>
          </w:rPr>
          <w:t>Offshore processing of asylum claims</w:t>
        </w:r>
        <w:r w:rsidR="000A6AB6">
          <w:rPr>
            <w:webHidden/>
          </w:rPr>
          <w:tab/>
        </w:r>
        <w:r w:rsidR="000A6AB6">
          <w:rPr>
            <w:webHidden/>
          </w:rPr>
          <w:fldChar w:fldCharType="begin"/>
        </w:r>
        <w:r w:rsidR="000A6AB6">
          <w:rPr>
            <w:webHidden/>
          </w:rPr>
          <w:instrText xml:space="preserve"> PAGEREF _Toc454789015 \h </w:instrText>
        </w:r>
        <w:r w:rsidR="000A6AB6">
          <w:rPr>
            <w:webHidden/>
          </w:rPr>
        </w:r>
        <w:r w:rsidR="000A6AB6">
          <w:rPr>
            <w:webHidden/>
          </w:rPr>
          <w:fldChar w:fldCharType="separate"/>
        </w:r>
        <w:r w:rsidR="000A6AB6">
          <w:rPr>
            <w:webHidden/>
          </w:rPr>
          <w:t>16</w:t>
        </w:r>
        <w:r w:rsidR="000A6AB6">
          <w:rPr>
            <w:webHidden/>
          </w:rPr>
          <w:fldChar w:fldCharType="end"/>
        </w:r>
      </w:hyperlink>
    </w:p>
    <w:p w14:paraId="1442A8BF" w14:textId="0AC3C7B0" w:rsidR="000A6AB6" w:rsidRDefault="00BE3D5B">
      <w:pPr>
        <w:pStyle w:val="TOC1"/>
        <w:rPr>
          <w:rFonts w:asciiTheme="minorHAnsi" w:eastAsiaTheme="minorEastAsia" w:hAnsiTheme="minorHAnsi" w:cstheme="minorBidi"/>
          <w:b w:val="0"/>
          <w:sz w:val="22"/>
          <w:szCs w:val="22"/>
        </w:rPr>
      </w:pPr>
      <w:hyperlink w:anchor="_Toc454789016" w:history="1">
        <w:r w:rsidR="000A6AB6" w:rsidRPr="00181499">
          <w:rPr>
            <w:rStyle w:val="Hyperlink"/>
          </w:rPr>
          <w:t>10.</w:t>
        </w:r>
        <w:r w:rsidR="000A6AB6">
          <w:rPr>
            <w:rFonts w:asciiTheme="minorHAnsi" w:eastAsiaTheme="minorEastAsia" w:hAnsiTheme="minorHAnsi" w:cstheme="minorBidi"/>
            <w:b w:val="0"/>
            <w:sz w:val="22"/>
            <w:szCs w:val="22"/>
          </w:rPr>
          <w:tab/>
        </w:r>
        <w:r w:rsidR="000A6AB6" w:rsidRPr="00181499">
          <w:rPr>
            <w:rStyle w:val="Hyperlink"/>
          </w:rPr>
          <w:t>Rights of the Child</w:t>
        </w:r>
        <w:r w:rsidR="000A6AB6">
          <w:rPr>
            <w:webHidden/>
          </w:rPr>
          <w:tab/>
        </w:r>
        <w:r w:rsidR="000A6AB6">
          <w:rPr>
            <w:webHidden/>
          </w:rPr>
          <w:fldChar w:fldCharType="begin"/>
        </w:r>
        <w:r w:rsidR="000A6AB6">
          <w:rPr>
            <w:webHidden/>
          </w:rPr>
          <w:instrText xml:space="preserve"> PAGEREF _Toc454789016 \h </w:instrText>
        </w:r>
        <w:r w:rsidR="000A6AB6">
          <w:rPr>
            <w:webHidden/>
          </w:rPr>
        </w:r>
        <w:r w:rsidR="000A6AB6">
          <w:rPr>
            <w:webHidden/>
          </w:rPr>
          <w:fldChar w:fldCharType="separate"/>
        </w:r>
        <w:r w:rsidR="000A6AB6">
          <w:rPr>
            <w:webHidden/>
          </w:rPr>
          <w:t>17</w:t>
        </w:r>
        <w:r w:rsidR="000A6AB6">
          <w:rPr>
            <w:webHidden/>
          </w:rPr>
          <w:fldChar w:fldCharType="end"/>
        </w:r>
      </w:hyperlink>
    </w:p>
    <w:p w14:paraId="5C506A12" w14:textId="43C71670" w:rsidR="000A6AB6" w:rsidRDefault="00BE3D5B">
      <w:pPr>
        <w:pStyle w:val="TOC2"/>
        <w:rPr>
          <w:rFonts w:asciiTheme="minorHAnsi" w:eastAsiaTheme="minorEastAsia" w:hAnsiTheme="minorHAnsi" w:cstheme="minorBidi"/>
          <w:b w:val="0"/>
          <w:i w:val="0"/>
          <w:sz w:val="22"/>
          <w:szCs w:val="22"/>
        </w:rPr>
      </w:pPr>
      <w:hyperlink w:anchor="_Toc454789017" w:history="1">
        <w:r w:rsidR="000A6AB6" w:rsidRPr="00181499">
          <w:rPr>
            <w:rStyle w:val="Hyperlink"/>
          </w:rPr>
          <w:t>10.1</w:t>
        </w:r>
        <w:r w:rsidR="000A6AB6">
          <w:rPr>
            <w:rFonts w:asciiTheme="minorHAnsi" w:eastAsiaTheme="minorEastAsia" w:hAnsiTheme="minorHAnsi" w:cstheme="minorBidi"/>
            <w:b w:val="0"/>
            <w:i w:val="0"/>
            <w:sz w:val="22"/>
            <w:szCs w:val="22"/>
          </w:rPr>
          <w:tab/>
        </w:r>
        <w:r w:rsidR="000A6AB6" w:rsidRPr="00181499">
          <w:rPr>
            <w:rStyle w:val="Hyperlink"/>
          </w:rPr>
          <w:t>Royal Commission into Institutional Responses to Child Sexual Abuse</w:t>
        </w:r>
        <w:r w:rsidR="000A6AB6">
          <w:rPr>
            <w:webHidden/>
          </w:rPr>
          <w:tab/>
        </w:r>
        <w:r w:rsidR="000A6AB6">
          <w:rPr>
            <w:webHidden/>
          </w:rPr>
          <w:fldChar w:fldCharType="begin"/>
        </w:r>
        <w:r w:rsidR="000A6AB6">
          <w:rPr>
            <w:webHidden/>
          </w:rPr>
          <w:instrText xml:space="preserve"> PAGEREF _Toc454789017 \h </w:instrText>
        </w:r>
        <w:r w:rsidR="000A6AB6">
          <w:rPr>
            <w:webHidden/>
          </w:rPr>
        </w:r>
        <w:r w:rsidR="000A6AB6">
          <w:rPr>
            <w:webHidden/>
          </w:rPr>
          <w:fldChar w:fldCharType="separate"/>
        </w:r>
        <w:r w:rsidR="000A6AB6">
          <w:rPr>
            <w:webHidden/>
          </w:rPr>
          <w:t>17</w:t>
        </w:r>
        <w:r w:rsidR="000A6AB6">
          <w:rPr>
            <w:webHidden/>
          </w:rPr>
          <w:fldChar w:fldCharType="end"/>
        </w:r>
      </w:hyperlink>
    </w:p>
    <w:p w14:paraId="140227B5" w14:textId="2E8330D5" w:rsidR="000A6AB6" w:rsidRDefault="00BE3D5B">
      <w:pPr>
        <w:pStyle w:val="TOC1"/>
        <w:rPr>
          <w:rFonts w:asciiTheme="minorHAnsi" w:eastAsiaTheme="minorEastAsia" w:hAnsiTheme="minorHAnsi" w:cstheme="minorBidi"/>
          <w:b w:val="0"/>
          <w:sz w:val="22"/>
          <w:szCs w:val="22"/>
        </w:rPr>
      </w:pPr>
      <w:hyperlink w:anchor="_Toc454789018" w:history="1">
        <w:r w:rsidR="000A6AB6" w:rsidRPr="00181499">
          <w:rPr>
            <w:rStyle w:val="Hyperlink"/>
          </w:rPr>
          <w:t>11.</w:t>
        </w:r>
        <w:r w:rsidR="000A6AB6">
          <w:rPr>
            <w:rFonts w:asciiTheme="minorHAnsi" w:eastAsiaTheme="minorEastAsia" w:hAnsiTheme="minorHAnsi" w:cstheme="minorBidi"/>
            <w:b w:val="0"/>
            <w:sz w:val="22"/>
            <w:szCs w:val="22"/>
          </w:rPr>
          <w:tab/>
        </w:r>
        <w:r w:rsidR="000A6AB6" w:rsidRPr="00181499">
          <w:rPr>
            <w:rStyle w:val="Hyperlink"/>
          </w:rPr>
          <w:t>Sterilization of persons with disabilities</w:t>
        </w:r>
        <w:r w:rsidR="000A6AB6">
          <w:rPr>
            <w:webHidden/>
          </w:rPr>
          <w:tab/>
        </w:r>
        <w:r w:rsidR="000A6AB6">
          <w:rPr>
            <w:webHidden/>
          </w:rPr>
          <w:fldChar w:fldCharType="begin"/>
        </w:r>
        <w:r w:rsidR="000A6AB6">
          <w:rPr>
            <w:webHidden/>
          </w:rPr>
          <w:instrText xml:space="preserve"> PAGEREF _Toc454789018 \h </w:instrText>
        </w:r>
        <w:r w:rsidR="000A6AB6">
          <w:rPr>
            <w:webHidden/>
          </w:rPr>
        </w:r>
        <w:r w:rsidR="000A6AB6">
          <w:rPr>
            <w:webHidden/>
          </w:rPr>
          <w:fldChar w:fldCharType="separate"/>
        </w:r>
        <w:r w:rsidR="000A6AB6">
          <w:rPr>
            <w:webHidden/>
          </w:rPr>
          <w:t>17</w:t>
        </w:r>
        <w:r w:rsidR="000A6AB6">
          <w:rPr>
            <w:webHidden/>
          </w:rPr>
          <w:fldChar w:fldCharType="end"/>
        </w:r>
      </w:hyperlink>
    </w:p>
    <w:p w14:paraId="31BA0533" w14:textId="602CBA97" w:rsidR="000A6AB6" w:rsidRDefault="00BE3D5B">
      <w:pPr>
        <w:pStyle w:val="TOC1"/>
        <w:rPr>
          <w:rFonts w:asciiTheme="minorHAnsi" w:eastAsiaTheme="minorEastAsia" w:hAnsiTheme="minorHAnsi" w:cstheme="minorBidi"/>
          <w:b w:val="0"/>
          <w:sz w:val="22"/>
          <w:szCs w:val="22"/>
        </w:rPr>
      </w:pPr>
      <w:hyperlink w:anchor="_Toc454789019" w:history="1">
        <w:r w:rsidR="000A6AB6" w:rsidRPr="00181499">
          <w:rPr>
            <w:rStyle w:val="Hyperlink"/>
          </w:rPr>
          <w:t>12.</w:t>
        </w:r>
        <w:r w:rsidR="000A6AB6">
          <w:rPr>
            <w:rFonts w:asciiTheme="minorHAnsi" w:eastAsiaTheme="minorEastAsia" w:hAnsiTheme="minorHAnsi" w:cstheme="minorBidi"/>
            <w:b w:val="0"/>
            <w:sz w:val="22"/>
            <w:szCs w:val="22"/>
          </w:rPr>
          <w:tab/>
        </w:r>
        <w:r w:rsidR="000A6AB6" w:rsidRPr="00181499">
          <w:rPr>
            <w:rStyle w:val="Hyperlink"/>
          </w:rPr>
          <w:t>Other issues</w:t>
        </w:r>
        <w:r w:rsidR="000A6AB6">
          <w:rPr>
            <w:webHidden/>
          </w:rPr>
          <w:tab/>
        </w:r>
        <w:r w:rsidR="000A6AB6">
          <w:rPr>
            <w:webHidden/>
          </w:rPr>
          <w:fldChar w:fldCharType="begin"/>
        </w:r>
        <w:r w:rsidR="000A6AB6">
          <w:rPr>
            <w:webHidden/>
          </w:rPr>
          <w:instrText xml:space="preserve"> PAGEREF _Toc454789019 \h </w:instrText>
        </w:r>
        <w:r w:rsidR="000A6AB6">
          <w:rPr>
            <w:webHidden/>
          </w:rPr>
        </w:r>
        <w:r w:rsidR="000A6AB6">
          <w:rPr>
            <w:webHidden/>
          </w:rPr>
          <w:fldChar w:fldCharType="separate"/>
        </w:r>
        <w:r w:rsidR="000A6AB6">
          <w:rPr>
            <w:webHidden/>
          </w:rPr>
          <w:t>18</w:t>
        </w:r>
        <w:r w:rsidR="000A6AB6">
          <w:rPr>
            <w:webHidden/>
          </w:rPr>
          <w:fldChar w:fldCharType="end"/>
        </w:r>
      </w:hyperlink>
    </w:p>
    <w:p w14:paraId="48664314" w14:textId="6BA18FE1" w:rsidR="000A6AB6" w:rsidRDefault="00BE3D5B">
      <w:pPr>
        <w:pStyle w:val="TOC2"/>
        <w:rPr>
          <w:rFonts w:asciiTheme="minorHAnsi" w:eastAsiaTheme="minorEastAsia" w:hAnsiTheme="minorHAnsi" w:cstheme="minorBidi"/>
          <w:b w:val="0"/>
          <w:i w:val="0"/>
          <w:sz w:val="22"/>
          <w:szCs w:val="22"/>
        </w:rPr>
      </w:pPr>
      <w:hyperlink w:anchor="_Toc454789020" w:history="1">
        <w:r w:rsidR="000A6AB6" w:rsidRPr="00181499">
          <w:rPr>
            <w:rStyle w:val="Hyperlink"/>
          </w:rPr>
          <w:t>12.1</w:t>
        </w:r>
        <w:r w:rsidR="000A6AB6">
          <w:rPr>
            <w:rFonts w:asciiTheme="minorHAnsi" w:eastAsiaTheme="minorEastAsia" w:hAnsiTheme="minorHAnsi" w:cstheme="minorBidi"/>
            <w:b w:val="0"/>
            <w:i w:val="0"/>
            <w:sz w:val="22"/>
            <w:szCs w:val="22"/>
          </w:rPr>
          <w:tab/>
        </w:r>
        <w:r w:rsidR="000A6AB6" w:rsidRPr="00181499">
          <w:rPr>
            <w:rStyle w:val="Hyperlink"/>
          </w:rPr>
          <w:t>Sexual Orientation, Gender Identity and Intersex issues (SOGII)</w:t>
        </w:r>
        <w:r w:rsidR="000A6AB6">
          <w:rPr>
            <w:webHidden/>
          </w:rPr>
          <w:tab/>
        </w:r>
        <w:r w:rsidR="000A6AB6">
          <w:rPr>
            <w:webHidden/>
          </w:rPr>
          <w:fldChar w:fldCharType="begin"/>
        </w:r>
        <w:r w:rsidR="000A6AB6">
          <w:rPr>
            <w:webHidden/>
          </w:rPr>
          <w:instrText xml:space="preserve"> PAGEREF _Toc454789020 \h </w:instrText>
        </w:r>
        <w:r w:rsidR="000A6AB6">
          <w:rPr>
            <w:webHidden/>
          </w:rPr>
        </w:r>
        <w:r w:rsidR="000A6AB6">
          <w:rPr>
            <w:webHidden/>
          </w:rPr>
          <w:fldChar w:fldCharType="separate"/>
        </w:r>
        <w:r w:rsidR="000A6AB6">
          <w:rPr>
            <w:webHidden/>
          </w:rPr>
          <w:t>18</w:t>
        </w:r>
        <w:r w:rsidR="000A6AB6">
          <w:rPr>
            <w:webHidden/>
          </w:rPr>
          <w:fldChar w:fldCharType="end"/>
        </w:r>
      </w:hyperlink>
    </w:p>
    <w:p w14:paraId="16283008" w14:textId="66250C8B" w:rsidR="000A6AB6" w:rsidRDefault="00BE3D5B">
      <w:pPr>
        <w:pStyle w:val="TOC2"/>
        <w:rPr>
          <w:rFonts w:asciiTheme="minorHAnsi" w:eastAsiaTheme="minorEastAsia" w:hAnsiTheme="minorHAnsi" w:cstheme="minorBidi"/>
          <w:b w:val="0"/>
          <w:i w:val="0"/>
          <w:sz w:val="22"/>
          <w:szCs w:val="22"/>
        </w:rPr>
      </w:pPr>
      <w:hyperlink w:anchor="_Toc454789021" w:history="1">
        <w:r w:rsidR="000A6AB6" w:rsidRPr="00181499">
          <w:rPr>
            <w:rStyle w:val="Hyperlink"/>
          </w:rPr>
          <w:t>12.2</w:t>
        </w:r>
        <w:r w:rsidR="000A6AB6">
          <w:rPr>
            <w:rFonts w:asciiTheme="minorHAnsi" w:eastAsiaTheme="minorEastAsia" w:hAnsiTheme="minorHAnsi" w:cstheme="minorBidi"/>
            <w:b w:val="0"/>
            <w:i w:val="0"/>
            <w:sz w:val="22"/>
            <w:szCs w:val="22"/>
          </w:rPr>
          <w:tab/>
        </w:r>
        <w:r w:rsidR="000A6AB6" w:rsidRPr="00181499">
          <w:rPr>
            <w:rStyle w:val="Hyperlink"/>
          </w:rPr>
          <w:t>Older persons – elder abuse</w:t>
        </w:r>
        <w:r w:rsidR="000A6AB6">
          <w:rPr>
            <w:webHidden/>
          </w:rPr>
          <w:tab/>
        </w:r>
        <w:r w:rsidR="000A6AB6">
          <w:rPr>
            <w:webHidden/>
          </w:rPr>
          <w:fldChar w:fldCharType="begin"/>
        </w:r>
        <w:r w:rsidR="000A6AB6">
          <w:rPr>
            <w:webHidden/>
          </w:rPr>
          <w:instrText xml:space="preserve"> PAGEREF _Toc454789021 \h </w:instrText>
        </w:r>
        <w:r w:rsidR="000A6AB6">
          <w:rPr>
            <w:webHidden/>
          </w:rPr>
        </w:r>
        <w:r w:rsidR="000A6AB6">
          <w:rPr>
            <w:webHidden/>
          </w:rPr>
          <w:fldChar w:fldCharType="separate"/>
        </w:r>
        <w:r w:rsidR="000A6AB6">
          <w:rPr>
            <w:webHidden/>
          </w:rPr>
          <w:t>18</w:t>
        </w:r>
        <w:r w:rsidR="000A6AB6">
          <w:rPr>
            <w:webHidden/>
          </w:rPr>
          <w:fldChar w:fldCharType="end"/>
        </w:r>
      </w:hyperlink>
    </w:p>
    <w:p w14:paraId="1EC76D9D" w14:textId="2EF89FB7" w:rsidR="000A6AB6" w:rsidRDefault="00BE3D5B">
      <w:pPr>
        <w:pStyle w:val="TOC1"/>
        <w:rPr>
          <w:rFonts w:asciiTheme="minorHAnsi" w:eastAsiaTheme="minorEastAsia" w:hAnsiTheme="minorHAnsi" w:cstheme="minorBidi"/>
          <w:b w:val="0"/>
          <w:sz w:val="22"/>
          <w:szCs w:val="22"/>
        </w:rPr>
      </w:pPr>
      <w:hyperlink w:anchor="_Toc454789022" w:history="1">
        <w:r w:rsidR="000A6AB6" w:rsidRPr="00181499">
          <w:rPr>
            <w:rStyle w:val="Hyperlink"/>
          </w:rPr>
          <w:t>Attachment 1: Compilation of issues for consideration in the LOIPR</w:t>
        </w:r>
        <w:r w:rsidR="000A6AB6">
          <w:rPr>
            <w:webHidden/>
          </w:rPr>
          <w:tab/>
        </w:r>
        <w:r w:rsidR="000A6AB6">
          <w:rPr>
            <w:webHidden/>
          </w:rPr>
          <w:fldChar w:fldCharType="begin"/>
        </w:r>
        <w:r w:rsidR="000A6AB6">
          <w:rPr>
            <w:webHidden/>
          </w:rPr>
          <w:instrText xml:space="preserve"> PAGEREF _Toc454789022 \h </w:instrText>
        </w:r>
        <w:r w:rsidR="000A6AB6">
          <w:rPr>
            <w:webHidden/>
          </w:rPr>
        </w:r>
        <w:r w:rsidR="000A6AB6">
          <w:rPr>
            <w:webHidden/>
          </w:rPr>
          <w:fldChar w:fldCharType="separate"/>
        </w:r>
        <w:r w:rsidR="000A6AB6">
          <w:rPr>
            <w:webHidden/>
          </w:rPr>
          <w:t>20</w:t>
        </w:r>
        <w:r w:rsidR="000A6AB6">
          <w:rPr>
            <w:webHidden/>
          </w:rPr>
          <w:fldChar w:fldCharType="end"/>
        </w:r>
      </w:hyperlink>
    </w:p>
    <w:p w14:paraId="63C4D72E" w14:textId="2B4AFFE7" w:rsidR="000A6AB6" w:rsidRDefault="00BE3D5B">
      <w:pPr>
        <w:pStyle w:val="TOC1"/>
        <w:rPr>
          <w:rFonts w:asciiTheme="minorHAnsi" w:eastAsiaTheme="minorEastAsia" w:hAnsiTheme="minorHAnsi" w:cstheme="minorBidi"/>
          <w:b w:val="0"/>
          <w:sz w:val="22"/>
          <w:szCs w:val="22"/>
        </w:rPr>
      </w:pPr>
      <w:hyperlink w:anchor="_Toc454789023" w:history="1">
        <w:r w:rsidR="000A6AB6" w:rsidRPr="00181499">
          <w:rPr>
            <w:rStyle w:val="Hyperlink"/>
          </w:rPr>
          <w:t>Endnotes</w:t>
        </w:r>
        <w:r w:rsidR="000A6AB6">
          <w:rPr>
            <w:webHidden/>
          </w:rPr>
          <w:tab/>
        </w:r>
        <w:r w:rsidR="000A6AB6">
          <w:rPr>
            <w:webHidden/>
          </w:rPr>
          <w:fldChar w:fldCharType="begin"/>
        </w:r>
        <w:r w:rsidR="000A6AB6">
          <w:rPr>
            <w:webHidden/>
          </w:rPr>
          <w:instrText xml:space="preserve"> PAGEREF _Toc454789023 \h </w:instrText>
        </w:r>
        <w:r w:rsidR="000A6AB6">
          <w:rPr>
            <w:webHidden/>
          </w:rPr>
        </w:r>
        <w:r w:rsidR="000A6AB6">
          <w:rPr>
            <w:webHidden/>
          </w:rPr>
          <w:fldChar w:fldCharType="separate"/>
        </w:r>
        <w:r w:rsidR="000A6AB6">
          <w:rPr>
            <w:webHidden/>
          </w:rPr>
          <w:t>24</w:t>
        </w:r>
        <w:r w:rsidR="000A6AB6">
          <w:rPr>
            <w:webHidden/>
          </w:rPr>
          <w:fldChar w:fldCharType="end"/>
        </w:r>
      </w:hyperlink>
    </w:p>
    <w:p w14:paraId="52AB5EB3" w14:textId="527C0C42" w:rsidR="00B34946" w:rsidRDefault="00A20200" w:rsidP="00A20200">
      <w:r>
        <w:rPr>
          <w:b/>
          <w:noProof/>
          <w:sz w:val="22"/>
        </w:rPr>
        <w:fldChar w:fldCharType="end"/>
      </w:r>
      <w:r w:rsidR="00B34946">
        <w:br w:type="page"/>
      </w:r>
    </w:p>
    <w:p w14:paraId="135CCDD9" w14:textId="77777777" w:rsidR="00B34946" w:rsidRPr="001E1304" w:rsidRDefault="00B34946" w:rsidP="00B34946">
      <w:pPr>
        <w:pStyle w:val="Heading1"/>
        <w:numPr>
          <w:ilvl w:val="0"/>
          <w:numId w:val="37"/>
        </w:numPr>
      </w:pPr>
      <w:bookmarkStart w:id="17" w:name="_Toc207761830"/>
      <w:bookmarkStart w:id="18" w:name="_Toc209578266"/>
      <w:bookmarkStart w:id="19" w:name="_Toc454788999"/>
      <w:r w:rsidRPr="001E1304">
        <w:lastRenderedPageBreak/>
        <w:t>Introduction</w:t>
      </w:r>
      <w:bookmarkEnd w:id="17"/>
      <w:bookmarkEnd w:id="18"/>
      <w:bookmarkEnd w:id="19"/>
      <w:r w:rsidRPr="001E1304">
        <w:t xml:space="preserve"> </w:t>
      </w:r>
    </w:p>
    <w:p w14:paraId="6A51C8FC" w14:textId="77777777" w:rsidR="00416CBE" w:rsidRDefault="00416CBE" w:rsidP="00416CBE">
      <w:pPr>
        <w:pStyle w:val="ListParagraph"/>
        <w:numPr>
          <w:ilvl w:val="0"/>
          <w:numId w:val="38"/>
        </w:numPr>
        <w:spacing w:before="240" w:after="240"/>
        <w:ind w:hanging="720"/>
      </w:pPr>
      <w:r>
        <w:t>This submission is made by the Australian Human Rights Commission. The Commission is an ‘A status’ national human rights institution established and operating in full compliance with the Paris Principles</w:t>
      </w:r>
      <w:bookmarkStart w:id="20" w:name="OLE_LINK1"/>
      <w:r>
        <w:t>.</w:t>
      </w:r>
      <w:bookmarkEnd w:id="20"/>
      <w:r>
        <w:t xml:space="preserve"> Information about the Commission can be found at: </w:t>
      </w:r>
      <w:hyperlink r:id="rId14" w:history="1">
        <w:r w:rsidRPr="00375759">
          <w:rPr>
            <w:rStyle w:val="Hyperlink"/>
          </w:rPr>
          <w:t>www.humanrights.gov.au</w:t>
        </w:r>
      </w:hyperlink>
      <w:r>
        <w:t xml:space="preserve">. </w:t>
      </w:r>
    </w:p>
    <w:p w14:paraId="5E984C81" w14:textId="77777777" w:rsidR="00416CBE" w:rsidRDefault="00BA7652" w:rsidP="00416CBE">
      <w:pPr>
        <w:pStyle w:val="ListParagraph"/>
        <w:numPr>
          <w:ilvl w:val="0"/>
          <w:numId w:val="38"/>
        </w:numPr>
        <w:spacing w:before="240" w:after="240"/>
        <w:ind w:hanging="720"/>
      </w:pPr>
      <w:r>
        <w:t>The submission provides information to the Committee Against Torture</w:t>
      </w:r>
      <w:r w:rsidR="00D4590A">
        <w:t xml:space="preserve"> (CAT Committee)</w:t>
      </w:r>
      <w:r>
        <w:t xml:space="preserve"> that is relevant to Australia’s implementation of the </w:t>
      </w:r>
      <w:r w:rsidRPr="00670B4A">
        <w:rPr>
          <w:i/>
        </w:rPr>
        <w:t>Convention against Torture and Other Cruel, Inhuman or Degrading Treatment or Punishment</w:t>
      </w:r>
      <w:r>
        <w:t xml:space="preserve"> (CAT)</w:t>
      </w:r>
      <w:r w:rsidR="00416CBE">
        <w:t>.</w:t>
      </w:r>
      <w:r w:rsidR="00416CBE">
        <w:rPr>
          <w:rStyle w:val="EndnoteReference"/>
        </w:rPr>
        <w:endnoteReference w:id="1"/>
      </w:r>
      <w:r w:rsidR="00416CBE">
        <w:t xml:space="preserve">  </w:t>
      </w:r>
    </w:p>
    <w:p w14:paraId="13BBCC5B" w14:textId="77777777" w:rsidR="006452BC" w:rsidRDefault="00416CBE" w:rsidP="00D4590A">
      <w:pPr>
        <w:pStyle w:val="ListParagraph"/>
        <w:numPr>
          <w:ilvl w:val="0"/>
          <w:numId w:val="38"/>
        </w:numPr>
        <w:spacing w:before="240" w:after="240"/>
        <w:ind w:hanging="720"/>
      </w:pPr>
      <w:r>
        <w:t xml:space="preserve">The submission is based on work that has been undertaken by the Commission in accordance with our mandate and </w:t>
      </w:r>
      <w:r w:rsidR="00037C2A">
        <w:t>functions</w:t>
      </w:r>
      <w:r w:rsidR="00D4590A">
        <w:t>.</w:t>
      </w:r>
      <w:r w:rsidR="00037C2A">
        <w:t xml:space="preserve"> The </w:t>
      </w:r>
      <w:r w:rsidR="00BA7652">
        <w:t>material</w:t>
      </w:r>
      <w:r>
        <w:t xml:space="preserve"> provided here has been publicly reported in Australia and has been brought to the attention of the Australian government. </w:t>
      </w:r>
    </w:p>
    <w:p w14:paraId="269B6A38" w14:textId="77777777" w:rsidR="00D4590A" w:rsidRDefault="00D4590A" w:rsidP="00D4590A">
      <w:pPr>
        <w:pStyle w:val="ListParagraph"/>
        <w:numPr>
          <w:ilvl w:val="0"/>
          <w:numId w:val="38"/>
        </w:numPr>
        <w:spacing w:before="240" w:after="240"/>
        <w:ind w:hanging="720"/>
      </w:pPr>
      <w:r>
        <w:t>In particular, t</w:t>
      </w:r>
      <w:r w:rsidR="009B7FD1">
        <w:t xml:space="preserve">he submission draws upon material contained in </w:t>
      </w:r>
      <w:r>
        <w:t xml:space="preserve">the </w:t>
      </w:r>
      <w:r w:rsidR="009B7FD1">
        <w:t xml:space="preserve">following </w:t>
      </w:r>
      <w:r>
        <w:t>documents:</w:t>
      </w:r>
    </w:p>
    <w:p w14:paraId="3346B1CC" w14:textId="219B8558" w:rsidR="00D4590A" w:rsidRDefault="00D4590A" w:rsidP="00D4590A">
      <w:pPr>
        <w:pStyle w:val="ListParagraph"/>
        <w:numPr>
          <w:ilvl w:val="1"/>
          <w:numId w:val="38"/>
        </w:numPr>
        <w:spacing w:before="240" w:after="240"/>
      </w:pPr>
      <w:r>
        <w:t>Commission submission to the CAT Committee prior to Australia’s constructive dialogue in November 2014</w:t>
      </w:r>
      <w:r w:rsidR="00F04804">
        <w:t xml:space="preserve"> (</w:t>
      </w:r>
      <w:r w:rsidR="00E312C6">
        <w:t xml:space="preserve">2014 </w:t>
      </w:r>
      <w:r w:rsidR="00F04804">
        <w:t>CAT Submission)</w:t>
      </w:r>
      <w:r w:rsidR="006452BC">
        <w:rPr>
          <w:rStyle w:val="EndnoteReference"/>
        </w:rPr>
        <w:endnoteReference w:id="2"/>
      </w:r>
    </w:p>
    <w:p w14:paraId="3A1FB594" w14:textId="77777777" w:rsidR="009B7FD1" w:rsidRDefault="00D4590A" w:rsidP="00D4590A">
      <w:pPr>
        <w:pStyle w:val="ListParagraph"/>
        <w:numPr>
          <w:ilvl w:val="1"/>
          <w:numId w:val="38"/>
        </w:numPr>
        <w:spacing w:before="240" w:after="240"/>
      </w:pPr>
      <w:r>
        <w:t>Commission submission to Australia’s 2</w:t>
      </w:r>
      <w:r w:rsidRPr="00D4590A">
        <w:rPr>
          <w:vertAlign w:val="superscript"/>
        </w:rPr>
        <w:t>nd</w:t>
      </w:r>
      <w:r>
        <w:t xml:space="preserve"> cycle Universal Periodic Review (UPR)</w:t>
      </w:r>
      <w:r w:rsidR="00F04804">
        <w:t xml:space="preserve"> (UPR Submission)</w:t>
      </w:r>
      <w:r w:rsidR="006452BC">
        <w:rPr>
          <w:rStyle w:val="EndnoteReference"/>
        </w:rPr>
        <w:endnoteReference w:id="3"/>
      </w:r>
    </w:p>
    <w:p w14:paraId="6D85B9C4" w14:textId="77777777" w:rsidR="009B7FD1" w:rsidRDefault="009B7FD1" w:rsidP="00D4590A">
      <w:pPr>
        <w:pStyle w:val="ListParagraph"/>
        <w:numPr>
          <w:ilvl w:val="1"/>
          <w:numId w:val="38"/>
        </w:numPr>
        <w:spacing w:before="240" w:after="240"/>
      </w:pPr>
      <w:r>
        <w:t>Commission UPR Fact Sheets</w:t>
      </w:r>
      <w:r w:rsidR="00D70421">
        <w:rPr>
          <w:rStyle w:val="EndnoteReference"/>
        </w:rPr>
        <w:endnoteReference w:id="4"/>
      </w:r>
    </w:p>
    <w:p w14:paraId="3E348D96" w14:textId="40B83971" w:rsidR="00F24149" w:rsidRPr="00D21D6E" w:rsidRDefault="006452BC" w:rsidP="00D4590A">
      <w:pPr>
        <w:pStyle w:val="ListParagraph"/>
        <w:numPr>
          <w:ilvl w:val="1"/>
          <w:numId w:val="38"/>
        </w:numPr>
        <w:spacing w:before="240" w:after="240"/>
      </w:pPr>
      <w:r w:rsidRPr="006452BC">
        <w:rPr>
          <w:lang w:val="en-AU"/>
        </w:rPr>
        <w:t xml:space="preserve">Report of the Working Group on the </w:t>
      </w:r>
      <w:r w:rsidR="00D21D6E">
        <w:rPr>
          <w:lang w:val="en-AU"/>
        </w:rPr>
        <w:t>UPR,</w:t>
      </w:r>
      <w:r w:rsidRPr="006452BC">
        <w:rPr>
          <w:lang w:val="en-AU"/>
        </w:rPr>
        <w:t xml:space="preserve"> Australia </w:t>
      </w:r>
      <w:r w:rsidR="00D21D6E">
        <w:rPr>
          <w:lang w:val="en-AU"/>
        </w:rPr>
        <w:t>(</w:t>
      </w:r>
      <w:r w:rsidR="006D3FD3">
        <w:rPr>
          <w:lang w:val="en-AU"/>
        </w:rPr>
        <w:t xml:space="preserve">UPR </w:t>
      </w:r>
      <w:r w:rsidR="00D21D6E">
        <w:rPr>
          <w:lang w:val="en-AU"/>
        </w:rPr>
        <w:t>Working Group Report)</w:t>
      </w:r>
      <w:r w:rsidR="00810DA1">
        <w:rPr>
          <w:rStyle w:val="EndnoteReference"/>
          <w:lang w:val="en-AU"/>
        </w:rPr>
        <w:endnoteReference w:id="5"/>
      </w:r>
    </w:p>
    <w:p w14:paraId="0128973A" w14:textId="2469E5DC" w:rsidR="00D21D6E" w:rsidRPr="006452BC" w:rsidRDefault="00D21D6E" w:rsidP="00D4590A">
      <w:pPr>
        <w:pStyle w:val="ListParagraph"/>
        <w:numPr>
          <w:ilvl w:val="1"/>
          <w:numId w:val="38"/>
        </w:numPr>
        <w:spacing w:before="240" w:after="240"/>
      </w:pPr>
      <w:r w:rsidRPr="006452BC">
        <w:rPr>
          <w:lang w:val="en-AU"/>
        </w:rPr>
        <w:t>Addendum 1</w:t>
      </w:r>
      <w:r>
        <w:rPr>
          <w:lang w:val="en-AU"/>
        </w:rPr>
        <w:t xml:space="preserve"> to the </w:t>
      </w:r>
      <w:r w:rsidR="006D3FD3">
        <w:rPr>
          <w:lang w:val="en-AU"/>
        </w:rPr>
        <w:t xml:space="preserve">UPR </w:t>
      </w:r>
      <w:r>
        <w:rPr>
          <w:lang w:val="en-AU"/>
        </w:rPr>
        <w:t>Working Group Report.</w:t>
      </w:r>
      <w:r>
        <w:rPr>
          <w:rStyle w:val="EndnoteReference"/>
          <w:lang w:val="en-AU"/>
        </w:rPr>
        <w:endnoteReference w:id="6"/>
      </w:r>
    </w:p>
    <w:p w14:paraId="0D3E367C" w14:textId="77777777" w:rsidR="00F24149" w:rsidRDefault="00F24149" w:rsidP="00F24149">
      <w:pPr>
        <w:pStyle w:val="ListParagraph"/>
        <w:numPr>
          <w:ilvl w:val="0"/>
          <w:numId w:val="38"/>
        </w:numPr>
        <w:spacing w:before="240" w:after="240"/>
        <w:ind w:hanging="720"/>
      </w:pPr>
      <w:r>
        <w:t>The Commission thanks the CAT Committee for the opportunity</w:t>
      </w:r>
      <w:r w:rsidR="004015B8">
        <w:t xml:space="preserve"> to provide a written contribution </w:t>
      </w:r>
      <w:r>
        <w:t xml:space="preserve">prior to its adoption of the List of Issues Prior to Reporting </w:t>
      </w:r>
      <w:r w:rsidR="004015B8">
        <w:t>(LOIPR) on Australia</w:t>
      </w:r>
      <w:r>
        <w:t>.</w:t>
      </w:r>
    </w:p>
    <w:p w14:paraId="26BCDF2F" w14:textId="7CC0063E" w:rsidR="00416CBE" w:rsidRDefault="00416CBE" w:rsidP="00416CBE">
      <w:pPr>
        <w:pStyle w:val="ListParagraph"/>
        <w:numPr>
          <w:ilvl w:val="0"/>
          <w:numId w:val="38"/>
        </w:numPr>
        <w:spacing w:before="240" w:after="240"/>
        <w:ind w:hanging="720"/>
      </w:pPr>
      <w:r>
        <w:t xml:space="preserve">The submission has been presented according to the thematic issues identified in the Committee’s </w:t>
      </w:r>
      <w:r w:rsidR="00BA7652">
        <w:rPr>
          <w:i/>
        </w:rPr>
        <w:t xml:space="preserve">Concluding observations on the combined fourth and fifth periodic reports of Australia </w:t>
      </w:r>
      <w:r w:rsidR="00BA7652">
        <w:t>(UN Doc: CAT/C/AUS/CO</w:t>
      </w:r>
      <w:r>
        <w:t>/</w:t>
      </w:r>
      <w:r w:rsidR="00BA7652">
        <w:t>4-</w:t>
      </w:r>
      <w:r>
        <w:t>5</w:t>
      </w:r>
      <w:r w:rsidR="00670A91">
        <w:t>)</w:t>
      </w:r>
      <w:r w:rsidR="00BA7652">
        <w:t>.</w:t>
      </w:r>
      <w:r w:rsidR="0058322D">
        <w:t xml:space="preserve"> </w:t>
      </w:r>
      <w:r w:rsidR="006D3FD3">
        <w:t>The Commission has also included information considered relevant to the development of the LOIPR.</w:t>
      </w:r>
    </w:p>
    <w:p w14:paraId="6DBC6817" w14:textId="7B98BF92" w:rsidR="0046488A" w:rsidRDefault="0046488A" w:rsidP="00416CBE">
      <w:pPr>
        <w:pStyle w:val="ListParagraph"/>
        <w:numPr>
          <w:ilvl w:val="0"/>
          <w:numId w:val="38"/>
        </w:numPr>
        <w:spacing w:before="240" w:after="240"/>
        <w:ind w:hanging="720"/>
      </w:pPr>
      <w:r>
        <w:t xml:space="preserve">The </w:t>
      </w:r>
      <w:r w:rsidR="00C636DF">
        <w:t xml:space="preserve">recommended </w:t>
      </w:r>
      <w:r>
        <w:t xml:space="preserve">issues for consideration in the LOIPR are compiled in </w:t>
      </w:r>
      <w:r w:rsidRPr="0046488A">
        <w:rPr>
          <w:b/>
        </w:rPr>
        <w:t>Attachment 1</w:t>
      </w:r>
      <w:r w:rsidR="00C636DF">
        <w:t xml:space="preserve"> of this</w:t>
      </w:r>
      <w:r>
        <w:t xml:space="preserve"> submission.</w:t>
      </w:r>
    </w:p>
    <w:p w14:paraId="36CACC87" w14:textId="77777777" w:rsidR="00B34946" w:rsidRDefault="00166130" w:rsidP="00B34946">
      <w:pPr>
        <w:pStyle w:val="Heading1"/>
        <w:numPr>
          <w:ilvl w:val="0"/>
          <w:numId w:val="37"/>
        </w:numPr>
      </w:pPr>
      <w:bookmarkStart w:id="21" w:name="_Toc454789000"/>
      <w:r>
        <w:t>National Human Rights Institution</w:t>
      </w:r>
      <w:bookmarkEnd w:id="21"/>
      <w:r w:rsidR="00670A91">
        <w:t xml:space="preserve"> </w:t>
      </w:r>
    </w:p>
    <w:p w14:paraId="1D152CF3" w14:textId="77777777" w:rsidR="00670A91" w:rsidRDefault="00670A91" w:rsidP="00670A91">
      <w:pPr>
        <w:ind w:left="720"/>
        <w:rPr>
          <w:b/>
        </w:rPr>
      </w:pPr>
      <w:r w:rsidRPr="00670A91">
        <w:rPr>
          <w:b/>
        </w:rPr>
        <w:t>Concluding Observations, para 8</w:t>
      </w:r>
    </w:p>
    <w:p w14:paraId="15BD80FF" w14:textId="77777777" w:rsidR="00242765" w:rsidRDefault="00B34946" w:rsidP="00242765">
      <w:pPr>
        <w:pStyle w:val="SubmissionNormal"/>
        <w:ind w:hanging="720"/>
      </w:pPr>
      <w:r w:rsidRPr="008A0C37">
        <w:t xml:space="preserve">The </w:t>
      </w:r>
      <w:r w:rsidR="00242765">
        <w:t xml:space="preserve">Commission has a statutory power </w:t>
      </w:r>
      <w:r w:rsidR="00242765" w:rsidRPr="00325C29">
        <w:t>to promote and protect human rights</w:t>
      </w:r>
      <w:r w:rsidR="00242765">
        <w:t xml:space="preserve"> under the </w:t>
      </w:r>
      <w:r w:rsidR="00242765" w:rsidRPr="009C77DB">
        <w:rPr>
          <w:i/>
        </w:rPr>
        <w:t>Australian Human Rights Commission Act</w:t>
      </w:r>
      <w:r w:rsidR="00242765" w:rsidRPr="00325C29">
        <w:t xml:space="preserve"> 1986 (Cth) </w:t>
      </w:r>
      <w:r w:rsidR="00242765" w:rsidRPr="00F27B7D">
        <w:t>Act</w:t>
      </w:r>
      <w:r w:rsidR="00242765">
        <w:t xml:space="preserve"> (AHRC </w:t>
      </w:r>
      <w:r w:rsidR="00242765">
        <w:lastRenderedPageBreak/>
        <w:t>Act)</w:t>
      </w:r>
      <w:r w:rsidR="00242765" w:rsidRPr="00325C29">
        <w:t xml:space="preserve">. </w:t>
      </w:r>
      <w:r w:rsidR="00242765" w:rsidRPr="00BC257D">
        <w:t xml:space="preserve">Human rights are defined as the international instruments </w:t>
      </w:r>
      <w:r w:rsidR="00242765" w:rsidRPr="00F27B7D">
        <w:t xml:space="preserve">scheduled to or declared under the </w:t>
      </w:r>
      <w:r w:rsidR="00242765">
        <w:t xml:space="preserve">AHRC </w:t>
      </w:r>
      <w:r w:rsidR="00242765" w:rsidRPr="00F27B7D">
        <w:t>Act</w:t>
      </w:r>
      <w:r w:rsidR="00242765">
        <w:t xml:space="preserve">. The Commission’s legislation does not include the CAT within the definition of ‘human rights’. </w:t>
      </w:r>
    </w:p>
    <w:p w14:paraId="220A8251" w14:textId="32E04530" w:rsidR="00242765" w:rsidRDefault="00242765" w:rsidP="0018597E">
      <w:pPr>
        <w:pStyle w:val="SubmissionNormal"/>
        <w:ind w:left="806" w:hanging="720"/>
      </w:pPr>
      <w:r>
        <w:t xml:space="preserve">The </w:t>
      </w:r>
      <w:r w:rsidRPr="00325C29">
        <w:rPr>
          <w:i/>
        </w:rPr>
        <w:t>International Covenant on Civil and Political Rights</w:t>
      </w:r>
      <w:r>
        <w:rPr>
          <w:i/>
        </w:rPr>
        <w:t xml:space="preserve"> </w:t>
      </w:r>
      <w:r w:rsidRPr="00C51994">
        <w:t>(</w:t>
      </w:r>
      <w:r>
        <w:t>ICCPR)</w:t>
      </w:r>
      <w:r w:rsidR="006D3FD3">
        <w:t>,</w:t>
      </w:r>
      <w:r>
        <w:rPr>
          <w:rStyle w:val="EndnoteReference"/>
        </w:rPr>
        <w:endnoteReference w:id="7"/>
      </w:r>
      <w:r>
        <w:t xml:space="preserve"> and the </w:t>
      </w:r>
      <w:r w:rsidRPr="00617F14">
        <w:rPr>
          <w:i/>
        </w:rPr>
        <w:t>Convention on the Rights of the Child</w:t>
      </w:r>
      <w:r>
        <w:t xml:space="preserve"> (CRC)</w:t>
      </w:r>
      <w:r w:rsidR="006D3FD3">
        <w:t>,</w:t>
      </w:r>
      <w:r>
        <w:rPr>
          <w:rStyle w:val="EndnoteReference"/>
        </w:rPr>
        <w:endnoteReference w:id="8"/>
      </w:r>
      <w:r>
        <w:t xml:space="preserve"> are included in the definition of human rights under the AHRC Act. As such, the Commission can investigate allegations of torture, cruel, inhuman and degrading treatment through the ICCPR and the CRC.</w:t>
      </w:r>
    </w:p>
    <w:p w14:paraId="60CAFE4E" w14:textId="3E21F23D" w:rsidR="00A3780E" w:rsidRDefault="00A3780E" w:rsidP="0018597E">
      <w:pPr>
        <w:pStyle w:val="SubmissionNormal"/>
        <w:ind w:left="806" w:hanging="720"/>
      </w:pPr>
      <w:r>
        <w:t xml:space="preserve">The definition of human rights in the </w:t>
      </w:r>
      <w:r>
        <w:rPr>
          <w:i/>
        </w:rPr>
        <w:t xml:space="preserve">Australian Human Rights Commission Act 1986 </w:t>
      </w:r>
      <w:r>
        <w:t xml:space="preserve">(Cth) is not consistent with that of the Joint Parliamentary Committee on Human Rights under the </w:t>
      </w:r>
      <w:r w:rsidR="007C1E12" w:rsidRPr="007C1E12">
        <w:rPr>
          <w:i/>
        </w:rPr>
        <w:t>Human Rights (Parliamentary Scrutiny) Act 2011</w:t>
      </w:r>
      <w:r w:rsidR="007C1E12">
        <w:rPr>
          <w:i/>
        </w:rPr>
        <w:t xml:space="preserve"> </w:t>
      </w:r>
      <w:r w:rsidR="007C1E12">
        <w:t>(Cth)</w:t>
      </w:r>
      <w:r w:rsidRPr="007C1E12">
        <w:t>. This Act defines human rights as the seven instruments to which Australia is a party</w:t>
      </w:r>
      <w:r w:rsidR="007C1E12">
        <w:t xml:space="preserve">, </w:t>
      </w:r>
      <w:r w:rsidRPr="007C1E12">
        <w:t>includ</w:t>
      </w:r>
      <w:r w:rsidR="0046488A">
        <w:t>ing</w:t>
      </w:r>
      <w:r>
        <w:t xml:space="preserve"> </w:t>
      </w:r>
      <w:r w:rsidR="007C1E12">
        <w:t xml:space="preserve">the </w:t>
      </w:r>
      <w:r>
        <w:t>CAT.</w:t>
      </w:r>
      <w:r w:rsidR="00314FCE">
        <w:t xml:space="preserve"> </w:t>
      </w:r>
    </w:p>
    <w:p w14:paraId="08362270" w14:textId="675E7769" w:rsidR="00B34946" w:rsidRPr="00E312C6" w:rsidRDefault="00A3780E" w:rsidP="00242765">
      <w:pPr>
        <w:pStyle w:val="SubmissionNormal"/>
        <w:ind w:hanging="720"/>
        <w:rPr>
          <w:b/>
        </w:rPr>
      </w:pPr>
      <w:r>
        <w:rPr>
          <w:b/>
        </w:rPr>
        <w:t xml:space="preserve">Issue for consideration in </w:t>
      </w:r>
      <w:r w:rsidR="00B544E1">
        <w:rPr>
          <w:b/>
        </w:rPr>
        <w:t xml:space="preserve">the </w:t>
      </w:r>
      <w:r>
        <w:rPr>
          <w:b/>
        </w:rPr>
        <w:t xml:space="preserve">LOIPR: Ensuring that the </w:t>
      </w:r>
      <w:r w:rsidR="0046488A">
        <w:rPr>
          <w:b/>
        </w:rPr>
        <w:t>Commission</w:t>
      </w:r>
      <w:r>
        <w:rPr>
          <w:b/>
        </w:rPr>
        <w:t xml:space="preserve"> is guided by a comprehensive definition of human rights, including by</w:t>
      </w:r>
      <w:r w:rsidR="00242765" w:rsidRPr="00E312C6">
        <w:rPr>
          <w:b/>
        </w:rPr>
        <w:t xml:space="preserve"> CAT be</w:t>
      </w:r>
      <w:r>
        <w:rPr>
          <w:b/>
        </w:rPr>
        <w:t>ing</w:t>
      </w:r>
      <w:r w:rsidR="00242765" w:rsidRPr="00E312C6">
        <w:rPr>
          <w:b/>
        </w:rPr>
        <w:t xml:space="preserve"> </w:t>
      </w:r>
      <w:r>
        <w:rPr>
          <w:b/>
        </w:rPr>
        <w:t xml:space="preserve">a </w:t>
      </w:r>
      <w:r w:rsidR="00242765" w:rsidRPr="00E312C6">
        <w:rPr>
          <w:b/>
        </w:rPr>
        <w:t>scheduled</w:t>
      </w:r>
      <w:r>
        <w:rPr>
          <w:b/>
        </w:rPr>
        <w:t xml:space="preserve"> instrument</w:t>
      </w:r>
      <w:r w:rsidR="00242765" w:rsidRPr="00E312C6">
        <w:rPr>
          <w:b/>
        </w:rPr>
        <w:t>.</w:t>
      </w:r>
    </w:p>
    <w:p w14:paraId="1FD3E154" w14:textId="77777777" w:rsidR="00A47CFD" w:rsidRDefault="00A47CFD" w:rsidP="00A47CFD">
      <w:pPr>
        <w:pStyle w:val="Heading1"/>
        <w:numPr>
          <w:ilvl w:val="0"/>
          <w:numId w:val="37"/>
        </w:numPr>
      </w:pPr>
      <w:bookmarkStart w:id="22" w:name="_Toc454789001"/>
      <w:r>
        <w:t>Ratification of OPCAT</w:t>
      </w:r>
      <w:bookmarkEnd w:id="22"/>
    </w:p>
    <w:p w14:paraId="1E7827AA" w14:textId="0C012368" w:rsidR="00A47CFD" w:rsidRDefault="00A47CFD" w:rsidP="00A47CFD">
      <w:pPr>
        <w:ind w:left="720"/>
        <w:rPr>
          <w:b/>
        </w:rPr>
      </w:pPr>
      <w:r>
        <w:rPr>
          <w:b/>
        </w:rPr>
        <w:t xml:space="preserve">Concluding Observations, </w:t>
      </w:r>
      <w:r w:rsidR="009A77F9">
        <w:rPr>
          <w:b/>
        </w:rPr>
        <w:t>para 22</w:t>
      </w:r>
    </w:p>
    <w:p w14:paraId="55B5CA6B" w14:textId="77777777" w:rsidR="00E312C6" w:rsidRPr="00CE4173" w:rsidRDefault="00E312C6" w:rsidP="00E312C6">
      <w:pPr>
        <w:ind w:left="720"/>
        <w:rPr>
          <w:b/>
        </w:rPr>
      </w:pPr>
      <w:r>
        <w:rPr>
          <w:b/>
        </w:rPr>
        <w:t>Relevant provisions of the CAT: Article 2(1)</w:t>
      </w:r>
    </w:p>
    <w:p w14:paraId="02965790" w14:textId="77777777" w:rsidR="00A47CFD" w:rsidRDefault="00A47CFD" w:rsidP="00242765">
      <w:pPr>
        <w:pStyle w:val="SubmissionNormal"/>
        <w:ind w:hanging="720"/>
      </w:pPr>
      <w:r>
        <w:t xml:space="preserve">The Commission </w:t>
      </w:r>
      <w:r w:rsidR="00F77135">
        <w:t>notes that Australia signed the</w:t>
      </w:r>
      <w:r w:rsidR="00F77135" w:rsidRPr="00AA189B">
        <w:t xml:space="preserve"> </w:t>
      </w:r>
      <w:r w:rsidR="00F77135" w:rsidRPr="00AA189B">
        <w:rPr>
          <w:i/>
        </w:rPr>
        <w:t>Optional Protocol to the Convention against Torture and Other Cruel, Inhuman or Degrading Treatment or Punishment</w:t>
      </w:r>
      <w:r w:rsidR="00F77135" w:rsidRPr="00AA189B">
        <w:t xml:space="preserve"> </w:t>
      </w:r>
      <w:r w:rsidR="00F77135">
        <w:t xml:space="preserve">in </w:t>
      </w:r>
      <w:r w:rsidR="00F77135" w:rsidRPr="00AA189B">
        <w:t>2009</w:t>
      </w:r>
      <w:r w:rsidR="00F77135">
        <w:t>, but has yet to ratify the treaty</w:t>
      </w:r>
      <w:r w:rsidR="00D3533D">
        <w:t>.</w:t>
      </w:r>
    </w:p>
    <w:p w14:paraId="5CA9E8A2" w14:textId="352904BF" w:rsidR="00A47CFD" w:rsidRDefault="00A3780E" w:rsidP="00242765">
      <w:pPr>
        <w:pStyle w:val="SubmissionNormal"/>
        <w:ind w:hanging="720"/>
      </w:pPr>
      <w:r>
        <w:t>During Australia’s UPR appearance and response, the Government noted that ratification was under active consideration</w:t>
      </w:r>
      <w:r w:rsidR="00D3533D">
        <w:t>.</w:t>
      </w:r>
      <w:r w:rsidR="00D3533D">
        <w:rPr>
          <w:rStyle w:val="EndnoteReference"/>
        </w:rPr>
        <w:endnoteReference w:id="9"/>
      </w:r>
      <w:r w:rsidR="00D3533D">
        <w:t xml:space="preserve"> </w:t>
      </w:r>
      <w:r>
        <w:t>At this stage, there have not been detailed discussions about the model for the national preventive mechanism under the OPCAT.</w:t>
      </w:r>
    </w:p>
    <w:p w14:paraId="7D4E66F7" w14:textId="2E17F16E" w:rsidR="00D3533D" w:rsidRPr="00E312C6" w:rsidRDefault="00A3780E" w:rsidP="00242765">
      <w:pPr>
        <w:pStyle w:val="SubmissionNormal"/>
        <w:ind w:hanging="720"/>
        <w:rPr>
          <w:b/>
        </w:rPr>
      </w:pPr>
      <w:r>
        <w:rPr>
          <w:b/>
        </w:rPr>
        <w:t xml:space="preserve">Issue for consideration in </w:t>
      </w:r>
      <w:r w:rsidR="00B544E1">
        <w:rPr>
          <w:b/>
        </w:rPr>
        <w:t xml:space="preserve">the </w:t>
      </w:r>
      <w:r>
        <w:rPr>
          <w:b/>
        </w:rPr>
        <w:t xml:space="preserve">LOIPR: </w:t>
      </w:r>
      <w:r w:rsidR="00917AEA">
        <w:rPr>
          <w:b/>
        </w:rPr>
        <w:t>Information on t</w:t>
      </w:r>
      <w:r w:rsidR="00D3533D" w:rsidRPr="00E312C6">
        <w:rPr>
          <w:b/>
        </w:rPr>
        <w:t>he</w:t>
      </w:r>
      <w:r>
        <w:rPr>
          <w:b/>
        </w:rPr>
        <w:t xml:space="preserve"> timing of</w:t>
      </w:r>
      <w:r w:rsidR="00D3533D" w:rsidRPr="00E312C6">
        <w:rPr>
          <w:b/>
        </w:rPr>
        <w:t xml:space="preserve"> ratification of OPCAT and th</w:t>
      </w:r>
      <w:r>
        <w:rPr>
          <w:b/>
        </w:rPr>
        <w:t>e nature of the</w:t>
      </w:r>
      <w:r w:rsidR="00D3533D" w:rsidRPr="00E312C6">
        <w:rPr>
          <w:b/>
        </w:rPr>
        <w:t xml:space="preserve"> National Preventive Mechanism </w:t>
      </w:r>
      <w:r>
        <w:rPr>
          <w:b/>
        </w:rPr>
        <w:t>to be</w:t>
      </w:r>
      <w:r w:rsidR="00D3533D" w:rsidRPr="00E312C6">
        <w:rPr>
          <w:b/>
        </w:rPr>
        <w:t xml:space="preserve"> established for places of detention.</w:t>
      </w:r>
    </w:p>
    <w:p w14:paraId="43D119F3" w14:textId="349FD194" w:rsidR="00364A1D" w:rsidRDefault="0045626E" w:rsidP="00166130">
      <w:pPr>
        <w:pStyle w:val="Heading1"/>
        <w:numPr>
          <w:ilvl w:val="0"/>
          <w:numId w:val="37"/>
        </w:numPr>
      </w:pPr>
      <w:bookmarkStart w:id="23" w:name="_Toc454789002"/>
      <w:bookmarkStart w:id="24" w:name="_Toc162769292"/>
      <w:bookmarkStart w:id="25" w:name="_Toc207761833"/>
      <w:bookmarkStart w:id="26" w:name="_Toc209578269"/>
      <w:r>
        <w:t xml:space="preserve">Scrutiny of human rights and role of the </w:t>
      </w:r>
      <w:r w:rsidR="00364A1D">
        <w:t>Parliamentary Joint Committee on Human Rights</w:t>
      </w:r>
      <w:bookmarkEnd w:id="23"/>
    </w:p>
    <w:p w14:paraId="47DD61CF" w14:textId="77777777" w:rsidR="00CE4173" w:rsidRDefault="00CE4173" w:rsidP="00CE4173">
      <w:pPr>
        <w:ind w:left="720"/>
        <w:rPr>
          <w:b/>
        </w:rPr>
      </w:pPr>
      <w:r>
        <w:rPr>
          <w:b/>
        </w:rPr>
        <w:t>Concluding Observations, para</w:t>
      </w:r>
      <w:r w:rsidR="00940578">
        <w:rPr>
          <w:b/>
        </w:rPr>
        <w:t xml:space="preserve"> 21</w:t>
      </w:r>
    </w:p>
    <w:p w14:paraId="12FE1692" w14:textId="77777777" w:rsidR="00CE4173" w:rsidRPr="00CE4173" w:rsidRDefault="00CE4173" w:rsidP="00CE4173">
      <w:pPr>
        <w:ind w:left="720"/>
        <w:rPr>
          <w:b/>
        </w:rPr>
      </w:pPr>
      <w:r>
        <w:rPr>
          <w:b/>
        </w:rPr>
        <w:t>Relevant provisions of the CAT: Article</w:t>
      </w:r>
      <w:r w:rsidR="00940578">
        <w:rPr>
          <w:b/>
        </w:rPr>
        <w:t xml:space="preserve"> 2(1)</w:t>
      </w:r>
    </w:p>
    <w:p w14:paraId="382A5B6A" w14:textId="77777777" w:rsidR="0045626E" w:rsidRDefault="00242765" w:rsidP="00242765">
      <w:pPr>
        <w:pStyle w:val="SubmissionNormal"/>
        <w:ind w:hanging="720"/>
      </w:pPr>
      <w:r>
        <w:t xml:space="preserve">The </w:t>
      </w:r>
      <w:r w:rsidRPr="00242765">
        <w:t>Parliamentary Joint Committee on Human Right</w:t>
      </w:r>
      <w:r w:rsidR="00940578">
        <w:t>s</w:t>
      </w:r>
      <w:r w:rsidRPr="00242765">
        <w:t xml:space="preserve"> (PJCHR), analyses bills and legislat</w:t>
      </w:r>
      <w:r w:rsidR="00E312C6">
        <w:t>ive instruments before the f</w:t>
      </w:r>
      <w:r w:rsidRPr="00242765">
        <w:t>ederal Parliament for compliance with human rights.</w:t>
      </w:r>
      <w:r w:rsidR="0045626E">
        <w:t xml:space="preserve"> The definition of human rights is the seven international instruments to which Australia is a party, including CAT. </w:t>
      </w:r>
      <w:r w:rsidRPr="00242765">
        <w:t xml:space="preserve"> </w:t>
      </w:r>
    </w:p>
    <w:p w14:paraId="38B4A6BF" w14:textId="23A626C7" w:rsidR="00242765" w:rsidRPr="00242765" w:rsidRDefault="00242765" w:rsidP="00242765">
      <w:pPr>
        <w:pStyle w:val="SubmissionNormal"/>
        <w:ind w:hanging="720"/>
      </w:pPr>
      <w:r w:rsidRPr="00242765">
        <w:lastRenderedPageBreak/>
        <w:t>Since its establishment, the PJCHR has produced 56 reports to Parliament assessing over 850 bills and the statement of compatibility with human rights accompanying each bill.</w:t>
      </w:r>
      <w:r w:rsidRPr="00242765">
        <w:rPr>
          <w:vertAlign w:val="superscript"/>
        </w:rPr>
        <w:endnoteReference w:id="10"/>
      </w:r>
      <w:r w:rsidRPr="00242765">
        <w:t xml:space="preserve"> Through these reports (and also through the provision of two Practice Notes)</w:t>
      </w:r>
      <w:r>
        <w:t>,</w:t>
      </w:r>
      <w:r w:rsidRPr="00242765">
        <w:rPr>
          <w:vertAlign w:val="superscript"/>
        </w:rPr>
        <w:endnoteReference w:id="11"/>
      </w:r>
      <w:r w:rsidRPr="00242765">
        <w:t xml:space="preserve"> the PJCHR provide</w:t>
      </w:r>
      <w:r w:rsidR="00E312C6">
        <w:t>s</w:t>
      </w:r>
      <w:r w:rsidRPr="00242765">
        <w:t xml:space="preserve"> guidance to government departments on their expectations about the level of human rights analysis </w:t>
      </w:r>
      <w:r w:rsidR="00E312C6">
        <w:t xml:space="preserve">that </w:t>
      </w:r>
      <w:r w:rsidRPr="00242765">
        <w:t>statements of compatibility should contain.</w:t>
      </w:r>
    </w:p>
    <w:p w14:paraId="056DC0B6" w14:textId="4B62A9B8" w:rsidR="00242765" w:rsidRPr="00242765" w:rsidRDefault="00242765" w:rsidP="00242765">
      <w:pPr>
        <w:pStyle w:val="SubmissionNormal"/>
        <w:ind w:hanging="720"/>
      </w:pPr>
      <w:r w:rsidRPr="00242765">
        <w:t>As a matter of practice, ministers and government departments respond to concerns raised by the PJCHR regarding proposed legislation.</w:t>
      </w:r>
      <w:r w:rsidRPr="00242765">
        <w:rPr>
          <w:vertAlign w:val="superscript"/>
        </w:rPr>
        <w:endnoteReference w:id="12"/>
      </w:r>
      <w:r w:rsidRPr="00242765">
        <w:t xml:space="preserve"> The PJCHR raises concerns when they believe that legislation places an unjustifiable limitation on human rights</w:t>
      </w:r>
      <w:r w:rsidR="003F47FD">
        <w:t>. H</w:t>
      </w:r>
      <w:r w:rsidRPr="00242765">
        <w:t>owever</w:t>
      </w:r>
      <w:r w:rsidR="003F47FD">
        <w:t>,</w:t>
      </w:r>
      <w:r w:rsidRPr="00242765">
        <w:t xml:space="preserve"> legislators are under no obligation to amend bills to reflect these concerns. Furthermore, there have been cases where bills have pass</w:t>
      </w:r>
      <w:r w:rsidR="003F47FD">
        <w:t>ed into law before the PJCHR has</w:t>
      </w:r>
      <w:r w:rsidRPr="00242765">
        <w:t xml:space="preserve"> reported on the bill.</w:t>
      </w:r>
      <w:r w:rsidRPr="00242765">
        <w:rPr>
          <w:vertAlign w:val="superscript"/>
        </w:rPr>
        <w:endnoteReference w:id="13"/>
      </w:r>
      <w:r w:rsidRPr="00242765">
        <w:t xml:space="preserve"> </w:t>
      </w:r>
    </w:p>
    <w:p w14:paraId="5E86B8FE" w14:textId="14AE3EF6" w:rsidR="00364A1D" w:rsidRDefault="00242765" w:rsidP="00242765">
      <w:pPr>
        <w:pStyle w:val="SubmissionNormal"/>
        <w:ind w:hanging="720"/>
      </w:pPr>
      <w:r w:rsidRPr="00242765">
        <w:t>The Commission notes that the findings of the PJCHR are often not taken into account by legislators when they are deliberating on proposed</w:t>
      </w:r>
      <w:r>
        <w:t xml:space="preserve"> legislation.</w:t>
      </w:r>
    </w:p>
    <w:p w14:paraId="7BB219B0" w14:textId="2D03FC6C" w:rsidR="0045626E" w:rsidRDefault="0045626E" w:rsidP="00242765">
      <w:pPr>
        <w:pStyle w:val="SubmissionNormal"/>
        <w:ind w:hanging="720"/>
      </w:pPr>
      <w:r>
        <w:t xml:space="preserve">The processes of the PJCHR stand in isolation </w:t>
      </w:r>
      <w:r w:rsidR="00C636DF">
        <w:t>as there is</w:t>
      </w:r>
      <w:r>
        <w:t xml:space="preserve"> no national human rights act or charter of rights to otherwise incorporate the obligations in CAT into Australian law.</w:t>
      </w:r>
      <w:r w:rsidR="00B77E61">
        <w:t xml:space="preserve"> However, the Commission notes that the </w:t>
      </w:r>
      <w:r w:rsidR="00B77E61" w:rsidRPr="00B77E61">
        <w:rPr>
          <w:i/>
        </w:rPr>
        <w:t>Criminal Code Act 1995</w:t>
      </w:r>
      <w:r w:rsidR="00B77E61">
        <w:t xml:space="preserve"> (Cth), includes a reference to the CAT and the definition of torture.</w:t>
      </w:r>
      <w:r w:rsidR="00B77E61">
        <w:rPr>
          <w:rStyle w:val="EndnoteReference"/>
        </w:rPr>
        <w:endnoteReference w:id="14"/>
      </w:r>
    </w:p>
    <w:p w14:paraId="1CEBF280" w14:textId="6795CD38" w:rsidR="0045626E" w:rsidRPr="00242765" w:rsidRDefault="0045626E" w:rsidP="0045626E">
      <w:pPr>
        <w:pStyle w:val="SubmissionNormal"/>
        <w:ind w:hanging="720"/>
      </w:pPr>
      <w:r>
        <w:rPr>
          <w:b/>
        </w:rPr>
        <w:t xml:space="preserve">Issue for consideration in </w:t>
      </w:r>
      <w:r w:rsidR="00B544E1">
        <w:rPr>
          <w:b/>
        </w:rPr>
        <w:t xml:space="preserve">the </w:t>
      </w:r>
      <w:r>
        <w:rPr>
          <w:b/>
        </w:rPr>
        <w:t>LOIPR: Incorporation of human rights into Australian law</w:t>
      </w:r>
      <w:r w:rsidR="00993BCC">
        <w:rPr>
          <w:b/>
        </w:rPr>
        <w:t xml:space="preserve"> including </w:t>
      </w:r>
      <w:r>
        <w:rPr>
          <w:b/>
        </w:rPr>
        <w:t>procedures for considering the concerns raised by the PJCHR.</w:t>
      </w:r>
    </w:p>
    <w:p w14:paraId="7173CEEC" w14:textId="333704B5" w:rsidR="00166130" w:rsidRDefault="00166130" w:rsidP="00166130">
      <w:pPr>
        <w:pStyle w:val="Heading1"/>
        <w:numPr>
          <w:ilvl w:val="0"/>
          <w:numId w:val="37"/>
        </w:numPr>
      </w:pPr>
      <w:bookmarkStart w:id="27" w:name="_Toc454789003"/>
      <w:r>
        <w:t>Violence against women</w:t>
      </w:r>
      <w:bookmarkEnd w:id="24"/>
      <w:bookmarkEnd w:id="25"/>
      <w:bookmarkEnd w:id="26"/>
      <w:r w:rsidR="00D867A7">
        <w:t xml:space="preserve"> and children</w:t>
      </w:r>
      <w:bookmarkEnd w:id="27"/>
    </w:p>
    <w:p w14:paraId="02D62E19" w14:textId="77777777" w:rsidR="0077237F" w:rsidRDefault="0077237F" w:rsidP="0077237F">
      <w:pPr>
        <w:ind w:left="720"/>
        <w:rPr>
          <w:b/>
        </w:rPr>
      </w:pPr>
      <w:r>
        <w:rPr>
          <w:b/>
        </w:rPr>
        <w:t>Concluding Observations, para 9</w:t>
      </w:r>
    </w:p>
    <w:p w14:paraId="6DB31A05" w14:textId="77777777" w:rsidR="0077237F" w:rsidRPr="0028209C" w:rsidRDefault="0077237F" w:rsidP="0077237F">
      <w:pPr>
        <w:ind w:left="720"/>
        <w:rPr>
          <w:b/>
        </w:rPr>
      </w:pPr>
      <w:r>
        <w:rPr>
          <w:b/>
        </w:rPr>
        <w:t>Relevant provisions of the CAT: Articles 2, 12, 13, 14 and 16</w:t>
      </w:r>
    </w:p>
    <w:p w14:paraId="45E23D48" w14:textId="1A954B1E" w:rsidR="003E2C7E" w:rsidRPr="00D12051" w:rsidRDefault="00606841" w:rsidP="003E2C7E">
      <w:pPr>
        <w:pStyle w:val="SubmissionNormal"/>
        <w:ind w:hanging="720"/>
      </w:pPr>
      <w:r w:rsidRPr="003F47FD">
        <w:t>Violence</w:t>
      </w:r>
      <w:r w:rsidR="00B34946" w:rsidRPr="003F47FD">
        <w:t xml:space="preserve"> </w:t>
      </w:r>
      <w:r w:rsidR="00D551C7" w:rsidRPr="003F47FD">
        <w:t xml:space="preserve">against women remains a significant issue in Australia. As stated in the 2014 </w:t>
      </w:r>
      <w:r w:rsidR="003F47FD">
        <w:t>CAT S</w:t>
      </w:r>
      <w:r w:rsidR="00D551C7" w:rsidRPr="003F47FD">
        <w:t>ubmission, 41</w:t>
      </w:r>
      <w:r w:rsidR="003F47FD">
        <w:t>%</w:t>
      </w:r>
      <w:r w:rsidR="00D551C7" w:rsidRPr="003F47FD">
        <w:t xml:space="preserve"> of women aged 18 and over have experienced violence in their lifetime.</w:t>
      </w:r>
      <w:r w:rsidR="00D551C7" w:rsidRPr="003F47FD">
        <w:rPr>
          <w:vertAlign w:val="superscript"/>
        </w:rPr>
        <w:endnoteReference w:id="15"/>
      </w:r>
      <w:r w:rsidR="00D551C7" w:rsidRPr="003F47FD">
        <w:t xml:space="preserve"> Further, v</w:t>
      </w:r>
      <w:r w:rsidR="00D551C7" w:rsidRPr="003F47FD">
        <w:rPr>
          <w:iCs/>
        </w:rPr>
        <w:t>iolence is a leading cause of ill-health and death among women</w:t>
      </w:r>
      <w:r w:rsidR="00D551C7" w:rsidRPr="00E52DD4">
        <w:rPr>
          <w:iCs/>
        </w:rPr>
        <w:t xml:space="preserve"> aged between 15 and 44 years.</w:t>
      </w:r>
      <w:r w:rsidR="00D551C7" w:rsidRPr="00E52DD4">
        <w:rPr>
          <w:iCs/>
          <w:vertAlign w:val="superscript"/>
        </w:rPr>
        <w:endnoteReference w:id="16"/>
      </w:r>
      <w:r w:rsidR="003E2C7E">
        <w:t xml:space="preserve"> </w:t>
      </w:r>
    </w:p>
    <w:p w14:paraId="2F2D1BA4" w14:textId="1DB75715" w:rsidR="00D551C7" w:rsidRPr="00824F63" w:rsidRDefault="00D551C7" w:rsidP="00D551C7">
      <w:pPr>
        <w:pStyle w:val="SubmissionNormal"/>
        <w:ind w:hanging="720"/>
        <w:rPr>
          <w:rFonts w:ascii="Times New Roman" w:hAnsi="Times New Roman"/>
        </w:rPr>
      </w:pPr>
      <w:r w:rsidRPr="00E52DD4">
        <w:t>Aboriginal and Torres Strait Islander women are five times more likely tha</w:t>
      </w:r>
      <w:r w:rsidR="00831750">
        <w:t>n</w:t>
      </w:r>
      <w:r w:rsidRPr="00E52DD4">
        <w:t xml:space="preserve"> non-Indigenous women to be homicide victims</w:t>
      </w:r>
      <w:r w:rsidR="00831750">
        <w:rPr>
          <w:rStyle w:val="EndnoteReference"/>
        </w:rPr>
        <w:endnoteReference w:id="17"/>
      </w:r>
      <w:r w:rsidRPr="00E52DD4">
        <w:t xml:space="preserve"> </w:t>
      </w:r>
      <w:r>
        <w:t xml:space="preserve">and </w:t>
      </w:r>
      <w:r w:rsidRPr="00675C23">
        <w:t>45 times more likely to be victims of domestic and family violence</w:t>
      </w:r>
      <w:r>
        <w:t>.</w:t>
      </w:r>
      <w:r w:rsidRPr="00675C23">
        <w:rPr>
          <w:rStyle w:val="EndnoteReference"/>
        </w:rPr>
        <w:endnoteReference w:id="18"/>
      </w:r>
      <w:r>
        <w:t xml:space="preserve"> </w:t>
      </w:r>
      <w:r w:rsidRPr="00E52DD4">
        <w:rPr>
          <w:rFonts w:cs="Arial"/>
        </w:rPr>
        <w:t>Women with disability, women who are of culturally and linguistically diverse background</w:t>
      </w:r>
      <w:r w:rsidR="00831750">
        <w:rPr>
          <w:rFonts w:cs="Arial"/>
        </w:rPr>
        <w:t>s</w:t>
      </w:r>
      <w:r w:rsidRPr="00E52DD4">
        <w:rPr>
          <w:rFonts w:cs="Arial"/>
        </w:rPr>
        <w:t>, and women who are of diverse sexual orientation, gender identity or intersex are also particularly susceptible to violence.</w:t>
      </w:r>
    </w:p>
    <w:p w14:paraId="1D94747B" w14:textId="26BB7EE1" w:rsidR="00824F63" w:rsidRPr="0018597E" w:rsidRDefault="00824F63" w:rsidP="00D551C7">
      <w:pPr>
        <w:pStyle w:val="SubmissionNormal"/>
        <w:ind w:hanging="720"/>
        <w:rPr>
          <w:rFonts w:ascii="Times New Roman" w:hAnsi="Times New Roman"/>
        </w:rPr>
      </w:pPr>
      <w:r w:rsidRPr="00E52DD4">
        <w:t>Sexual harassment</w:t>
      </w:r>
      <w:r>
        <w:t>, another form of violence against women, is prevalent</w:t>
      </w:r>
      <w:r w:rsidRPr="00E52DD4">
        <w:t xml:space="preserve"> in Australian university settings and in Australian workplaces. </w:t>
      </w:r>
      <w:r w:rsidRPr="00E52DD4">
        <w:rPr>
          <w:lang w:val="en-US"/>
        </w:rPr>
        <w:t>Just over one in five (</w:t>
      </w:r>
      <w:r w:rsidRPr="00D551C7">
        <w:rPr>
          <w:lang w:val="en-US"/>
        </w:rPr>
        <w:t>21%) people aged 15 years and older has experienced sexual harassment in the workplace in the past five years.</w:t>
      </w:r>
      <w:r w:rsidRPr="00D551C7">
        <w:rPr>
          <w:rStyle w:val="EndnoteReference"/>
          <w:sz w:val="24"/>
          <w:lang w:val="en-US"/>
        </w:rPr>
        <w:endnoteReference w:id="19"/>
      </w:r>
    </w:p>
    <w:p w14:paraId="01FF4706" w14:textId="6A84E3DF" w:rsidR="00992EE3" w:rsidRPr="00D51507" w:rsidRDefault="00992EE3" w:rsidP="00992EE3">
      <w:pPr>
        <w:pStyle w:val="SubmissionNormal"/>
        <w:ind w:hanging="720"/>
        <w:rPr>
          <w:rFonts w:ascii="Times New Roman" w:hAnsi="Times New Roman"/>
        </w:rPr>
      </w:pPr>
      <w:r w:rsidRPr="00D51507">
        <w:rPr>
          <w:lang w:val="en-US"/>
        </w:rPr>
        <w:t>The unique needs and experiences of children in this context also need</w:t>
      </w:r>
      <w:r w:rsidR="001108BC" w:rsidRPr="00D51507">
        <w:rPr>
          <w:lang w:val="en-US"/>
        </w:rPr>
        <w:t>s</w:t>
      </w:r>
      <w:r w:rsidRPr="00D51507">
        <w:rPr>
          <w:lang w:val="en-US"/>
        </w:rPr>
        <w:t xml:space="preserve"> to be considered. </w:t>
      </w:r>
      <w:r w:rsidRPr="00D51507">
        <w:t xml:space="preserve">An estimated 935,600 adult women first experienced physical abuse, and an estimated 1,092,200 first experienced sexual abuse, as a child </w:t>
      </w:r>
      <w:r w:rsidRPr="00D51507">
        <w:lastRenderedPageBreak/>
        <w:t>aged between 0 to 14 years.</w:t>
      </w:r>
      <w:r w:rsidRPr="00D51507">
        <w:rPr>
          <w:rStyle w:val="EndnoteReference"/>
          <w:sz w:val="24"/>
        </w:rPr>
        <w:endnoteReference w:id="20"/>
      </w:r>
      <w:r w:rsidR="001108BC" w:rsidRPr="00D51507">
        <w:t xml:space="preserve"> It also estimated that family and domestic violence is present in 55% of physical abuses and 40% of sexual abuses against children.</w:t>
      </w:r>
      <w:r w:rsidR="001108BC" w:rsidRPr="00D51507">
        <w:rPr>
          <w:rStyle w:val="EndnoteReference"/>
        </w:rPr>
        <w:endnoteReference w:id="21"/>
      </w:r>
    </w:p>
    <w:p w14:paraId="708A1E5E" w14:textId="568E5CA0" w:rsidR="00D551C7" w:rsidRPr="00D12051" w:rsidRDefault="00831750" w:rsidP="00D551C7">
      <w:pPr>
        <w:pStyle w:val="SubmissionNormal"/>
        <w:ind w:hanging="720"/>
      </w:pPr>
      <w:r>
        <w:t>The Commission notes that Australia has responded to the Committee’s Concluding Observations regarding violence against women</w:t>
      </w:r>
      <w:r w:rsidR="00D551C7" w:rsidRPr="00D12051">
        <w:t>.</w:t>
      </w:r>
      <w:r w:rsidR="00D551C7" w:rsidRPr="00E52DD4">
        <w:rPr>
          <w:rStyle w:val="EndnoteReference"/>
          <w:sz w:val="24"/>
        </w:rPr>
        <w:endnoteReference w:id="22"/>
      </w:r>
      <w:r w:rsidR="00D551C7" w:rsidRPr="00D12051">
        <w:t xml:space="preserve"> The Commission commends the significant efforts made by Australia </w:t>
      </w:r>
      <w:r w:rsidR="00D551C7" w:rsidRPr="00E52B24">
        <w:t>to address violence against women</w:t>
      </w:r>
      <w:r w:rsidR="00D551C7" w:rsidRPr="00D12051">
        <w:t xml:space="preserve"> </w:t>
      </w:r>
      <w:r w:rsidR="00D551C7">
        <w:t>under the</w:t>
      </w:r>
      <w:r w:rsidR="00D551C7" w:rsidRPr="00D12051">
        <w:t xml:space="preserve"> </w:t>
      </w:r>
      <w:r w:rsidR="00D551C7" w:rsidRPr="00D12051">
        <w:rPr>
          <w:rFonts w:cs="Arial"/>
          <w:i/>
        </w:rPr>
        <w:t>National Plan to Reduce Violence against Women and their Children 2010-22</w:t>
      </w:r>
      <w:r w:rsidR="00036B14">
        <w:rPr>
          <w:rFonts w:cs="Arial"/>
          <w:i/>
        </w:rPr>
        <w:t xml:space="preserve"> </w:t>
      </w:r>
      <w:r w:rsidR="00036B14">
        <w:rPr>
          <w:rFonts w:cs="Arial"/>
        </w:rPr>
        <w:t>(National Plan)</w:t>
      </w:r>
      <w:r w:rsidR="00D551C7" w:rsidRPr="00D12051">
        <w:t>.</w:t>
      </w:r>
    </w:p>
    <w:p w14:paraId="7DBBFA66" w14:textId="3D28C820" w:rsidR="00D551C7" w:rsidRPr="00D12051" w:rsidRDefault="00D551C7" w:rsidP="00D551C7">
      <w:pPr>
        <w:pStyle w:val="SubmissionNormal"/>
        <w:ind w:hanging="720"/>
      </w:pPr>
      <w:r w:rsidRPr="00D12051">
        <w:t>In 2015, the Australian Government announced $100 million in funding to respond to family and domestic violence by enhancing women’s safety. $21 million of the package is targeted towards specific measures to help Indigenous women.</w:t>
      </w:r>
      <w:r w:rsidRPr="00E52DD4">
        <w:rPr>
          <w:rStyle w:val="EndnoteReference"/>
          <w:sz w:val="24"/>
        </w:rPr>
        <w:endnoteReference w:id="23"/>
      </w:r>
      <w:r w:rsidRPr="00D12051">
        <w:t xml:space="preserve"> In 2016, the Australian Government </w:t>
      </w:r>
      <w:r w:rsidRPr="00E52DD4">
        <w:t>allocated</w:t>
      </w:r>
      <w:r w:rsidRPr="00D12051">
        <w:t xml:space="preserve"> </w:t>
      </w:r>
      <w:r w:rsidR="002131F7">
        <w:t xml:space="preserve">a further </w:t>
      </w:r>
      <w:r w:rsidRPr="00D12051">
        <w:t xml:space="preserve">$100 million </w:t>
      </w:r>
      <w:r w:rsidRPr="00E52DD4">
        <w:t xml:space="preserve">over three years </w:t>
      </w:r>
      <w:r w:rsidRPr="00D12051">
        <w:t xml:space="preserve">to </w:t>
      </w:r>
      <w:r w:rsidRPr="00E52DD4">
        <w:t xml:space="preserve">fund the </w:t>
      </w:r>
      <w:r w:rsidRPr="00D12051">
        <w:t>implement</w:t>
      </w:r>
      <w:r w:rsidRPr="00E52DD4">
        <w:t>ation of</w:t>
      </w:r>
      <w:r w:rsidRPr="00D12051">
        <w:t xml:space="preserve"> the third Action Plan of the National Plan</w:t>
      </w:r>
      <w:r w:rsidRPr="00D12051">
        <w:rPr>
          <w:rFonts w:cs="Arial"/>
        </w:rPr>
        <w:t>.</w:t>
      </w:r>
      <w:r w:rsidRPr="00E52DD4">
        <w:rPr>
          <w:rStyle w:val="EndnoteReference"/>
          <w:rFonts w:cs="Arial"/>
          <w:sz w:val="24"/>
        </w:rPr>
        <w:endnoteReference w:id="24"/>
      </w:r>
    </w:p>
    <w:p w14:paraId="2F821DCE" w14:textId="14B106E7" w:rsidR="00D551C7" w:rsidRPr="00D51507" w:rsidRDefault="00D551C7" w:rsidP="00D551C7">
      <w:pPr>
        <w:pStyle w:val="SubmissionNormal"/>
        <w:ind w:hanging="720"/>
      </w:pPr>
      <w:r w:rsidRPr="00D12051">
        <w:t xml:space="preserve">However, </w:t>
      </w:r>
      <w:r w:rsidRPr="00D12051">
        <w:rPr>
          <w:rFonts w:cs="Arial"/>
          <w:lang w:val="en"/>
        </w:rPr>
        <w:t>as raised in the UPR</w:t>
      </w:r>
      <w:r w:rsidR="007C47F4">
        <w:rPr>
          <w:rFonts w:cs="Arial"/>
          <w:lang w:val="en"/>
        </w:rPr>
        <w:t xml:space="preserve"> Submission</w:t>
      </w:r>
      <w:r w:rsidRPr="00D12051">
        <w:rPr>
          <w:rFonts w:cs="Arial"/>
          <w:lang w:val="en"/>
        </w:rPr>
        <w:t xml:space="preserve">, </w:t>
      </w:r>
      <w:r w:rsidRPr="00D12051">
        <w:t>a number of support services remain under-resourced.</w:t>
      </w:r>
      <w:r w:rsidR="002131F7" w:rsidRPr="002131F7">
        <w:rPr>
          <w:rStyle w:val="EndnoteReference"/>
          <w:rFonts w:cs="Arial"/>
          <w:sz w:val="24"/>
          <w:lang w:val="en"/>
        </w:rPr>
        <w:t xml:space="preserve"> </w:t>
      </w:r>
      <w:r w:rsidR="002131F7" w:rsidRPr="00E52DD4">
        <w:rPr>
          <w:rStyle w:val="EndnoteReference"/>
          <w:rFonts w:cs="Arial"/>
          <w:sz w:val="24"/>
          <w:lang w:val="en"/>
        </w:rPr>
        <w:endnoteReference w:id="25"/>
      </w:r>
      <w:r w:rsidRPr="00D12051">
        <w:t xml:space="preserve"> Cuts to community legal centres and Aboriginal legal services can impact on </w:t>
      </w:r>
      <w:r>
        <w:t xml:space="preserve">access </w:t>
      </w:r>
      <w:r w:rsidR="007C47F4">
        <w:t>t</w:t>
      </w:r>
      <w:r>
        <w:t xml:space="preserve">o </w:t>
      </w:r>
      <w:r w:rsidR="00D8407C">
        <w:t xml:space="preserve">services for </w:t>
      </w:r>
      <w:r>
        <w:t xml:space="preserve">women </w:t>
      </w:r>
      <w:r w:rsidRPr="000475E4">
        <w:t xml:space="preserve">affected by </w:t>
      </w:r>
      <w:r w:rsidRPr="00D51507">
        <w:t>violence.</w:t>
      </w:r>
    </w:p>
    <w:p w14:paraId="666278A6" w14:textId="77AC65F9" w:rsidR="00953850" w:rsidRPr="00D51507" w:rsidRDefault="00953850" w:rsidP="00D551C7">
      <w:pPr>
        <w:pStyle w:val="SubmissionNormal"/>
        <w:ind w:hanging="720"/>
      </w:pPr>
      <w:r w:rsidRPr="00D51507">
        <w:t xml:space="preserve">The Commission also acknowledges the </w:t>
      </w:r>
      <w:r w:rsidR="00A63EF2" w:rsidRPr="00D51507">
        <w:t>$</w:t>
      </w:r>
      <w:r w:rsidR="008E3946" w:rsidRPr="00D51507">
        <w:t>5.1</w:t>
      </w:r>
      <w:r w:rsidR="00A63EF2" w:rsidRPr="00D51507">
        <w:t xml:space="preserve"> million dedicated by the Australian Government to the implementation of the Third Action Plan of the </w:t>
      </w:r>
      <w:r w:rsidR="00A63EF2" w:rsidRPr="00D51507">
        <w:rPr>
          <w:i/>
        </w:rPr>
        <w:t>National Framework for Protecting Australia’s Children 2009-2020</w:t>
      </w:r>
      <w:r w:rsidR="00A63EF2" w:rsidRPr="00D51507">
        <w:t>, which will help support early intervention and child safe approaches.</w:t>
      </w:r>
      <w:r w:rsidR="008E3946" w:rsidRPr="00D51507">
        <w:rPr>
          <w:rStyle w:val="EndnoteReference"/>
        </w:rPr>
        <w:endnoteReference w:id="26"/>
      </w:r>
      <w:r w:rsidR="00A63EF2" w:rsidRPr="00D51507">
        <w:t xml:space="preserve"> However, the Commission is concerned that this funding is inadequate to achieve the </w:t>
      </w:r>
      <w:r w:rsidR="009B4A75" w:rsidRPr="00D51507">
        <w:t xml:space="preserve">objectives of </w:t>
      </w:r>
      <w:r w:rsidR="00D867A7" w:rsidRPr="00D51507">
        <w:t xml:space="preserve">the </w:t>
      </w:r>
      <w:r w:rsidR="009B4A75" w:rsidRPr="00D51507">
        <w:t>Plan.</w:t>
      </w:r>
      <w:r w:rsidR="00A63EF2" w:rsidRPr="00D51507">
        <w:t xml:space="preserve"> </w:t>
      </w:r>
    </w:p>
    <w:p w14:paraId="02D6FC13" w14:textId="2056DD98" w:rsidR="007C47F4" w:rsidRPr="00D51507" w:rsidRDefault="004263CB" w:rsidP="00D51507">
      <w:pPr>
        <w:pStyle w:val="SubmissionNormal"/>
        <w:ind w:hanging="720"/>
      </w:pPr>
      <w:r w:rsidRPr="00D51507">
        <w:rPr>
          <w:b/>
        </w:rPr>
        <w:t xml:space="preserve">Issues for consideration in </w:t>
      </w:r>
      <w:r w:rsidR="00B544E1" w:rsidRPr="00D51507">
        <w:rPr>
          <w:b/>
        </w:rPr>
        <w:t xml:space="preserve">the </w:t>
      </w:r>
      <w:r w:rsidRPr="00D51507">
        <w:rPr>
          <w:b/>
        </w:rPr>
        <w:t xml:space="preserve">LOIPR: </w:t>
      </w:r>
    </w:p>
    <w:p w14:paraId="2DBE4054" w14:textId="73186039" w:rsidR="00D551C7" w:rsidRPr="00824F63" w:rsidRDefault="00917AEA" w:rsidP="007C47F4">
      <w:pPr>
        <w:pStyle w:val="SubmissionNormal"/>
        <w:numPr>
          <w:ilvl w:val="1"/>
          <w:numId w:val="36"/>
        </w:numPr>
        <w:rPr>
          <w:b/>
        </w:rPr>
      </w:pPr>
      <w:r>
        <w:rPr>
          <w:b/>
        </w:rPr>
        <w:t>Information on h</w:t>
      </w:r>
      <w:r w:rsidR="00036B14">
        <w:rPr>
          <w:b/>
        </w:rPr>
        <w:t>ow</w:t>
      </w:r>
      <w:r w:rsidR="004263CB">
        <w:rPr>
          <w:b/>
        </w:rPr>
        <w:t xml:space="preserve"> the </w:t>
      </w:r>
      <w:r w:rsidR="00036B14">
        <w:rPr>
          <w:b/>
        </w:rPr>
        <w:t>N</w:t>
      </w:r>
      <w:r w:rsidR="004263CB">
        <w:rPr>
          <w:b/>
        </w:rPr>
        <w:t xml:space="preserve">ational </w:t>
      </w:r>
      <w:r w:rsidR="00036B14">
        <w:rPr>
          <w:b/>
        </w:rPr>
        <w:t>P</w:t>
      </w:r>
      <w:r w:rsidR="004263CB">
        <w:rPr>
          <w:b/>
        </w:rPr>
        <w:t xml:space="preserve">lan </w:t>
      </w:r>
      <w:r w:rsidR="00D551C7" w:rsidRPr="00824F63">
        <w:rPr>
          <w:b/>
        </w:rPr>
        <w:t>address</w:t>
      </w:r>
      <w:r w:rsidR="00895F18">
        <w:rPr>
          <w:b/>
        </w:rPr>
        <w:t>es</w:t>
      </w:r>
      <w:r w:rsidR="007C47F4">
        <w:rPr>
          <w:b/>
        </w:rPr>
        <w:t xml:space="preserve"> gender inequality, </w:t>
      </w:r>
      <w:r w:rsidR="00D551C7" w:rsidRPr="00824F63">
        <w:rPr>
          <w:b/>
        </w:rPr>
        <w:t>focus</w:t>
      </w:r>
      <w:r w:rsidR="00895F18">
        <w:rPr>
          <w:b/>
        </w:rPr>
        <w:t>es</w:t>
      </w:r>
      <w:r w:rsidR="00D551C7" w:rsidRPr="00824F63">
        <w:rPr>
          <w:b/>
        </w:rPr>
        <w:t xml:space="preserve"> on prevention measures</w:t>
      </w:r>
      <w:r w:rsidR="007C47F4">
        <w:rPr>
          <w:b/>
        </w:rPr>
        <w:t xml:space="preserve">, and </w:t>
      </w:r>
      <w:r w:rsidR="00895F18">
        <w:rPr>
          <w:b/>
        </w:rPr>
        <w:t>ensures robust,</w:t>
      </w:r>
      <w:r w:rsidR="007C47F4">
        <w:rPr>
          <w:b/>
        </w:rPr>
        <w:t xml:space="preserve"> independent monitoring and evaluation</w:t>
      </w:r>
      <w:r w:rsidR="00D551C7" w:rsidRPr="00824F63">
        <w:rPr>
          <w:b/>
        </w:rPr>
        <w:t xml:space="preserve">. </w:t>
      </w:r>
    </w:p>
    <w:p w14:paraId="76B69DD8" w14:textId="2D5DE5F3" w:rsidR="00D551C7" w:rsidRPr="00D51507" w:rsidRDefault="00917AEA" w:rsidP="007C47F4">
      <w:pPr>
        <w:pStyle w:val="SubmissionNormal"/>
        <w:numPr>
          <w:ilvl w:val="1"/>
          <w:numId w:val="36"/>
        </w:numPr>
        <w:rPr>
          <w:b/>
        </w:rPr>
      </w:pPr>
      <w:r>
        <w:rPr>
          <w:b/>
        </w:rPr>
        <w:t>Information on t</w:t>
      </w:r>
      <w:r w:rsidR="00895F18">
        <w:rPr>
          <w:b/>
        </w:rPr>
        <w:t xml:space="preserve">he </w:t>
      </w:r>
      <w:r w:rsidR="00D551C7" w:rsidRPr="00824F63">
        <w:rPr>
          <w:b/>
        </w:rPr>
        <w:t>funding for specialist</w:t>
      </w:r>
      <w:r w:rsidR="00895F18">
        <w:rPr>
          <w:b/>
        </w:rPr>
        <w:t xml:space="preserve"> family violence</w:t>
      </w:r>
      <w:r w:rsidR="00D551C7" w:rsidRPr="00824F63">
        <w:rPr>
          <w:b/>
        </w:rPr>
        <w:t xml:space="preserve"> services</w:t>
      </w:r>
      <w:r w:rsidR="00895F18">
        <w:rPr>
          <w:b/>
        </w:rPr>
        <w:t xml:space="preserve"> including legal services (</w:t>
      </w:r>
      <w:r w:rsidR="00895F18" w:rsidRPr="00824F63">
        <w:rPr>
          <w:b/>
        </w:rPr>
        <w:t>community legal centres and Family Violence Prevention Legal Services</w:t>
      </w:r>
      <w:r w:rsidR="00895F18">
        <w:rPr>
          <w:b/>
        </w:rPr>
        <w:t xml:space="preserve">), </w:t>
      </w:r>
      <w:r w:rsidR="00036B14">
        <w:rPr>
          <w:b/>
        </w:rPr>
        <w:t xml:space="preserve">funding for </w:t>
      </w:r>
      <w:r w:rsidR="00895F18">
        <w:rPr>
          <w:b/>
        </w:rPr>
        <w:t xml:space="preserve">appropriate </w:t>
      </w:r>
      <w:r w:rsidR="00895F18" w:rsidRPr="00D51507">
        <w:rPr>
          <w:b/>
        </w:rPr>
        <w:t xml:space="preserve">support for </w:t>
      </w:r>
      <w:r w:rsidR="00D551C7" w:rsidRPr="00D51507">
        <w:rPr>
          <w:b/>
        </w:rPr>
        <w:t>crisis and transitional accommodation</w:t>
      </w:r>
      <w:r w:rsidR="002326F7" w:rsidRPr="00D51507">
        <w:rPr>
          <w:b/>
        </w:rPr>
        <w:t xml:space="preserve">, and adequacy of funding for the Third Action Plan of the </w:t>
      </w:r>
      <w:r w:rsidR="002326F7" w:rsidRPr="00D51507">
        <w:rPr>
          <w:b/>
          <w:i/>
        </w:rPr>
        <w:t>National Framework for Protecting Australia’s Children 2009-2020.</w:t>
      </w:r>
      <w:r w:rsidR="00D551C7" w:rsidRPr="00D51507">
        <w:rPr>
          <w:b/>
        </w:rPr>
        <w:t xml:space="preserve"> </w:t>
      </w:r>
    </w:p>
    <w:p w14:paraId="56D264AC" w14:textId="5FA855FA" w:rsidR="00D551C7" w:rsidRPr="002326F7" w:rsidRDefault="00917AEA" w:rsidP="007C47F4">
      <w:pPr>
        <w:pStyle w:val="SubmissionNormal"/>
        <w:numPr>
          <w:ilvl w:val="1"/>
          <w:numId w:val="36"/>
        </w:numPr>
        <w:rPr>
          <w:b/>
        </w:rPr>
      </w:pPr>
      <w:r>
        <w:rPr>
          <w:b/>
        </w:rPr>
        <w:t>Information on h</w:t>
      </w:r>
      <w:r w:rsidR="00895F18">
        <w:rPr>
          <w:b/>
        </w:rPr>
        <w:t>ow t</w:t>
      </w:r>
      <w:r w:rsidR="00D551C7" w:rsidRPr="007C47F4">
        <w:rPr>
          <w:b/>
        </w:rPr>
        <w:t>he National Plan address</w:t>
      </w:r>
      <w:r w:rsidR="00895F18">
        <w:rPr>
          <w:b/>
        </w:rPr>
        <w:t>es</w:t>
      </w:r>
      <w:r w:rsidR="00D551C7" w:rsidRPr="007C47F4">
        <w:rPr>
          <w:b/>
        </w:rPr>
        <w:t xml:space="preserve"> the specific needs and rights of children and young people recognising that discrimination, harassment, violence, and a lack of safety are all abuses of children's human rights. </w:t>
      </w:r>
      <w:r w:rsidR="00D551C7" w:rsidRPr="007C47F4">
        <w:t xml:space="preserve">To this end the Commission refers the Committee to the National Children’s Commissioner’s </w:t>
      </w:r>
      <w:r w:rsidR="00D551C7" w:rsidRPr="007C47F4">
        <w:rPr>
          <w:i/>
          <w:iCs/>
        </w:rPr>
        <w:t>Children’s Rights Report 2015</w:t>
      </w:r>
      <w:r w:rsidR="00D551C7" w:rsidRPr="007C47F4">
        <w:rPr>
          <w:sz w:val="13"/>
          <w:szCs w:val="13"/>
        </w:rPr>
        <w:t>.</w:t>
      </w:r>
      <w:r w:rsidR="00D551C7" w:rsidRPr="007C47F4">
        <w:rPr>
          <w:rStyle w:val="EndnoteReference"/>
          <w:b/>
          <w:szCs w:val="13"/>
        </w:rPr>
        <w:endnoteReference w:id="27"/>
      </w:r>
    </w:p>
    <w:p w14:paraId="4FDF73A5" w14:textId="2CEBEA08" w:rsidR="002326F7" w:rsidRPr="002326F7" w:rsidRDefault="002326F7" w:rsidP="0018597E">
      <w:pPr>
        <w:pStyle w:val="SubmissionNormal"/>
        <w:numPr>
          <w:ilvl w:val="0"/>
          <w:numId w:val="0"/>
        </w:numPr>
        <w:ind w:left="1440"/>
        <w:rPr>
          <w:b/>
          <w:highlight w:val="yellow"/>
        </w:rPr>
      </w:pPr>
    </w:p>
    <w:p w14:paraId="272A9FF5" w14:textId="28DCC727" w:rsidR="00DF4541" w:rsidRDefault="00D551C7" w:rsidP="00D551C7">
      <w:pPr>
        <w:pStyle w:val="SubmissionNormal"/>
        <w:ind w:hanging="720"/>
      </w:pPr>
      <w:r w:rsidRPr="001F024C">
        <w:lastRenderedPageBreak/>
        <w:t xml:space="preserve">Australia lacks a coherent national system of death reviews to consider cross-jurisdictional issues and ensure accurate monitoring to address systemic issues from deaths associated with domestic violence. </w:t>
      </w:r>
      <w:r w:rsidR="00314FCE">
        <w:t>The</w:t>
      </w:r>
      <w:r w:rsidR="00280552">
        <w:t xml:space="preserve"> Commission </w:t>
      </w:r>
      <w:r w:rsidR="00143941">
        <w:t xml:space="preserve">is conducting an inquiry into </w:t>
      </w:r>
      <w:r w:rsidR="00143941" w:rsidRPr="00143941">
        <w:rPr>
          <w:i/>
        </w:rPr>
        <w:t>Enhancing domestic and family violence death review processes</w:t>
      </w:r>
      <w:r w:rsidR="00143941">
        <w:t xml:space="preserve">. </w:t>
      </w:r>
    </w:p>
    <w:p w14:paraId="47BDB301" w14:textId="556AD608" w:rsidR="00840C15" w:rsidRPr="00E118D3" w:rsidRDefault="00840C15" w:rsidP="00D551C7">
      <w:pPr>
        <w:pStyle w:val="SubmissionNormal"/>
        <w:ind w:hanging="720"/>
      </w:pPr>
      <w:r w:rsidRPr="00E118D3">
        <w:t>The Commission notes that the Australian and New Zealand Child Death Review and Prevention Group (ANZCDR&amp;PG) has continued its valuable work to establish a national child death and injury data base as per the recommendation of the National Children’s Commissioner in her 2014 Children’s Rights Report.</w:t>
      </w:r>
      <w:r w:rsidRPr="00E118D3">
        <w:rPr>
          <w:rStyle w:val="EndnoteReference"/>
        </w:rPr>
        <w:endnoteReference w:id="28"/>
      </w:r>
    </w:p>
    <w:p w14:paraId="5BB908BB" w14:textId="77777777" w:rsidR="0090388A" w:rsidRPr="00E118D3" w:rsidRDefault="00143941" w:rsidP="00D551C7">
      <w:pPr>
        <w:pStyle w:val="SubmissionNormal"/>
        <w:ind w:hanging="720"/>
        <w:rPr>
          <w:b/>
        </w:rPr>
      </w:pPr>
      <w:r w:rsidRPr="00E118D3">
        <w:rPr>
          <w:b/>
        </w:rPr>
        <w:t>Issue</w:t>
      </w:r>
      <w:r w:rsidR="0090388A" w:rsidRPr="00E118D3">
        <w:rPr>
          <w:b/>
        </w:rPr>
        <w:t>s</w:t>
      </w:r>
      <w:r w:rsidRPr="00E118D3">
        <w:rPr>
          <w:b/>
        </w:rPr>
        <w:t xml:space="preserve"> for consideration in </w:t>
      </w:r>
      <w:r w:rsidR="00B544E1" w:rsidRPr="00E118D3">
        <w:rPr>
          <w:b/>
        </w:rPr>
        <w:t xml:space="preserve">the </w:t>
      </w:r>
      <w:r w:rsidRPr="00E118D3">
        <w:rPr>
          <w:b/>
        </w:rPr>
        <w:t xml:space="preserve">LOIPR: </w:t>
      </w:r>
    </w:p>
    <w:p w14:paraId="1F3AD906" w14:textId="78AB3910" w:rsidR="00155AF3" w:rsidRPr="00E118D3" w:rsidRDefault="00917AEA" w:rsidP="0090388A">
      <w:pPr>
        <w:pStyle w:val="SubmissionNormal"/>
        <w:numPr>
          <w:ilvl w:val="0"/>
          <w:numId w:val="49"/>
        </w:numPr>
        <w:rPr>
          <w:b/>
        </w:rPr>
      </w:pPr>
      <w:r w:rsidRPr="00E118D3">
        <w:rPr>
          <w:b/>
        </w:rPr>
        <w:t>Information on the m</w:t>
      </w:r>
      <w:r w:rsidR="00D551C7" w:rsidRPr="00E118D3">
        <w:rPr>
          <w:b/>
        </w:rPr>
        <w:t>onitoring of the implementation of Coronial Inquest findings, to address systemic failures to protect women from domestic violence.</w:t>
      </w:r>
    </w:p>
    <w:p w14:paraId="481A6243" w14:textId="51BA3E5A" w:rsidR="00907A5F" w:rsidRPr="00E118D3" w:rsidRDefault="00840C15" w:rsidP="0090388A">
      <w:pPr>
        <w:pStyle w:val="SubmissionNormal"/>
        <w:numPr>
          <w:ilvl w:val="0"/>
          <w:numId w:val="49"/>
        </w:numPr>
        <w:rPr>
          <w:b/>
        </w:rPr>
      </w:pPr>
      <w:r w:rsidRPr="00E118D3">
        <w:rPr>
          <w:b/>
        </w:rPr>
        <w:t>Information on the progress to establish a national child death and injury data base.</w:t>
      </w:r>
    </w:p>
    <w:p w14:paraId="2FA48C7A" w14:textId="77777777" w:rsidR="00166130" w:rsidRPr="00E118D3" w:rsidRDefault="00364A1D" w:rsidP="00364A1D">
      <w:pPr>
        <w:pStyle w:val="Heading1"/>
        <w:numPr>
          <w:ilvl w:val="0"/>
          <w:numId w:val="37"/>
        </w:numPr>
      </w:pPr>
      <w:r w:rsidRPr="00E118D3">
        <w:t xml:space="preserve"> </w:t>
      </w:r>
      <w:bookmarkStart w:id="28" w:name="_Toc454789004"/>
      <w:r w:rsidR="00166130" w:rsidRPr="00E118D3">
        <w:t>Trafficking in persons</w:t>
      </w:r>
      <w:bookmarkEnd w:id="28"/>
    </w:p>
    <w:p w14:paraId="56AE013B" w14:textId="77777777" w:rsidR="00642155" w:rsidRPr="00E118D3" w:rsidRDefault="00642155" w:rsidP="00642155">
      <w:pPr>
        <w:ind w:left="720"/>
        <w:rPr>
          <w:b/>
        </w:rPr>
      </w:pPr>
      <w:r w:rsidRPr="00E118D3">
        <w:rPr>
          <w:b/>
        </w:rPr>
        <w:t>Concluding Observations, para 10</w:t>
      </w:r>
    </w:p>
    <w:p w14:paraId="6C721743" w14:textId="77777777" w:rsidR="00642155" w:rsidRPr="00E118D3" w:rsidRDefault="00642155" w:rsidP="00642155">
      <w:pPr>
        <w:ind w:left="720"/>
        <w:rPr>
          <w:b/>
        </w:rPr>
      </w:pPr>
      <w:r w:rsidRPr="00E118D3">
        <w:rPr>
          <w:b/>
        </w:rPr>
        <w:t>Relevant provisions of the CAT: Articles 2, 12, 13, 14 and 16</w:t>
      </w:r>
    </w:p>
    <w:p w14:paraId="0E1ACEAA" w14:textId="77777777" w:rsidR="001D2AAD" w:rsidRDefault="000A6428" w:rsidP="001D2AAD">
      <w:pPr>
        <w:pStyle w:val="SubmissionNormal"/>
        <w:ind w:hanging="720"/>
      </w:pPr>
      <w:r w:rsidRPr="00E118D3">
        <w:rPr>
          <w:rFonts w:cs="Arial"/>
          <w:lang w:val="en"/>
        </w:rPr>
        <w:t>T</w:t>
      </w:r>
      <w:r w:rsidR="006E5B15" w:rsidRPr="00E118D3">
        <w:t xml:space="preserve">he Commission commends Australia for developing a </w:t>
      </w:r>
      <w:r w:rsidR="006E5B15" w:rsidRPr="00E118D3">
        <w:rPr>
          <w:i/>
        </w:rPr>
        <w:t>National Action Plan to Combat Human Trafficking and Slavery 2015-2019</w:t>
      </w:r>
      <w:r w:rsidR="006E5B15" w:rsidRPr="00E118D3">
        <w:t>, which adopts a human</w:t>
      </w:r>
      <w:r w:rsidR="006E5B15">
        <w:t xml:space="preserve"> rights-based approach</w:t>
      </w:r>
      <w:r>
        <w:t>,</w:t>
      </w:r>
      <w:r w:rsidR="006E5B15">
        <w:rPr>
          <w:rFonts w:eastAsia="MS Mincho"/>
          <w:bCs/>
        </w:rPr>
        <w:t xml:space="preserve"> includes measures to standardise data collection on human trafficking and slavery, and </w:t>
      </w:r>
      <w:r>
        <w:rPr>
          <w:rFonts w:eastAsia="MS Mincho"/>
          <w:bCs/>
        </w:rPr>
        <w:t xml:space="preserve">includes measures to </w:t>
      </w:r>
      <w:r w:rsidR="006E5B15">
        <w:rPr>
          <w:rFonts w:eastAsia="MS Mincho"/>
          <w:bCs/>
        </w:rPr>
        <w:t>raise community awareness among vulnerable groups.</w:t>
      </w:r>
      <w:r w:rsidR="006E5B15">
        <w:rPr>
          <w:rStyle w:val="EndnoteReference"/>
        </w:rPr>
        <w:endnoteReference w:id="29"/>
      </w:r>
      <w:r w:rsidR="006E5B15">
        <w:t xml:space="preserve"> </w:t>
      </w:r>
      <w:r w:rsidR="001D2AAD" w:rsidRPr="00205AED">
        <w:t xml:space="preserve">The Commission </w:t>
      </w:r>
      <w:r w:rsidR="001D2AAD">
        <w:t xml:space="preserve">notes that adequate funding is needed for the full implementation of the National Action Plan. </w:t>
      </w:r>
    </w:p>
    <w:p w14:paraId="59779F11" w14:textId="1C8B4878" w:rsidR="006E5B15" w:rsidRDefault="006E5B15" w:rsidP="006E5B15">
      <w:pPr>
        <w:pStyle w:val="SubmissionNormal"/>
        <w:ind w:hanging="720"/>
      </w:pPr>
      <w:r>
        <w:t>The Commission also notes a strengthening of criminal offences against forced marriage. In 2015, legislation was enacted that increase</w:t>
      </w:r>
      <w:r w:rsidR="000A6428">
        <w:t>s</w:t>
      </w:r>
      <w:r>
        <w:t xml:space="preserve"> the protection of children from forced marriage along with other persons who do not have the capacity to provide free and full consent to marriage.</w:t>
      </w:r>
      <w:r>
        <w:rPr>
          <w:rStyle w:val="EndnoteReference"/>
        </w:rPr>
        <w:endnoteReference w:id="30"/>
      </w:r>
    </w:p>
    <w:p w14:paraId="75A0A40F" w14:textId="1489078D" w:rsidR="00F26C32" w:rsidRPr="00E118D3" w:rsidRDefault="001E2A06" w:rsidP="001E2A06">
      <w:pPr>
        <w:pStyle w:val="SubmissionNormal"/>
        <w:ind w:hanging="720"/>
      </w:pPr>
      <w:r w:rsidRPr="001E2A06">
        <w:t>The Commission notes that the Australian Government is undertaking a national consultation on the implementation of the UN Guiding Principles on Business and Human Rights.</w:t>
      </w:r>
      <w:r w:rsidRPr="001E2A06">
        <w:rPr>
          <w:rStyle w:val="EndnoteReference"/>
        </w:rPr>
        <w:endnoteReference w:id="31"/>
      </w:r>
      <w:r w:rsidRPr="001E2A06">
        <w:t xml:space="preserve"> The Commission considers that </w:t>
      </w:r>
      <w:r>
        <w:t>the</w:t>
      </w:r>
      <w:r w:rsidRPr="001E2A06">
        <w:t xml:space="preserve"> subsequent National Action Plan on Business and Human Rights </w:t>
      </w:r>
      <w:r w:rsidR="00C636DF">
        <w:t xml:space="preserve">should have </w:t>
      </w:r>
      <w:r w:rsidR="00C636DF" w:rsidRPr="00E118D3">
        <w:t>clear</w:t>
      </w:r>
      <w:r w:rsidRPr="00E118D3">
        <w:t xml:space="preserve"> link</w:t>
      </w:r>
      <w:r w:rsidR="00C636DF" w:rsidRPr="00E118D3">
        <w:t>s</w:t>
      </w:r>
      <w:r w:rsidRPr="00E118D3">
        <w:t xml:space="preserve"> with the </w:t>
      </w:r>
      <w:r w:rsidRPr="00E118D3">
        <w:rPr>
          <w:i/>
        </w:rPr>
        <w:t>National Action Plan to Combat Human Trafficking and Slavery 2015-2019</w:t>
      </w:r>
      <w:r w:rsidRPr="00E118D3">
        <w:t>.</w:t>
      </w:r>
    </w:p>
    <w:p w14:paraId="1A93FEE3" w14:textId="5802587A" w:rsidR="00F64253" w:rsidRPr="00E118D3" w:rsidRDefault="00F64253" w:rsidP="00F64253">
      <w:pPr>
        <w:pStyle w:val="SubmissionNormal"/>
        <w:ind w:left="806" w:hanging="720"/>
      </w:pPr>
      <w:r w:rsidRPr="00E118D3">
        <w:t xml:space="preserve">The Commission </w:t>
      </w:r>
      <w:r w:rsidR="00B544E1" w:rsidRPr="00E118D3">
        <w:t>further</w:t>
      </w:r>
      <w:r w:rsidRPr="00E118D3">
        <w:t xml:space="preserve"> notes the recent inquiry and report of the House of Representatives Standing Committee on Social Policy and Legal Affairs into the regulatory and legislative aspects of international and domestic surrogacy arrangements</w:t>
      </w:r>
      <w:r w:rsidR="00D26A1F" w:rsidRPr="00E118D3">
        <w:t xml:space="preserve"> </w:t>
      </w:r>
      <w:r w:rsidR="00D26A1F" w:rsidRPr="00E118D3">
        <w:rPr>
          <w:i/>
        </w:rPr>
        <w:t>Surrogacy Matters</w:t>
      </w:r>
      <w:r w:rsidRPr="00E118D3">
        <w:t>.</w:t>
      </w:r>
      <w:r w:rsidRPr="00E118D3">
        <w:rPr>
          <w:rStyle w:val="EndnoteReference"/>
        </w:rPr>
        <w:endnoteReference w:id="32"/>
      </w:r>
      <w:r w:rsidRPr="00E118D3">
        <w:t xml:space="preserve"> The Commission submission </w:t>
      </w:r>
      <w:r w:rsidR="00B544E1" w:rsidRPr="00E118D3">
        <w:t>considered</w:t>
      </w:r>
      <w:r w:rsidRPr="00E118D3">
        <w:t xml:space="preserve"> that unregulated surrogacy arrangements raise real concerns about the potential for the trafficking of women and children.</w:t>
      </w:r>
      <w:r w:rsidR="00D26A1F" w:rsidRPr="00E118D3">
        <w:rPr>
          <w:rStyle w:val="EndnoteReference"/>
        </w:rPr>
        <w:endnoteReference w:id="33"/>
      </w:r>
      <w:r w:rsidRPr="00E118D3">
        <w:t xml:space="preserve">  </w:t>
      </w:r>
    </w:p>
    <w:p w14:paraId="12325E4F" w14:textId="0E5294AB" w:rsidR="002326F7" w:rsidRPr="00E118D3" w:rsidRDefault="00F64253" w:rsidP="0018597E">
      <w:pPr>
        <w:pStyle w:val="SubmissionNormal"/>
        <w:ind w:left="806" w:hanging="720"/>
      </w:pPr>
      <w:r w:rsidRPr="00E118D3">
        <w:lastRenderedPageBreak/>
        <w:t xml:space="preserve">The Committee’s 10 recommendations concern improving access to well-regulated and lawful domestic surrogacy arrangements so that there is less need for Australians to travel overseas to engage in surrogacy (Recommendations 1-6), and to promote better protection of the human rights of birth mothers and the children they carry on behalf of Australian citizens involved in international surrogacy arrangements (Recommendations 7-10). If the recommendations in this report are adopted, it will be a significant step towards more uniform domestic laws that provide increased access to </w:t>
      </w:r>
      <w:r w:rsidR="0020264D" w:rsidRPr="00E118D3">
        <w:t>well-regulated</w:t>
      </w:r>
      <w:r w:rsidRPr="00E118D3">
        <w:t xml:space="preserve"> surrogacy arrangements in Australia, and increased scrutiny of the practices in other countries which should lead to better human rights outcomes.</w:t>
      </w:r>
    </w:p>
    <w:p w14:paraId="793E22E7" w14:textId="228BAF79" w:rsidR="000A6428" w:rsidRPr="00E118D3" w:rsidRDefault="00555F05" w:rsidP="0018597E">
      <w:pPr>
        <w:pStyle w:val="SubmissionNormal"/>
        <w:ind w:left="806" w:hanging="720"/>
        <w:rPr>
          <w:b/>
        </w:rPr>
      </w:pPr>
      <w:r w:rsidRPr="00E118D3">
        <w:rPr>
          <w:b/>
        </w:rPr>
        <w:t xml:space="preserve">Issues for consideration in </w:t>
      </w:r>
      <w:r w:rsidR="00B544E1" w:rsidRPr="00E118D3">
        <w:rPr>
          <w:b/>
        </w:rPr>
        <w:t xml:space="preserve">the </w:t>
      </w:r>
      <w:r w:rsidRPr="00E118D3">
        <w:rPr>
          <w:b/>
        </w:rPr>
        <w:t>LOIPR</w:t>
      </w:r>
      <w:r w:rsidR="000A6428" w:rsidRPr="00E118D3">
        <w:rPr>
          <w:b/>
        </w:rPr>
        <w:t>:</w:t>
      </w:r>
    </w:p>
    <w:p w14:paraId="6A6E60BC" w14:textId="303BF1EB" w:rsidR="006E5B15" w:rsidRPr="00E118D3" w:rsidRDefault="00555F05" w:rsidP="000A6428">
      <w:pPr>
        <w:pStyle w:val="SubmissionNormal"/>
        <w:numPr>
          <w:ilvl w:val="1"/>
          <w:numId w:val="36"/>
        </w:numPr>
        <w:rPr>
          <w:b/>
        </w:rPr>
      </w:pPr>
      <w:r w:rsidRPr="00E118D3">
        <w:rPr>
          <w:b/>
        </w:rPr>
        <w:t>Information about mechanisms for providing</w:t>
      </w:r>
      <w:r w:rsidR="006E5B15" w:rsidRPr="00E118D3">
        <w:rPr>
          <w:b/>
        </w:rPr>
        <w:t xml:space="preserve"> compensation </w:t>
      </w:r>
      <w:r w:rsidRPr="00E118D3">
        <w:rPr>
          <w:b/>
        </w:rPr>
        <w:t>to</w:t>
      </w:r>
      <w:r w:rsidR="006E5B15" w:rsidRPr="00E118D3">
        <w:rPr>
          <w:b/>
        </w:rPr>
        <w:t xml:space="preserve"> victims of human trafficking and slavery and </w:t>
      </w:r>
      <w:r w:rsidRPr="00E118D3">
        <w:rPr>
          <w:b/>
        </w:rPr>
        <w:t>the adequacy of</w:t>
      </w:r>
      <w:r w:rsidR="006E5B15" w:rsidRPr="00E118D3">
        <w:rPr>
          <w:b/>
        </w:rPr>
        <w:t xml:space="preserve"> support services for victims.</w:t>
      </w:r>
      <w:r w:rsidR="006E5B15" w:rsidRPr="00E118D3">
        <w:rPr>
          <w:rStyle w:val="EndnoteReference"/>
          <w:b/>
        </w:rPr>
        <w:endnoteReference w:id="34"/>
      </w:r>
      <w:r w:rsidR="006E5B15" w:rsidRPr="00E118D3">
        <w:rPr>
          <w:b/>
        </w:rPr>
        <w:t xml:space="preserve"> </w:t>
      </w:r>
    </w:p>
    <w:p w14:paraId="638DF410" w14:textId="3428F04F" w:rsidR="00092F4D" w:rsidRPr="00E118D3" w:rsidRDefault="00555F05" w:rsidP="00092F4D">
      <w:pPr>
        <w:pStyle w:val="SubmissionNormal"/>
        <w:numPr>
          <w:ilvl w:val="1"/>
          <w:numId w:val="36"/>
        </w:numPr>
        <w:rPr>
          <w:b/>
        </w:rPr>
      </w:pPr>
      <w:r w:rsidRPr="00E118D3">
        <w:rPr>
          <w:rFonts w:cs="Arial"/>
          <w:b/>
        </w:rPr>
        <w:t>Information about</w:t>
      </w:r>
      <w:r w:rsidR="00092F4D" w:rsidRPr="00E118D3">
        <w:rPr>
          <w:rFonts w:cs="Arial"/>
          <w:b/>
        </w:rPr>
        <w:t xml:space="preserve"> </w:t>
      </w:r>
      <w:r w:rsidRPr="00E118D3">
        <w:rPr>
          <w:rFonts w:cs="Arial"/>
          <w:b/>
        </w:rPr>
        <w:t>responses to</w:t>
      </w:r>
      <w:r w:rsidR="006E5B15" w:rsidRPr="00E118D3">
        <w:rPr>
          <w:rFonts w:cs="Arial"/>
          <w:b/>
        </w:rPr>
        <w:t xml:space="preserve"> human trafficking, slavery and slavery-like situations, including </w:t>
      </w:r>
      <w:r w:rsidRPr="00E118D3">
        <w:rPr>
          <w:rFonts w:cs="Arial"/>
          <w:b/>
        </w:rPr>
        <w:t xml:space="preserve">measures in place to address </w:t>
      </w:r>
      <w:r w:rsidR="006E5B15" w:rsidRPr="00E118D3">
        <w:rPr>
          <w:rFonts w:cs="Arial"/>
          <w:b/>
        </w:rPr>
        <w:t xml:space="preserve">forced labour in value chains. </w:t>
      </w:r>
    </w:p>
    <w:p w14:paraId="2781EE01" w14:textId="09A7FE97" w:rsidR="006E5B15" w:rsidRPr="00E118D3" w:rsidRDefault="00EC0E06" w:rsidP="00092F4D">
      <w:pPr>
        <w:pStyle w:val="SubmissionNormal"/>
        <w:numPr>
          <w:ilvl w:val="1"/>
          <w:numId w:val="36"/>
        </w:numPr>
        <w:rPr>
          <w:b/>
        </w:rPr>
      </w:pPr>
      <w:r w:rsidRPr="00E118D3">
        <w:rPr>
          <w:rFonts w:cs="Arial"/>
          <w:b/>
        </w:rPr>
        <w:t>Information about how current consideration of a</w:t>
      </w:r>
      <w:r w:rsidR="006E5B15" w:rsidRPr="00E118D3">
        <w:rPr>
          <w:rFonts w:cs="Arial"/>
          <w:b/>
        </w:rPr>
        <w:t xml:space="preserve"> National Action Plan on Business and Human Rights</w:t>
      </w:r>
      <w:r w:rsidRPr="00E118D3">
        <w:rPr>
          <w:rFonts w:cs="Arial"/>
          <w:b/>
        </w:rPr>
        <w:t xml:space="preserve"> </w:t>
      </w:r>
      <w:r w:rsidR="00A33A20" w:rsidRPr="00E118D3">
        <w:rPr>
          <w:rFonts w:cs="Arial"/>
          <w:b/>
        </w:rPr>
        <w:t xml:space="preserve">will incorporate the </w:t>
      </w:r>
      <w:r w:rsidRPr="00E118D3">
        <w:rPr>
          <w:rFonts w:cs="Arial"/>
          <w:b/>
        </w:rPr>
        <w:t>approach to people trafficking and Australia’s obligations under CAT</w:t>
      </w:r>
      <w:r w:rsidR="00917AEA" w:rsidRPr="00E118D3">
        <w:rPr>
          <w:rFonts w:cs="Arial"/>
          <w:b/>
        </w:rPr>
        <w:t>.</w:t>
      </w:r>
    </w:p>
    <w:p w14:paraId="39791272" w14:textId="4AEF1515" w:rsidR="004754E2" w:rsidRPr="00E118D3" w:rsidRDefault="004754E2" w:rsidP="00092F4D">
      <w:pPr>
        <w:pStyle w:val="SubmissionNormal"/>
        <w:numPr>
          <w:ilvl w:val="1"/>
          <w:numId w:val="36"/>
        </w:numPr>
        <w:rPr>
          <w:b/>
        </w:rPr>
      </w:pPr>
      <w:r w:rsidRPr="00E118D3">
        <w:rPr>
          <w:rFonts w:cs="Arial"/>
          <w:b/>
        </w:rPr>
        <w:t xml:space="preserve">Information on the adoption of the recommendations contained in the report </w:t>
      </w:r>
      <w:r w:rsidRPr="00E118D3">
        <w:rPr>
          <w:rFonts w:cs="Arial"/>
          <w:b/>
          <w:i/>
        </w:rPr>
        <w:t xml:space="preserve">Surrogacy Matters </w:t>
      </w:r>
      <w:r w:rsidRPr="00E118D3">
        <w:rPr>
          <w:rFonts w:cs="Arial"/>
          <w:b/>
        </w:rPr>
        <w:t xml:space="preserve">to ensure the prevention of trafficking of </w:t>
      </w:r>
      <w:r w:rsidRPr="00E118D3">
        <w:rPr>
          <w:b/>
        </w:rPr>
        <w:t>birth mothers and the children they carry</w:t>
      </w:r>
      <w:r w:rsidR="0020264D" w:rsidRPr="00E118D3">
        <w:rPr>
          <w:b/>
        </w:rPr>
        <w:t>.</w:t>
      </w:r>
    </w:p>
    <w:p w14:paraId="79FA159D" w14:textId="781C0FC1" w:rsidR="00F818B8" w:rsidRDefault="00632B34" w:rsidP="00364A1D">
      <w:pPr>
        <w:pStyle w:val="Heading1"/>
        <w:numPr>
          <w:ilvl w:val="0"/>
          <w:numId w:val="37"/>
        </w:numPr>
      </w:pPr>
      <w:bookmarkStart w:id="29" w:name="_Toc454789005"/>
      <w:r>
        <w:t>Criminal Justice System</w:t>
      </w:r>
      <w:bookmarkEnd w:id="29"/>
      <w:r>
        <w:t xml:space="preserve"> </w:t>
      </w:r>
    </w:p>
    <w:p w14:paraId="0A1C192E" w14:textId="77777777" w:rsidR="00B34946" w:rsidRPr="00EE55F1" w:rsidRDefault="00632B34" w:rsidP="00364A1D">
      <w:pPr>
        <w:pStyle w:val="Heading2"/>
        <w:numPr>
          <w:ilvl w:val="1"/>
          <w:numId w:val="37"/>
        </w:numPr>
      </w:pPr>
      <w:bookmarkStart w:id="30" w:name="_Toc454789006"/>
      <w:r w:rsidRPr="00EE55F1">
        <w:t>Aboriginal and Torres Strait Islander Peoples</w:t>
      </w:r>
      <w:bookmarkEnd w:id="30"/>
    </w:p>
    <w:p w14:paraId="72FEB7F9" w14:textId="376AD9ED" w:rsidR="00632B34" w:rsidRDefault="00632B34" w:rsidP="00632B34">
      <w:pPr>
        <w:ind w:left="720"/>
        <w:rPr>
          <w:b/>
        </w:rPr>
      </w:pPr>
      <w:r>
        <w:rPr>
          <w:b/>
        </w:rPr>
        <w:t xml:space="preserve">Concluding Observations, </w:t>
      </w:r>
      <w:r w:rsidR="00F92F0C">
        <w:rPr>
          <w:b/>
        </w:rPr>
        <w:t xml:space="preserve">para </w:t>
      </w:r>
      <w:r>
        <w:rPr>
          <w:b/>
        </w:rPr>
        <w:t>12</w:t>
      </w:r>
    </w:p>
    <w:p w14:paraId="30E4C97D" w14:textId="77777777" w:rsidR="00632B34" w:rsidRPr="00632B34" w:rsidRDefault="00632B34" w:rsidP="00632B34">
      <w:pPr>
        <w:ind w:left="720"/>
        <w:rPr>
          <w:b/>
        </w:rPr>
      </w:pPr>
      <w:r>
        <w:rPr>
          <w:b/>
        </w:rPr>
        <w:t>Relevant provisions of the CAT: Articles 2, 11 and 16</w:t>
      </w:r>
    </w:p>
    <w:p w14:paraId="541287F7" w14:textId="169CE580" w:rsidR="00E82B5A" w:rsidRDefault="00D347F0" w:rsidP="00910A26">
      <w:pPr>
        <w:pStyle w:val="SubmissionNormal"/>
        <w:ind w:left="720" w:hanging="720"/>
      </w:pPr>
      <w:r w:rsidRPr="00D347F0">
        <w:t xml:space="preserve">The </w:t>
      </w:r>
      <w:r w:rsidR="00E82B5A">
        <w:t>overrepresentation of Aboriginal and Torres Strait Islander peoples as both victims and offenders in the criminal justice system remains one of the most glaring disparities between Aboriginal and Torres Strait Islander Australians and non-Indigenous Australians</w:t>
      </w:r>
      <w:r w:rsidR="004105B7">
        <w:t>.</w:t>
      </w:r>
      <w:r>
        <w:rPr>
          <w:rStyle w:val="EndnoteReference"/>
        </w:rPr>
        <w:endnoteReference w:id="35"/>
      </w:r>
    </w:p>
    <w:p w14:paraId="65F6FA7A" w14:textId="50A23564" w:rsidR="007C46CC" w:rsidRDefault="005611FB" w:rsidP="00910A26">
      <w:pPr>
        <w:pStyle w:val="SubmissionNormal"/>
        <w:ind w:left="720" w:hanging="720"/>
      </w:pPr>
      <w:r>
        <w:t xml:space="preserve">The Commission welcomes the Australian Government </w:t>
      </w:r>
      <w:r w:rsidR="00DC3DAC">
        <w:t>decision to reverse</w:t>
      </w:r>
      <w:r>
        <w:t xml:space="preserve"> </w:t>
      </w:r>
      <w:r w:rsidR="001C23CA">
        <w:t xml:space="preserve">previously announced </w:t>
      </w:r>
      <w:r>
        <w:t>funding cuts to National Aboriginal and Torres Strait Islander Legal Services.</w:t>
      </w:r>
      <w:r>
        <w:rPr>
          <w:rStyle w:val="EndnoteReference"/>
        </w:rPr>
        <w:endnoteReference w:id="36"/>
      </w:r>
      <w:r>
        <w:t xml:space="preserve"> The</w:t>
      </w:r>
      <w:r w:rsidR="001C23CA">
        <w:t xml:space="preserve"> </w:t>
      </w:r>
      <w:r w:rsidR="00713A04">
        <w:t>Commission remains concerned that the funding is insufficient to meet the needs of Aboriginal and Torres Strait Islander communities.</w:t>
      </w:r>
    </w:p>
    <w:p w14:paraId="4EF3FBCD" w14:textId="786731AD" w:rsidR="00196488" w:rsidRDefault="00822AE5" w:rsidP="00910A26">
      <w:pPr>
        <w:pStyle w:val="SubmissionNormal"/>
        <w:ind w:left="720" w:hanging="720"/>
      </w:pPr>
      <w:r>
        <w:t xml:space="preserve">The Commission </w:t>
      </w:r>
      <w:r w:rsidR="00DC3DAC">
        <w:t xml:space="preserve">welcomes </w:t>
      </w:r>
      <w:r>
        <w:t xml:space="preserve">the Australian Government UPR voluntary commitment </w:t>
      </w:r>
      <w:r w:rsidRPr="00D6432D">
        <w:t>to improv</w:t>
      </w:r>
      <w:r>
        <w:t>e</w:t>
      </w:r>
      <w:r w:rsidRPr="00D6432D">
        <w:t xml:space="preserve"> the way the criminal justice system treats people with </w:t>
      </w:r>
      <w:r w:rsidRPr="00D6432D">
        <w:lastRenderedPageBreak/>
        <w:t>cognitive disability who are unfit to plead or found not guilty by reason of mental impairment.</w:t>
      </w:r>
      <w:r>
        <w:rPr>
          <w:rStyle w:val="EndnoteReference"/>
        </w:rPr>
        <w:endnoteReference w:id="37"/>
      </w:r>
      <w:r>
        <w:t xml:space="preserve"> </w:t>
      </w:r>
      <w:r w:rsidRPr="00D6432D">
        <w:t xml:space="preserve"> As part of this</w:t>
      </w:r>
      <w:r w:rsidR="00DC3DAC">
        <w:t xml:space="preserve"> commitment</w:t>
      </w:r>
      <w:r w:rsidRPr="00D6432D">
        <w:t xml:space="preserve">, the Government committed to a national effort to analyse existing data and develop best practice resources </w:t>
      </w:r>
      <w:r w:rsidR="00DC3DAC">
        <w:t>in Australia</w:t>
      </w:r>
      <w:r>
        <w:t>.</w:t>
      </w:r>
    </w:p>
    <w:p w14:paraId="010FCD61" w14:textId="74400457" w:rsidR="003D2F01" w:rsidRDefault="003D2F01" w:rsidP="00910A26">
      <w:pPr>
        <w:pStyle w:val="SubmissionNormal"/>
        <w:ind w:left="720" w:hanging="720"/>
      </w:pPr>
      <w:r>
        <w:t xml:space="preserve">Nevertheless, the Commission continues to be concerned about the </w:t>
      </w:r>
      <w:r w:rsidRPr="00E82B5A">
        <w:rPr>
          <w:rFonts w:cs="Arial"/>
          <w:iCs/>
        </w:rPr>
        <w:t>indefinite detention of people with a cognitive impairment</w:t>
      </w:r>
      <w:r>
        <w:t xml:space="preserve">. The Commission has previously reported on several cases where Aboriginal and Torres Strait Islander people have been detained for a period longer than </w:t>
      </w:r>
      <w:r w:rsidR="004C15A8">
        <w:t>the maximum sentence if they had been found guilty.</w:t>
      </w:r>
      <w:r w:rsidR="004C15A8" w:rsidRPr="00E82B5A">
        <w:rPr>
          <w:rStyle w:val="EndnoteReference"/>
          <w:rFonts w:eastAsia="MS Mincho"/>
          <w:iCs/>
        </w:rPr>
        <w:t xml:space="preserve"> </w:t>
      </w:r>
      <w:r>
        <w:rPr>
          <w:rStyle w:val="EndnoteReference"/>
          <w:rFonts w:eastAsia="MS Mincho"/>
          <w:iCs/>
        </w:rPr>
        <w:endnoteReference w:id="38"/>
      </w:r>
      <w:r w:rsidR="004977E9">
        <w:rPr>
          <w:rFonts w:eastAsia="MS Mincho"/>
          <w:iCs/>
        </w:rPr>
        <w:t xml:space="preserve"> The Commission </w:t>
      </w:r>
      <w:r w:rsidR="004977E9">
        <w:t xml:space="preserve">and NGOs have advocated that </w:t>
      </w:r>
      <w:r w:rsidR="003710DD">
        <w:t xml:space="preserve">justice </w:t>
      </w:r>
      <w:r w:rsidR="004977E9">
        <w:t>targets be set to halve the gap in rates of incarceration for Aboriginal and Torres Strait Islander people</w:t>
      </w:r>
      <w:r w:rsidR="00D63257">
        <w:t>s</w:t>
      </w:r>
      <w:r w:rsidR="004977E9">
        <w:t>. The justice targets could be included in the existing Close the Gap framework.</w:t>
      </w:r>
      <w:r w:rsidR="004977E9">
        <w:rPr>
          <w:vertAlign w:val="superscript"/>
        </w:rPr>
        <w:endnoteReference w:id="39"/>
      </w:r>
      <w:r w:rsidR="004977E9">
        <w:rPr>
          <w:rFonts w:eastAsia="MS Mincho"/>
          <w:iCs/>
        </w:rPr>
        <w:t xml:space="preserve"> </w:t>
      </w:r>
      <w:r w:rsidR="003710DD">
        <w:rPr>
          <w:rFonts w:eastAsia="MS Mincho"/>
          <w:iCs/>
        </w:rPr>
        <w:t xml:space="preserve">Further, </w:t>
      </w:r>
      <w:r w:rsidR="003710DD">
        <w:t>justice reinvestment strategies have also been recommended by the Senate Legal and Constitutional Affairs Committee and successive Social Justice Commissioners.</w:t>
      </w:r>
      <w:r w:rsidR="003710DD">
        <w:rPr>
          <w:sz w:val="20"/>
          <w:vertAlign w:val="superscript"/>
        </w:rPr>
        <w:endnoteReference w:id="40"/>
      </w:r>
    </w:p>
    <w:p w14:paraId="498B3F17" w14:textId="6437C5CE" w:rsidR="00275B7C" w:rsidRDefault="00275B7C" w:rsidP="00275B7C">
      <w:pPr>
        <w:pStyle w:val="SubmissionNormal"/>
        <w:ind w:left="720" w:hanging="720"/>
      </w:pPr>
      <w:r>
        <w:t xml:space="preserve">The Commission is concerned regarding amendments to the </w:t>
      </w:r>
      <w:r w:rsidRPr="00275B7C">
        <w:rPr>
          <w:i/>
        </w:rPr>
        <w:t>Police Administration Act</w:t>
      </w:r>
      <w:r>
        <w:t xml:space="preserve"> (NT) which provide for ‘paperless arrests’. These amendments provide the police with the power to detain a person and hold them in custody for up to four hours (or longer if the person is intoxicated) if they suspect that the person has committed or is about to commit an ‘infringement notice offence’. These amendments have a disproportionate impact on Aboriginal and Torres Strait Islander peoples.</w:t>
      </w:r>
    </w:p>
    <w:p w14:paraId="001FD7EB" w14:textId="40095AC7" w:rsidR="00917AEA" w:rsidRDefault="00917AEA" w:rsidP="00917AEA">
      <w:pPr>
        <w:pStyle w:val="SubmissionNormal"/>
        <w:ind w:left="720" w:hanging="720"/>
        <w:rPr>
          <w:b/>
        </w:rPr>
      </w:pPr>
      <w:r>
        <w:rPr>
          <w:b/>
        </w:rPr>
        <w:t xml:space="preserve">Issues for consideration in </w:t>
      </w:r>
      <w:r w:rsidR="0005421A">
        <w:rPr>
          <w:b/>
        </w:rPr>
        <w:t xml:space="preserve">the </w:t>
      </w:r>
      <w:r>
        <w:rPr>
          <w:b/>
        </w:rPr>
        <w:t>LOIPR</w:t>
      </w:r>
      <w:r w:rsidRPr="00555F05">
        <w:rPr>
          <w:b/>
        </w:rPr>
        <w:t>:</w:t>
      </w:r>
    </w:p>
    <w:p w14:paraId="4E4B70D4" w14:textId="6CF7A60D" w:rsidR="00917AEA" w:rsidRDefault="00917AEA" w:rsidP="00917AEA">
      <w:pPr>
        <w:pStyle w:val="SubmissionNormal"/>
        <w:numPr>
          <w:ilvl w:val="1"/>
          <w:numId w:val="36"/>
        </w:numPr>
        <w:rPr>
          <w:b/>
        </w:rPr>
      </w:pPr>
      <w:r>
        <w:rPr>
          <w:b/>
        </w:rPr>
        <w:t xml:space="preserve">Information </w:t>
      </w:r>
      <w:r w:rsidR="00895D87">
        <w:rPr>
          <w:b/>
        </w:rPr>
        <w:t>about approaches to address the rates of incarceration for Aboriginal and Torres Strait Islander peoples</w:t>
      </w:r>
      <w:r w:rsidR="00C636DF">
        <w:rPr>
          <w:b/>
        </w:rPr>
        <w:t>, including benchmarks and targets</w:t>
      </w:r>
      <w:r w:rsidR="00512631">
        <w:rPr>
          <w:b/>
        </w:rPr>
        <w:t>.</w:t>
      </w:r>
    </w:p>
    <w:p w14:paraId="0BC92C75" w14:textId="77777777" w:rsidR="00895D87" w:rsidRPr="00895D87" w:rsidRDefault="00895D87" w:rsidP="00895D87">
      <w:pPr>
        <w:pStyle w:val="ListParagraph"/>
        <w:numPr>
          <w:ilvl w:val="1"/>
          <w:numId w:val="36"/>
        </w:numPr>
        <w:rPr>
          <w:b/>
          <w:lang w:val="en-AU" w:eastAsia="en-AU"/>
        </w:rPr>
      </w:pPr>
      <w:r w:rsidRPr="00895D87">
        <w:rPr>
          <w:b/>
        </w:rPr>
        <w:t xml:space="preserve">Information about the adequacy of funding to meet </w:t>
      </w:r>
      <w:r w:rsidRPr="00895D87">
        <w:rPr>
          <w:b/>
          <w:lang w:val="en-AU" w:eastAsia="en-AU"/>
        </w:rPr>
        <w:t>needs of Aboriginal and Torres Strait Islander communities.</w:t>
      </w:r>
    </w:p>
    <w:p w14:paraId="27478A22" w14:textId="28E77874" w:rsidR="00895D87" w:rsidRDefault="00895D87" w:rsidP="00917AEA">
      <w:pPr>
        <w:pStyle w:val="SubmissionNormal"/>
        <w:numPr>
          <w:ilvl w:val="1"/>
          <w:numId w:val="36"/>
        </w:numPr>
        <w:rPr>
          <w:b/>
        </w:rPr>
      </w:pPr>
      <w:r>
        <w:rPr>
          <w:b/>
        </w:rPr>
        <w:t xml:space="preserve">Information on the intended analysis of existing data and development of best practice to address the treatment of people with cognitive disability in contact with the criminal justice system. </w:t>
      </w:r>
    </w:p>
    <w:p w14:paraId="5304C12C" w14:textId="19FB47E2" w:rsidR="00895D87" w:rsidRPr="00555F05" w:rsidRDefault="00895D87" w:rsidP="00917AEA">
      <w:pPr>
        <w:pStyle w:val="SubmissionNormal"/>
        <w:numPr>
          <w:ilvl w:val="1"/>
          <w:numId w:val="36"/>
        </w:numPr>
        <w:rPr>
          <w:b/>
        </w:rPr>
      </w:pPr>
      <w:r>
        <w:rPr>
          <w:b/>
        </w:rPr>
        <w:t>Information on the application and impact of the ‘paperless arrests’ powers in the Northern Territory.</w:t>
      </w:r>
    </w:p>
    <w:p w14:paraId="5646B6E9" w14:textId="77777777" w:rsidR="001A693B" w:rsidRPr="001C1599" w:rsidRDefault="00233064" w:rsidP="001A693B">
      <w:pPr>
        <w:pStyle w:val="Heading2"/>
        <w:numPr>
          <w:ilvl w:val="1"/>
          <w:numId w:val="37"/>
        </w:numPr>
      </w:pPr>
      <w:bookmarkStart w:id="31" w:name="_Toc454789007"/>
      <w:r>
        <w:t>Juvenile justice</w:t>
      </w:r>
      <w:bookmarkEnd w:id="31"/>
    </w:p>
    <w:p w14:paraId="71E3FD15" w14:textId="77777777" w:rsidR="00233064" w:rsidRDefault="00233064" w:rsidP="00233064">
      <w:pPr>
        <w:pStyle w:val="SubmissionNormal"/>
        <w:numPr>
          <w:ilvl w:val="0"/>
          <w:numId w:val="0"/>
        </w:numPr>
        <w:ind w:left="720"/>
        <w:rPr>
          <w:b/>
        </w:rPr>
      </w:pPr>
      <w:r>
        <w:rPr>
          <w:b/>
        </w:rPr>
        <w:t>Concluding Observations, n/a</w:t>
      </w:r>
    </w:p>
    <w:p w14:paraId="5270FE45" w14:textId="1CB16757" w:rsidR="00233064" w:rsidRDefault="00233064" w:rsidP="00233064">
      <w:pPr>
        <w:pStyle w:val="SubmissionNormal"/>
        <w:numPr>
          <w:ilvl w:val="0"/>
          <w:numId w:val="0"/>
        </w:numPr>
        <w:ind w:left="720"/>
        <w:rPr>
          <w:b/>
        </w:rPr>
      </w:pPr>
      <w:r>
        <w:rPr>
          <w:b/>
        </w:rPr>
        <w:t>Relevant provisions of the CAT: Article 2</w:t>
      </w:r>
      <w:r w:rsidR="00092F4D">
        <w:rPr>
          <w:b/>
        </w:rPr>
        <w:t>, 11 and 16</w:t>
      </w:r>
    </w:p>
    <w:p w14:paraId="53D78FC8" w14:textId="5CB13DA1" w:rsidR="00233064" w:rsidRDefault="009B40B6" w:rsidP="00233064">
      <w:pPr>
        <w:pStyle w:val="SubmissionNormal"/>
        <w:ind w:left="720" w:hanging="720"/>
      </w:pPr>
      <w:r>
        <w:t xml:space="preserve">The Commission </w:t>
      </w:r>
      <w:r w:rsidR="00233064">
        <w:t xml:space="preserve">continues to express concern about </w:t>
      </w:r>
      <w:r w:rsidR="00A6441F">
        <w:t xml:space="preserve">the number of </w:t>
      </w:r>
      <w:r w:rsidR="00233064">
        <w:t xml:space="preserve">children </w:t>
      </w:r>
      <w:r w:rsidR="00A6441F">
        <w:t>being detained in youth justice centres</w:t>
      </w:r>
      <w:r w:rsidR="00092F4D">
        <w:t>,</w:t>
      </w:r>
      <w:r w:rsidR="00A6441F">
        <w:t xml:space="preserve"> those under 18 years being detained in adult facilities</w:t>
      </w:r>
      <w:r w:rsidR="00092F4D">
        <w:t>,</w:t>
      </w:r>
      <w:r w:rsidR="00233064">
        <w:t xml:space="preserve"> and the lack of action on raising the minimum age of criminal responsibility to an internationally accepted level.</w:t>
      </w:r>
      <w:r>
        <w:rPr>
          <w:rStyle w:val="EndnoteReference"/>
        </w:rPr>
        <w:endnoteReference w:id="41"/>
      </w:r>
    </w:p>
    <w:p w14:paraId="16963B75" w14:textId="75C228AD" w:rsidR="009B4A75" w:rsidRPr="00E118D3" w:rsidRDefault="009B4A75" w:rsidP="007872C6">
      <w:pPr>
        <w:pStyle w:val="SubmissionNormal"/>
        <w:ind w:left="720" w:hanging="720"/>
      </w:pPr>
      <w:r w:rsidRPr="00E118D3">
        <w:lastRenderedPageBreak/>
        <w:t xml:space="preserve">The Commission notes recent amendments to the </w:t>
      </w:r>
      <w:r w:rsidRPr="00E118D3">
        <w:rPr>
          <w:i/>
        </w:rPr>
        <w:t>Youth Justice Act 1992</w:t>
      </w:r>
      <w:r w:rsidRPr="00E118D3">
        <w:t xml:space="preserve"> (Qld)</w:t>
      </w:r>
      <w:r w:rsidR="008C46C3" w:rsidRPr="00E118D3">
        <w:t xml:space="preserve"> </w:t>
      </w:r>
      <w:r w:rsidR="00A940F5" w:rsidRPr="00E118D3">
        <w:rPr>
          <w:rFonts w:cs="Arial"/>
        </w:rPr>
        <w:t>that will stop the transfer to 17-year-olds with six months remaining of their sentence from a youth justice centre to an adult facility in Queensland</w:t>
      </w:r>
      <w:r w:rsidR="008C46C3" w:rsidRPr="00E118D3">
        <w:t>.</w:t>
      </w:r>
      <w:r w:rsidR="00563521" w:rsidRPr="00E118D3">
        <w:rPr>
          <w:rStyle w:val="EndnoteReference"/>
        </w:rPr>
        <w:endnoteReference w:id="42"/>
      </w:r>
      <w:r w:rsidR="008C46C3" w:rsidRPr="00E118D3">
        <w:t xml:space="preserve"> However, the Commission is concerned that young people aged 17 years continue to be treated </w:t>
      </w:r>
      <w:r w:rsidR="007872C6" w:rsidRPr="00E118D3">
        <w:t>as adults by the Queensland criminal justice system and may still serve a sentence of imprisonment in an adult facility.</w:t>
      </w:r>
      <w:r w:rsidR="00D31BF1" w:rsidRPr="00E118D3">
        <w:rPr>
          <w:rStyle w:val="EndnoteReference"/>
        </w:rPr>
        <w:endnoteReference w:id="43"/>
      </w:r>
      <w:r w:rsidR="007872C6" w:rsidRPr="00E118D3">
        <w:t xml:space="preserve"> </w:t>
      </w:r>
    </w:p>
    <w:p w14:paraId="4CEC923B" w14:textId="7F910B31" w:rsidR="007872C6" w:rsidRPr="00E118D3" w:rsidRDefault="007872C6" w:rsidP="007872C6">
      <w:pPr>
        <w:pStyle w:val="SubmissionNormal"/>
        <w:ind w:left="720" w:hanging="720"/>
      </w:pPr>
      <w:r w:rsidRPr="00E118D3">
        <w:t>The Commis</w:t>
      </w:r>
      <w:r w:rsidR="006F1C51" w:rsidRPr="00E118D3">
        <w:t xml:space="preserve">sion is also concerned about proposed amendments to the </w:t>
      </w:r>
      <w:r w:rsidR="006F1C51" w:rsidRPr="00E118D3">
        <w:rPr>
          <w:i/>
        </w:rPr>
        <w:t xml:space="preserve">Youth Justice Act </w:t>
      </w:r>
      <w:r w:rsidR="006F1C51" w:rsidRPr="00E118D3">
        <w:t>(NT) that will expand the circumstances</w:t>
      </w:r>
      <w:r w:rsidR="00063D4C" w:rsidRPr="00E118D3">
        <w:t xml:space="preserve"> in which restraints, including restraint chairs, can be used against young people in</w:t>
      </w:r>
      <w:r w:rsidR="002E580C" w:rsidRPr="00E118D3">
        <w:t xml:space="preserve"> youth justice centres in the Northern Territory.</w:t>
      </w:r>
      <w:r w:rsidR="00063D4C" w:rsidRPr="00E118D3">
        <w:rPr>
          <w:rStyle w:val="EndnoteReference"/>
        </w:rPr>
        <w:endnoteReference w:id="44"/>
      </w:r>
      <w:r w:rsidR="006F1C51" w:rsidRPr="00E118D3">
        <w:t xml:space="preserve"> </w:t>
      </w:r>
    </w:p>
    <w:p w14:paraId="497F0951" w14:textId="77777777" w:rsidR="007D13DF" w:rsidRPr="00E118D3" w:rsidRDefault="003C2D11" w:rsidP="007D13DF">
      <w:pPr>
        <w:pStyle w:val="SubmissionNormal"/>
        <w:ind w:left="720" w:hanging="720"/>
        <w:rPr>
          <w:lang w:val="en-US"/>
        </w:rPr>
      </w:pPr>
      <w:r w:rsidRPr="00E118D3">
        <w:t xml:space="preserve">The National Children’s Commissioner is currently </w:t>
      </w:r>
      <w:r w:rsidRPr="00E118D3">
        <w:rPr>
          <w:lang w:val="en-US"/>
        </w:rPr>
        <w:t xml:space="preserve">examining how the special needs and interests of children and young people under the age of 18 in youth justice centres can be considered and monitored under </w:t>
      </w:r>
      <w:r w:rsidR="007D13DF" w:rsidRPr="00E118D3">
        <w:rPr>
          <w:lang w:val="en-US"/>
        </w:rPr>
        <w:t xml:space="preserve">the </w:t>
      </w:r>
      <w:r w:rsidRPr="00E118D3">
        <w:rPr>
          <w:lang w:val="en-US"/>
        </w:rPr>
        <w:t>OPCAT. Young people under 18 years detained in adult detention facilities have also been included.</w:t>
      </w:r>
    </w:p>
    <w:p w14:paraId="60F079FF" w14:textId="77199AF2" w:rsidR="007D13DF" w:rsidRPr="00E118D3" w:rsidRDefault="003C2D11" w:rsidP="007D13DF">
      <w:pPr>
        <w:pStyle w:val="SubmissionNormal"/>
        <w:ind w:left="720" w:hanging="720"/>
        <w:rPr>
          <w:lang w:val="en-US"/>
        </w:rPr>
      </w:pPr>
      <w:r w:rsidRPr="00E118D3">
        <w:rPr>
          <w:lang w:val="en-US"/>
        </w:rPr>
        <w:t>The project involves a stock-take of current oversight, complaints and reporting arrangements across the jurisdictions, an analysis of their adequacy in meeting OPCAT requirements, and</w:t>
      </w:r>
      <w:r w:rsidR="007D13DF" w:rsidRPr="00E118D3">
        <w:rPr>
          <w:lang w:val="en-US"/>
        </w:rPr>
        <w:t xml:space="preserve"> the</w:t>
      </w:r>
      <w:r w:rsidRPr="00E118D3">
        <w:rPr>
          <w:lang w:val="en-US"/>
        </w:rPr>
        <w:t xml:space="preserve"> identification of opportunities for </w:t>
      </w:r>
      <w:r w:rsidR="00767FB5" w:rsidRPr="00E118D3">
        <w:rPr>
          <w:lang w:val="en-US"/>
        </w:rPr>
        <w:t xml:space="preserve">national </w:t>
      </w:r>
      <w:r w:rsidRPr="00E118D3">
        <w:rPr>
          <w:lang w:val="en-US"/>
        </w:rPr>
        <w:t>improvements.</w:t>
      </w:r>
    </w:p>
    <w:p w14:paraId="71E6314E" w14:textId="3464950E" w:rsidR="007D13DF" w:rsidRPr="00E118D3" w:rsidRDefault="00767FB5" w:rsidP="007D13DF">
      <w:pPr>
        <w:pStyle w:val="SubmissionNormal"/>
        <w:ind w:left="720" w:hanging="720"/>
        <w:rPr>
          <w:lang w:val="en-US"/>
        </w:rPr>
      </w:pPr>
      <w:r w:rsidRPr="00E118D3">
        <w:rPr>
          <w:lang w:val="en-US"/>
        </w:rPr>
        <w:t xml:space="preserve">The project also </w:t>
      </w:r>
      <w:r w:rsidR="004C475D" w:rsidRPr="00E118D3">
        <w:rPr>
          <w:lang w:val="en-US"/>
        </w:rPr>
        <w:t>include</w:t>
      </w:r>
      <w:r w:rsidRPr="00E118D3">
        <w:rPr>
          <w:lang w:val="en-US"/>
        </w:rPr>
        <w:t>s</w:t>
      </w:r>
      <w:r w:rsidR="004C475D" w:rsidRPr="00E118D3">
        <w:rPr>
          <w:lang w:val="en-US"/>
        </w:rPr>
        <w:t xml:space="preserve"> consideration of the </w:t>
      </w:r>
      <w:r w:rsidR="004C475D" w:rsidRPr="00E118D3">
        <w:t xml:space="preserve">minimum age of criminal responsibility and the need to </w:t>
      </w:r>
      <w:r w:rsidR="00F65D02" w:rsidRPr="00E118D3">
        <w:t xml:space="preserve">keep detained children </w:t>
      </w:r>
      <w:r w:rsidR="00B57257" w:rsidRPr="00E118D3">
        <w:t xml:space="preserve">in facilities </w:t>
      </w:r>
      <w:r w:rsidR="00F65D02" w:rsidRPr="00E118D3">
        <w:t>separate from adults.</w:t>
      </w:r>
    </w:p>
    <w:p w14:paraId="2964059D" w14:textId="77777777" w:rsidR="00767FB5" w:rsidRPr="00E118D3" w:rsidRDefault="003C2D11" w:rsidP="00767FB5">
      <w:pPr>
        <w:pStyle w:val="SubmissionNormal"/>
        <w:ind w:left="720" w:hanging="720"/>
        <w:rPr>
          <w:lang w:val="en-US"/>
        </w:rPr>
      </w:pPr>
      <w:r w:rsidRPr="00E118D3">
        <w:rPr>
          <w:rFonts w:cs="Arial"/>
        </w:rPr>
        <w:t>The National Children’s Commissioner wants to make sure that the unique experiences and needs of children are a critical focus</w:t>
      </w:r>
      <w:r w:rsidR="00767FB5" w:rsidRPr="00E118D3">
        <w:rPr>
          <w:rFonts w:cs="Arial"/>
        </w:rPr>
        <w:t>. This will contribute</w:t>
      </w:r>
      <w:r w:rsidRPr="00E118D3">
        <w:rPr>
          <w:rFonts w:cs="Arial"/>
        </w:rPr>
        <w:t xml:space="preserve"> to greater transparency and consistency in the treatment of children in closed environments across Australia.</w:t>
      </w:r>
    </w:p>
    <w:p w14:paraId="09DF795E" w14:textId="2ECD76CA" w:rsidR="00233064" w:rsidRPr="00E118D3" w:rsidRDefault="00A6441F" w:rsidP="00767FB5">
      <w:pPr>
        <w:pStyle w:val="SubmissionNormal"/>
        <w:ind w:left="720" w:hanging="720"/>
        <w:rPr>
          <w:lang w:val="en-US"/>
        </w:rPr>
      </w:pPr>
      <w:r w:rsidRPr="00E118D3">
        <w:rPr>
          <w:rFonts w:cs="Arial"/>
        </w:rPr>
        <w:t xml:space="preserve">The results of this project will be included in the 2016 </w:t>
      </w:r>
      <w:r w:rsidR="00F92F0C" w:rsidRPr="00E118D3">
        <w:rPr>
          <w:rFonts w:cs="Arial"/>
        </w:rPr>
        <w:t>s</w:t>
      </w:r>
      <w:r w:rsidRPr="00E118D3">
        <w:rPr>
          <w:rFonts w:cs="Arial"/>
        </w:rPr>
        <w:t xml:space="preserve">tatutory Children’s </w:t>
      </w:r>
      <w:r w:rsidR="00F92F0C" w:rsidRPr="00E118D3">
        <w:rPr>
          <w:rFonts w:cs="Arial"/>
        </w:rPr>
        <w:t xml:space="preserve">Rights </w:t>
      </w:r>
      <w:r w:rsidRPr="00E118D3">
        <w:rPr>
          <w:rFonts w:cs="Arial"/>
        </w:rPr>
        <w:t>Report.</w:t>
      </w:r>
      <w:r w:rsidR="004C475D" w:rsidRPr="00E118D3">
        <w:rPr>
          <w:rFonts w:cs="Arial"/>
        </w:rPr>
        <w:t xml:space="preserve"> The report will be publically available in December 2016.</w:t>
      </w:r>
      <w:r w:rsidR="00233064" w:rsidRPr="00E118D3">
        <w:t xml:space="preserve">  </w:t>
      </w:r>
    </w:p>
    <w:p w14:paraId="41EC5AE9" w14:textId="35B4B850" w:rsidR="0005421A" w:rsidRPr="00E118D3" w:rsidRDefault="004638B4" w:rsidP="00767FB5">
      <w:pPr>
        <w:pStyle w:val="SubmissionNormal"/>
        <w:ind w:left="720" w:hanging="720"/>
        <w:rPr>
          <w:b/>
          <w:lang w:val="en-US"/>
        </w:rPr>
      </w:pPr>
      <w:r w:rsidRPr="00E118D3">
        <w:rPr>
          <w:b/>
        </w:rPr>
        <w:t>Issue</w:t>
      </w:r>
      <w:r w:rsidR="0005421A" w:rsidRPr="00E118D3">
        <w:rPr>
          <w:b/>
        </w:rPr>
        <w:t>s</w:t>
      </w:r>
      <w:r w:rsidRPr="00E118D3">
        <w:rPr>
          <w:b/>
        </w:rPr>
        <w:t xml:space="preserve"> for consideration in </w:t>
      </w:r>
      <w:r w:rsidR="0005421A" w:rsidRPr="00E118D3">
        <w:rPr>
          <w:b/>
        </w:rPr>
        <w:t xml:space="preserve">the </w:t>
      </w:r>
      <w:r w:rsidRPr="00E118D3">
        <w:rPr>
          <w:b/>
        </w:rPr>
        <w:t xml:space="preserve">LOIPR: </w:t>
      </w:r>
    </w:p>
    <w:p w14:paraId="1B530218" w14:textId="23687596" w:rsidR="00450CE8" w:rsidRPr="00E118D3" w:rsidRDefault="004638B4" w:rsidP="0005421A">
      <w:pPr>
        <w:pStyle w:val="SubmissionNormal"/>
        <w:numPr>
          <w:ilvl w:val="0"/>
          <w:numId w:val="46"/>
        </w:numPr>
        <w:rPr>
          <w:b/>
          <w:lang w:val="en-US"/>
        </w:rPr>
      </w:pPr>
      <w:r w:rsidRPr="00E118D3">
        <w:rPr>
          <w:b/>
        </w:rPr>
        <w:t>Information on persons under 18 years being detained in adult facilities.</w:t>
      </w:r>
    </w:p>
    <w:p w14:paraId="694E4F86" w14:textId="1E0AA8C8" w:rsidR="002326F7" w:rsidRPr="00E118D3" w:rsidRDefault="002326F7" w:rsidP="0005421A">
      <w:pPr>
        <w:pStyle w:val="SubmissionNormal"/>
        <w:numPr>
          <w:ilvl w:val="0"/>
          <w:numId w:val="46"/>
        </w:numPr>
        <w:rPr>
          <w:b/>
          <w:lang w:val="en-US"/>
        </w:rPr>
      </w:pPr>
      <w:r w:rsidRPr="00E118D3">
        <w:rPr>
          <w:b/>
        </w:rPr>
        <w:t>Information on the use of restraints against young people in custody.</w:t>
      </w:r>
    </w:p>
    <w:p w14:paraId="5D3FD04E" w14:textId="327E0185" w:rsidR="00233064" w:rsidRDefault="00233064" w:rsidP="00233064">
      <w:pPr>
        <w:pStyle w:val="Heading2"/>
        <w:numPr>
          <w:ilvl w:val="1"/>
          <w:numId w:val="37"/>
        </w:numPr>
      </w:pPr>
      <w:bookmarkStart w:id="32" w:name="_Toc454789008"/>
      <w:r>
        <w:t>Deprivation of liberty - People with disability</w:t>
      </w:r>
      <w:bookmarkEnd w:id="32"/>
    </w:p>
    <w:p w14:paraId="6054B2E5" w14:textId="230FF4CB" w:rsidR="00F92F0C" w:rsidRDefault="00F92F0C" w:rsidP="00F92F0C">
      <w:pPr>
        <w:pStyle w:val="SubmissionNormal"/>
        <w:numPr>
          <w:ilvl w:val="0"/>
          <w:numId w:val="0"/>
        </w:numPr>
        <w:ind w:left="720"/>
        <w:rPr>
          <w:b/>
        </w:rPr>
      </w:pPr>
      <w:r>
        <w:rPr>
          <w:b/>
        </w:rPr>
        <w:t>Concluding Observations, para 11</w:t>
      </w:r>
    </w:p>
    <w:p w14:paraId="2C5FEB36" w14:textId="77777777" w:rsidR="00F92F0C" w:rsidRDefault="00F92F0C" w:rsidP="00F92F0C">
      <w:pPr>
        <w:pStyle w:val="SubmissionNormal"/>
        <w:numPr>
          <w:ilvl w:val="0"/>
          <w:numId w:val="0"/>
        </w:numPr>
        <w:ind w:left="720"/>
        <w:rPr>
          <w:b/>
        </w:rPr>
      </w:pPr>
      <w:r>
        <w:rPr>
          <w:b/>
        </w:rPr>
        <w:t>Relevant provisions of the CAT: Article 2, 11 and 16</w:t>
      </w:r>
    </w:p>
    <w:p w14:paraId="74273346" w14:textId="77777777" w:rsidR="00B44B34" w:rsidRPr="00B44B34" w:rsidRDefault="001A693B" w:rsidP="004C475D">
      <w:pPr>
        <w:pStyle w:val="SubmissionNormal"/>
        <w:ind w:left="720" w:hanging="720"/>
      </w:pPr>
      <w:r>
        <w:t xml:space="preserve">The </w:t>
      </w:r>
      <w:r w:rsidR="00550962" w:rsidRPr="00C44D21">
        <w:t xml:space="preserve">Commission notes </w:t>
      </w:r>
      <w:r w:rsidR="00550962" w:rsidRPr="00C44D21">
        <w:rPr>
          <w:rFonts w:eastAsia="MS Mincho"/>
        </w:rPr>
        <w:t xml:space="preserve">the Senate Community Affairs References Committee inquiry into </w:t>
      </w:r>
      <w:r w:rsidR="00550962" w:rsidRPr="00F92F0C">
        <w:rPr>
          <w:rFonts w:eastAsia="MS Mincho"/>
          <w:i/>
        </w:rPr>
        <w:t>Violence, abuse and neglect against people with disability in institutional and residential settings</w:t>
      </w:r>
      <w:r w:rsidR="00550962" w:rsidRPr="00C44D21">
        <w:rPr>
          <w:rFonts w:eastAsia="MS Mincho"/>
        </w:rPr>
        <w:t>.</w:t>
      </w:r>
      <w:r w:rsidR="00B44B34" w:rsidRPr="00B44B34">
        <w:rPr>
          <w:rFonts w:eastAsia="MS Mincho"/>
          <w:sz w:val="20"/>
          <w:vertAlign w:val="superscript"/>
        </w:rPr>
        <w:endnoteReference w:id="45"/>
      </w:r>
      <w:r w:rsidR="00550962" w:rsidRPr="00C44D21">
        <w:rPr>
          <w:rFonts w:eastAsia="MS Mincho"/>
        </w:rPr>
        <w:t xml:space="preserve"> The Commission draws the CAT </w:t>
      </w:r>
      <w:r w:rsidR="00550962" w:rsidRPr="00C44D21">
        <w:rPr>
          <w:rFonts w:eastAsia="MS Mincho"/>
        </w:rPr>
        <w:lastRenderedPageBreak/>
        <w:t xml:space="preserve">Committee’s attention to the Report of the Senate inquiry, in particular the recommendation to the Australian Government to work with state and territory governments on the implementation of initiatives to improve access to justice for people with disability contained in reports from the Australian Law Reform Commission, the Productivity Commission and the Commission’s report </w:t>
      </w:r>
      <w:r w:rsidR="00B44B34" w:rsidRPr="00C44D21">
        <w:rPr>
          <w:rFonts w:cs="Arial"/>
          <w:i/>
          <w:iCs/>
        </w:rPr>
        <w:t>Equal Before the Law</w:t>
      </w:r>
      <w:r w:rsidR="00B44B34" w:rsidRPr="00C44D21">
        <w:rPr>
          <w:rFonts w:cs="Arial"/>
          <w:iCs/>
        </w:rPr>
        <w:t>.</w:t>
      </w:r>
      <w:r w:rsidR="00550962" w:rsidRPr="00C44D21">
        <w:rPr>
          <w:bCs/>
          <w:vertAlign w:val="superscript"/>
        </w:rPr>
        <w:endnoteReference w:id="46"/>
      </w:r>
    </w:p>
    <w:p w14:paraId="1EE6F6B3" w14:textId="24D6B67F" w:rsidR="00E82B5A" w:rsidRPr="001C23CA" w:rsidRDefault="00910A26" w:rsidP="004C475D">
      <w:pPr>
        <w:pStyle w:val="SubmissionNormal"/>
        <w:ind w:left="720" w:hanging="720"/>
      </w:pPr>
      <w:r>
        <w:t xml:space="preserve">The </w:t>
      </w:r>
      <w:r w:rsidRPr="00B44B34">
        <w:rPr>
          <w:rFonts w:cs="Arial"/>
          <w:iCs/>
        </w:rPr>
        <w:t xml:space="preserve">Commission’s report, </w:t>
      </w:r>
      <w:r w:rsidRPr="00B44B34">
        <w:rPr>
          <w:rFonts w:cs="Arial"/>
          <w:i/>
          <w:iCs/>
        </w:rPr>
        <w:t>Equal Before the Law,</w:t>
      </w:r>
      <w:r>
        <w:rPr>
          <w:bCs/>
          <w:vertAlign w:val="superscript"/>
        </w:rPr>
        <w:endnoteReference w:id="47"/>
      </w:r>
      <w:r w:rsidRPr="00B44B34">
        <w:rPr>
          <w:bCs/>
          <w:vertAlign w:val="superscript"/>
        </w:rPr>
        <w:t xml:space="preserve"> </w:t>
      </w:r>
      <w:r w:rsidRPr="00B44B34">
        <w:rPr>
          <w:rFonts w:cs="Arial"/>
          <w:iCs/>
        </w:rPr>
        <w:t>concluded that people with disabilities have higher rates of interaction with the criminal justice system than other Australians. The report cited 2012 statistics, which indicate that 38% of prison entrants reported they have ever been told by a doctor, psychiatrist, psychologist or nurse that they have a mental health disorder and 46% of prison discharges reported that they have ever been told they have a health condition – mental health, including drug and alcohol abuse. The report found that necessary supports and adjustments for people with disabilities were frequently not provided in the criminal justice system.</w:t>
      </w:r>
    </w:p>
    <w:p w14:paraId="7FC17C17" w14:textId="77777777" w:rsidR="0005421A" w:rsidRPr="0005421A" w:rsidRDefault="004638B4" w:rsidP="004C475D">
      <w:pPr>
        <w:pStyle w:val="SubmissionNormal"/>
        <w:ind w:left="720" w:hanging="720"/>
      </w:pPr>
      <w:r w:rsidRPr="004638B4">
        <w:rPr>
          <w:b/>
        </w:rPr>
        <w:t>Issue</w:t>
      </w:r>
      <w:r w:rsidR="0005421A">
        <w:rPr>
          <w:b/>
        </w:rPr>
        <w:t>s</w:t>
      </w:r>
      <w:r w:rsidRPr="004638B4">
        <w:rPr>
          <w:b/>
        </w:rPr>
        <w:t xml:space="preserve"> for consideration in </w:t>
      </w:r>
      <w:r w:rsidR="0005421A">
        <w:rPr>
          <w:b/>
        </w:rPr>
        <w:t xml:space="preserve">the </w:t>
      </w:r>
      <w:r w:rsidRPr="004638B4">
        <w:rPr>
          <w:b/>
        </w:rPr>
        <w:t>LOIPR</w:t>
      </w:r>
      <w:r>
        <w:rPr>
          <w:b/>
        </w:rPr>
        <w:t xml:space="preserve">: </w:t>
      </w:r>
    </w:p>
    <w:p w14:paraId="5C23E06E" w14:textId="3CC27245" w:rsidR="001C23CA" w:rsidRPr="00710B76" w:rsidRDefault="00AE6805" w:rsidP="0005421A">
      <w:pPr>
        <w:pStyle w:val="SubmissionNormal"/>
        <w:numPr>
          <w:ilvl w:val="0"/>
          <w:numId w:val="47"/>
        </w:numPr>
      </w:pPr>
      <w:r>
        <w:rPr>
          <w:b/>
        </w:rPr>
        <w:t>Information on the Australian Govern</w:t>
      </w:r>
      <w:r w:rsidRPr="00AE6805">
        <w:rPr>
          <w:b/>
        </w:rPr>
        <w:t xml:space="preserve">ment response to the Senate Inquiry report into </w:t>
      </w:r>
      <w:r w:rsidRPr="00AE6805">
        <w:rPr>
          <w:rFonts w:eastAsia="MS Mincho"/>
          <w:b/>
          <w:i/>
        </w:rPr>
        <w:t>Violence, abuse and neglect against people with disability in institutional and residential settings</w:t>
      </w:r>
      <w:r>
        <w:rPr>
          <w:rFonts w:eastAsia="MS Mincho"/>
          <w:b/>
          <w:i/>
        </w:rPr>
        <w:t>.</w:t>
      </w:r>
    </w:p>
    <w:p w14:paraId="50A1F702" w14:textId="6BAC1E1A" w:rsidR="00710B76" w:rsidRPr="004638B4" w:rsidRDefault="00710B76" w:rsidP="0005421A">
      <w:pPr>
        <w:pStyle w:val="SubmissionNormal"/>
        <w:numPr>
          <w:ilvl w:val="0"/>
          <w:numId w:val="47"/>
        </w:numPr>
      </w:pPr>
      <w:r>
        <w:rPr>
          <w:b/>
        </w:rPr>
        <w:t>Information on the mental health care services provided within the criminal justice system.</w:t>
      </w:r>
    </w:p>
    <w:p w14:paraId="1D92E4A8" w14:textId="1B33C785" w:rsidR="00B17677" w:rsidRDefault="00CA6525" w:rsidP="00B17677">
      <w:pPr>
        <w:pStyle w:val="Heading2"/>
        <w:numPr>
          <w:ilvl w:val="1"/>
          <w:numId w:val="37"/>
        </w:numPr>
      </w:pPr>
      <w:bookmarkStart w:id="33" w:name="_Toc454789009"/>
      <w:r>
        <w:t xml:space="preserve">Deprivation of liberty </w:t>
      </w:r>
      <w:r w:rsidR="00092F4D">
        <w:t>–</w:t>
      </w:r>
      <w:r>
        <w:t xml:space="preserve"> overcrowding</w:t>
      </w:r>
      <w:bookmarkEnd w:id="33"/>
    </w:p>
    <w:p w14:paraId="5B4774F4" w14:textId="08B57A84" w:rsidR="00092F4D" w:rsidRPr="00092F4D" w:rsidRDefault="00092F4D" w:rsidP="00092F4D">
      <w:pPr>
        <w:ind w:left="720"/>
        <w:rPr>
          <w:b/>
        </w:rPr>
      </w:pPr>
      <w:r w:rsidRPr="00092F4D">
        <w:rPr>
          <w:b/>
        </w:rPr>
        <w:t xml:space="preserve">Concluding Observations, </w:t>
      </w:r>
      <w:r w:rsidR="00F92F0C">
        <w:rPr>
          <w:b/>
        </w:rPr>
        <w:t xml:space="preserve">para </w:t>
      </w:r>
      <w:r w:rsidRPr="00092F4D">
        <w:rPr>
          <w:b/>
        </w:rPr>
        <w:t>11</w:t>
      </w:r>
    </w:p>
    <w:p w14:paraId="5F5EA242" w14:textId="77777777" w:rsidR="00092F4D" w:rsidRPr="00092F4D" w:rsidRDefault="00092F4D" w:rsidP="00092F4D">
      <w:pPr>
        <w:ind w:left="720"/>
        <w:rPr>
          <w:b/>
        </w:rPr>
      </w:pPr>
      <w:r w:rsidRPr="00092F4D">
        <w:rPr>
          <w:b/>
        </w:rPr>
        <w:t>Relevant provisions of the CAT: Articles 2, 11 and 16</w:t>
      </w:r>
    </w:p>
    <w:p w14:paraId="275ABA47" w14:textId="058461FA" w:rsidR="00585185" w:rsidRDefault="003F0AA6" w:rsidP="00B17677">
      <w:pPr>
        <w:pStyle w:val="SubmissionNormal"/>
        <w:ind w:left="720" w:hanging="720"/>
        <w:rPr>
          <w:szCs w:val="28"/>
        </w:rPr>
      </w:pPr>
      <w:r>
        <w:t xml:space="preserve">The Commission </w:t>
      </w:r>
      <w:r w:rsidR="00CA6525" w:rsidRPr="00680147">
        <w:t xml:space="preserve">raised the issue of overcrowding in prisons in </w:t>
      </w:r>
      <w:r w:rsidR="00F92F0C">
        <w:t xml:space="preserve">the 2014 </w:t>
      </w:r>
      <w:r w:rsidR="00CA6525" w:rsidRPr="00680147">
        <w:t xml:space="preserve">CAT </w:t>
      </w:r>
      <w:r w:rsidR="00F92F0C">
        <w:t>Submission</w:t>
      </w:r>
      <w:r w:rsidR="00CA6525">
        <w:rPr>
          <w:rStyle w:val="EndnoteReference"/>
        </w:rPr>
        <w:endnoteReference w:id="48"/>
      </w:r>
      <w:r w:rsidR="00CA6525" w:rsidRPr="00680147">
        <w:t xml:space="preserve"> and </w:t>
      </w:r>
      <w:r w:rsidR="00F92F0C">
        <w:t>the</w:t>
      </w:r>
      <w:r w:rsidR="00CA6525" w:rsidRPr="00680147">
        <w:t xml:space="preserve"> UPR submission.</w:t>
      </w:r>
      <w:r w:rsidR="00CA6525">
        <w:rPr>
          <w:rStyle w:val="EndnoteReference"/>
        </w:rPr>
        <w:endnoteReference w:id="49"/>
      </w:r>
      <w:r w:rsidR="00CA6525" w:rsidRPr="00680147">
        <w:t xml:space="preserve"> The Commission is concerned that there has been little improvement </w:t>
      </w:r>
      <w:r w:rsidR="00CA6525">
        <w:t>on this issue.</w:t>
      </w:r>
      <w:r w:rsidR="001920E3">
        <w:rPr>
          <w:szCs w:val="28"/>
        </w:rPr>
        <w:t xml:space="preserve"> </w:t>
      </w:r>
      <w:r w:rsidR="00585185">
        <w:rPr>
          <w:szCs w:val="28"/>
        </w:rPr>
        <w:t xml:space="preserve"> </w:t>
      </w:r>
      <w:r>
        <w:rPr>
          <w:szCs w:val="28"/>
        </w:rPr>
        <w:t xml:space="preserve"> </w:t>
      </w:r>
      <w:r w:rsidR="00CA6525">
        <w:rPr>
          <w:szCs w:val="28"/>
        </w:rPr>
        <w:t xml:space="preserve"> </w:t>
      </w:r>
    </w:p>
    <w:p w14:paraId="42AF6F63" w14:textId="74BEA7D4" w:rsidR="001C23CA" w:rsidRPr="00710B76" w:rsidRDefault="00710B76" w:rsidP="00B17677">
      <w:pPr>
        <w:pStyle w:val="SubmissionNormal"/>
        <w:ind w:left="720" w:hanging="720"/>
        <w:rPr>
          <w:b/>
          <w:szCs w:val="28"/>
        </w:rPr>
      </w:pPr>
      <w:r w:rsidRPr="004638B4">
        <w:rPr>
          <w:b/>
        </w:rPr>
        <w:t xml:space="preserve">Issue for consideration in </w:t>
      </w:r>
      <w:r w:rsidR="0005421A">
        <w:rPr>
          <w:b/>
        </w:rPr>
        <w:t xml:space="preserve">the </w:t>
      </w:r>
      <w:r w:rsidRPr="004638B4">
        <w:rPr>
          <w:b/>
        </w:rPr>
        <w:t>LOIPR</w:t>
      </w:r>
      <w:r>
        <w:rPr>
          <w:szCs w:val="28"/>
        </w:rPr>
        <w:t xml:space="preserve">: </w:t>
      </w:r>
      <w:r w:rsidRPr="00710B76">
        <w:rPr>
          <w:b/>
          <w:szCs w:val="28"/>
        </w:rPr>
        <w:t>Information on the current conditions and capacity of prisons within Australia.</w:t>
      </w:r>
    </w:p>
    <w:p w14:paraId="5EA906F0" w14:textId="4BC206B1" w:rsidR="00CA6525" w:rsidRPr="001C1599" w:rsidRDefault="00CA6525" w:rsidP="00CA6525">
      <w:pPr>
        <w:pStyle w:val="Heading2"/>
        <w:numPr>
          <w:ilvl w:val="1"/>
          <w:numId w:val="37"/>
        </w:numPr>
      </w:pPr>
      <w:bookmarkStart w:id="34" w:name="_Toc454789010"/>
      <w:r>
        <w:t>Use</w:t>
      </w:r>
      <w:r w:rsidR="00EE55F1">
        <w:t xml:space="preserve"> of conducted energy weapons - T</w:t>
      </w:r>
      <w:r>
        <w:t>asers</w:t>
      </w:r>
      <w:bookmarkEnd w:id="34"/>
    </w:p>
    <w:p w14:paraId="157C1A87" w14:textId="6A1DC4B0" w:rsidR="00233064" w:rsidRDefault="00233064" w:rsidP="00233064">
      <w:pPr>
        <w:ind w:left="720"/>
        <w:rPr>
          <w:b/>
        </w:rPr>
      </w:pPr>
      <w:r w:rsidRPr="003578E4">
        <w:rPr>
          <w:b/>
        </w:rPr>
        <w:t>Concluding Obs</w:t>
      </w:r>
      <w:r w:rsidR="00F92F0C">
        <w:rPr>
          <w:b/>
        </w:rPr>
        <w:t>ervations, para 13</w:t>
      </w:r>
    </w:p>
    <w:p w14:paraId="551271C0" w14:textId="77777777" w:rsidR="00233064" w:rsidRPr="00233064" w:rsidRDefault="00233064" w:rsidP="00233064">
      <w:pPr>
        <w:pStyle w:val="SubmissionNormal"/>
        <w:numPr>
          <w:ilvl w:val="0"/>
          <w:numId w:val="0"/>
        </w:numPr>
        <w:ind w:left="720"/>
        <w:rPr>
          <w:szCs w:val="28"/>
        </w:rPr>
      </w:pPr>
      <w:r w:rsidRPr="003578E4">
        <w:rPr>
          <w:b/>
        </w:rPr>
        <w:t>Relevant provisi</w:t>
      </w:r>
      <w:r>
        <w:rPr>
          <w:b/>
        </w:rPr>
        <w:t>on of the CAT: Articles 2</w:t>
      </w:r>
      <w:r w:rsidRPr="00585185">
        <w:rPr>
          <w:b/>
        </w:rPr>
        <w:t>, 12, 13, 14 and 16</w:t>
      </w:r>
    </w:p>
    <w:p w14:paraId="6A2E34F9" w14:textId="77777777" w:rsidR="00BF735D" w:rsidRPr="00BF735D" w:rsidRDefault="00CA6525" w:rsidP="00B17677">
      <w:pPr>
        <w:pStyle w:val="SubmissionNormal"/>
        <w:ind w:left="720" w:hanging="720"/>
        <w:rPr>
          <w:szCs w:val="28"/>
        </w:rPr>
      </w:pPr>
      <w:r w:rsidRPr="00680147">
        <w:t xml:space="preserve">The Commission </w:t>
      </w:r>
      <w:r w:rsidR="00BF735D">
        <w:t xml:space="preserve">raises the issue of </w:t>
      </w:r>
      <w:r w:rsidR="00BF735D">
        <w:rPr>
          <w:szCs w:val="28"/>
        </w:rPr>
        <w:t>inappropriate use of Tasers generally and the disproportionate use of Tasers</w:t>
      </w:r>
      <w:r w:rsidR="00BF735D" w:rsidRPr="00585185">
        <w:rPr>
          <w:szCs w:val="28"/>
        </w:rPr>
        <w:t xml:space="preserve"> against Aboriginal and Torres Strait Islander peoples</w:t>
      </w:r>
      <w:r w:rsidR="00BF735D">
        <w:t xml:space="preserve"> in the </w:t>
      </w:r>
      <w:r w:rsidR="009B4FC4">
        <w:t xml:space="preserve">2014 </w:t>
      </w:r>
      <w:r>
        <w:t xml:space="preserve">CAT </w:t>
      </w:r>
      <w:r w:rsidR="009B4FC4">
        <w:t>Submission</w:t>
      </w:r>
      <w:r w:rsidR="00BF735D">
        <w:t>.</w:t>
      </w:r>
      <w:r w:rsidR="00BF735D" w:rsidRPr="00BF735D">
        <w:rPr>
          <w:rStyle w:val="EndnoteReference"/>
          <w:szCs w:val="28"/>
        </w:rPr>
        <w:t xml:space="preserve"> </w:t>
      </w:r>
      <w:r w:rsidR="00BF735D">
        <w:rPr>
          <w:rStyle w:val="EndnoteReference"/>
          <w:szCs w:val="28"/>
        </w:rPr>
        <w:endnoteReference w:id="50"/>
      </w:r>
      <w:r w:rsidR="00BF735D">
        <w:t xml:space="preserve"> </w:t>
      </w:r>
    </w:p>
    <w:p w14:paraId="3FA2C23E" w14:textId="4B9A2D0A" w:rsidR="00CA6525" w:rsidRPr="00BF735D" w:rsidRDefault="00710B76" w:rsidP="00B17677">
      <w:pPr>
        <w:pStyle w:val="SubmissionNormal"/>
        <w:ind w:left="720" w:hanging="720"/>
        <w:rPr>
          <w:b/>
          <w:szCs w:val="28"/>
        </w:rPr>
      </w:pPr>
      <w:r w:rsidRPr="004638B4">
        <w:rPr>
          <w:b/>
        </w:rPr>
        <w:t xml:space="preserve">Issue for consideration in </w:t>
      </w:r>
      <w:r w:rsidR="0005421A">
        <w:rPr>
          <w:b/>
        </w:rPr>
        <w:t xml:space="preserve">the </w:t>
      </w:r>
      <w:r w:rsidRPr="004638B4">
        <w:rPr>
          <w:b/>
        </w:rPr>
        <w:t>LOIPR</w:t>
      </w:r>
      <w:r>
        <w:rPr>
          <w:b/>
        </w:rPr>
        <w:t xml:space="preserve">: </w:t>
      </w:r>
      <w:r w:rsidR="00A47343">
        <w:rPr>
          <w:b/>
        </w:rPr>
        <w:t>Information on whether uniform national rules governing the use of Tasers has been adopted and whether the use is prohibited on children and pregnant women</w:t>
      </w:r>
      <w:r w:rsidR="00BF735D" w:rsidRPr="00BF735D">
        <w:rPr>
          <w:b/>
          <w:szCs w:val="28"/>
        </w:rPr>
        <w:t>.</w:t>
      </w:r>
    </w:p>
    <w:p w14:paraId="6202A926" w14:textId="77777777" w:rsidR="00B34946" w:rsidRDefault="00F818B8" w:rsidP="00364A1D">
      <w:pPr>
        <w:pStyle w:val="Heading1"/>
        <w:numPr>
          <w:ilvl w:val="0"/>
          <w:numId w:val="37"/>
        </w:numPr>
      </w:pPr>
      <w:bookmarkStart w:id="35" w:name="_Toc454789011"/>
      <w:r>
        <w:lastRenderedPageBreak/>
        <w:t>Counter-terrorism legislation</w:t>
      </w:r>
      <w:bookmarkEnd w:id="35"/>
    </w:p>
    <w:p w14:paraId="1B2014D6" w14:textId="77777777" w:rsidR="00DD0A34" w:rsidRDefault="00670A91" w:rsidP="003578E4">
      <w:pPr>
        <w:ind w:left="720"/>
        <w:rPr>
          <w:b/>
        </w:rPr>
      </w:pPr>
      <w:r w:rsidRPr="003578E4">
        <w:rPr>
          <w:b/>
        </w:rPr>
        <w:t>Concluding Observations, para 14</w:t>
      </w:r>
    </w:p>
    <w:p w14:paraId="38CC1D26" w14:textId="77777777" w:rsidR="00F818B8" w:rsidRPr="003578E4" w:rsidRDefault="00670A91" w:rsidP="003578E4">
      <w:pPr>
        <w:ind w:left="720"/>
        <w:rPr>
          <w:b/>
        </w:rPr>
      </w:pPr>
      <w:r w:rsidRPr="003578E4">
        <w:rPr>
          <w:b/>
        </w:rPr>
        <w:t>Relevant provision of the CAT: Article 2</w:t>
      </w:r>
    </w:p>
    <w:p w14:paraId="0987189E" w14:textId="7943AB84" w:rsidR="00F828DF" w:rsidRDefault="001B1369" w:rsidP="00066C81">
      <w:pPr>
        <w:pStyle w:val="SubmissionNormal"/>
        <w:ind w:hanging="720"/>
      </w:pPr>
      <w:r>
        <w:t>The 2015 CAT submission</w:t>
      </w:r>
      <w:r w:rsidR="003C65E3">
        <w:rPr>
          <w:rStyle w:val="EndnoteReference"/>
        </w:rPr>
        <w:endnoteReference w:id="51"/>
      </w:r>
      <w:r w:rsidR="003C65E3">
        <w:t xml:space="preserve"> and the </w:t>
      </w:r>
      <w:r>
        <w:t xml:space="preserve">UPR </w:t>
      </w:r>
      <w:r w:rsidR="003C65E3">
        <w:t>submission,</w:t>
      </w:r>
      <w:r w:rsidR="00F828DF">
        <w:rPr>
          <w:rStyle w:val="EndnoteReference"/>
        </w:rPr>
        <w:endnoteReference w:id="52"/>
      </w:r>
      <w:r w:rsidR="003C65E3">
        <w:t xml:space="preserve"> identified that Australia’s counter-terrorism laws restrict human rights</w:t>
      </w:r>
      <w:r w:rsidR="00F828DF">
        <w:t xml:space="preserve"> and that recent legislation has not been shown to be legitimate and proportionate responses to potential harms</w:t>
      </w:r>
      <w:r w:rsidR="003C65E3">
        <w:t xml:space="preserve">. </w:t>
      </w:r>
    </w:p>
    <w:p w14:paraId="1EC828C3" w14:textId="77777777" w:rsidR="00F818B8" w:rsidRDefault="00F91B5A" w:rsidP="00066C81">
      <w:pPr>
        <w:pStyle w:val="SubmissionNormal"/>
        <w:ind w:hanging="720"/>
      </w:pPr>
      <w:r>
        <w:t xml:space="preserve">Since </w:t>
      </w:r>
      <w:r w:rsidR="00C6517B">
        <w:t xml:space="preserve">November </w:t>
      </w:r>
      <w:r>
        <w:t>2014, new national security laws have been introduced to Parliament:</w:t>
      </w:r>
    </w:p>
    <w:p w14:paraId="7FD07FA0" w14:textId="77777777" w:rsidR="00C6517B" w:rsidRPr="00C6517B" w:rsidRDefault="00C6517B" w:rsidP="00F91B5A">
      <w:pPr>
        <w:pStyle w:val="SubmissionNormal"/>
        <w:numPr>
          <w:ilvl w:val="1"/>
          <w:numId w:val="36"/>
        </w:numPr>
      </w:pPr>
      <w:r w:rsidRPr="00C6517B">
        <w:rPr>
          <w:i/>
        </w:rPr>
        <w:t>Counter-Terrorism Legislation Amendment Act (No.1) 2014</w:t>
      </w:r>
      <w:r>
        <w:rPr>
          <w:i/>
        </w:rPr>
        <w:t xml:space="preserve"> </w:t>
      </w:r>
      <w:r>
        <w:t>(Cth) – passed 2 December 2014</w:t>
      </w:r>
    </w:p>
    <w:p w14:paraId="7CBD2591" w14:textId="77777777" w:rsidR="00F91B5A" w:rsidRDefault="00F91B5A" w:rsidP="00F91B5A">
      <w:pPr>
        <w:pStyle w:val="SubmissionNormal"/>
        <w:numPr>
          <w:ilvl w:val="1"/>
          <w:numId w:val="36"/>
        </w:numPr>
      </w:pPr>
      <w:r>
        <w:rPr>
          <w:i/>
        </w:rPr>
        <w:t xml:space="preserve">Australian Citizenship and Other Legislation Amendment Act 2014 </w:t>
      </w:r>
      <w:r>
        <w:t>(Cth)</w:t>
      </w:r>
      <w:r w:rsidR="00C6517B">
        <w:t xml:space="preserve"> – passed 3 December 2014</w:t>
      </w:r>
    </w:p>
    <w:p w14:paraId="7F572308" w14:textId="77777777" w:rsidR="00C6517B" w:rsidRDefault="00C6517B" w:rsidP="00C6517B">
      <w:pPr>
        <w:pStyle w:val="SubmissionNormal"/>
        <w:numPr>
          <w:ilvl w:val="1"/>
          <w:numId w:val="36"/>
        </w:numPr>
      </w:pPr>
      <w:r w:rsidRPr="00C6517B">
        <w:rPr>
          <w:i/>
        </w:rPr>
        <w:t>Telecommunications (Interception and Access)</w:t>
      </w:r>
      <w:r>
        <w:rPr>
          <w:i/>
        </w:rPr>
        <w:t xml:space="preserve"> Amendment (Data Retention) Act</w:t>
      </w:r>
      <w:r w:rsidRPr="00C6517B">
        <w:t xml:space="preserve"> </w:t>
      </w:r>
      <w:r w:rsidRPr="00C6517B">
        <w:rPr>
          <w:i/>
        </w:rPr>
        <w:t>2014</w:t>
      </w:r>
      <w:r>
        <w:t xml:space="preserve"> (Cth) – passed 26 March 2015</w:t>
      </w:r>
      <w:r w:rsidR="00EE7A70">
        <w:t>.</w:t>
      </w:r>
    </w:p>
    <w:p w14:paraId="4CE7F7BF" w14:textId="77777777" w:rsidR="00B40818" w:rsidRDefault="00EE7A70" w:rsidP="004E2F1E">
      <w:pPr>
        <w:pStyle w:val="SubmissionNormal"/>
        <w:ind w:left="806" w:hanging="720"/>
      </w:pPr>
      <w:r>
        <w:t>The Commission provided submissions to each of these bills when referred to the Parliamentary Joint Committee on Intelligence and Security for inquiry and report.</w:t>
      </w:r>
      <w:r w:rsidR="00764096">
        <w:rPr>
          <w:rStyle w:val="EndnoteReference"/>
        </w:rPr>
        <w:endnoteReference w:id="53"/>
      </w:r>
      <w:r>
        <w:t xml:space="preserve"> </w:t>
      </w:r>
      <w:r w:rsidR="00B40818">
        <w:t>In particular, the Commission is</w:t>
      </w:r>
      <w:r>
        <w:t xml:space="preserve"> concerned that the following </w:t>
      </w:r>
      <w:r w:rsidR="009F3459">
        <w:t xml:space="preserve">bill </w:t>
      </w:r>
      <w:r>
        <w:t xml:space="preserve">amendments were incorporated </w:t>
      </w:r>
      <w:r w:rsidR="00934C65">
        <w:t xml:space="preserve">into </w:t>
      </w:r>
      <w:r w:rsidR="00513BC0">
        <w:t xml:space="preserve">the </w:t>
      </w:r>
      <w:r w:rsidR="00B40818">
        <w:t>Acts unchanged:</w:t>
      </w:r>
    </w:p>
    <w:p w14:paraId="7A182E61" w14:textId="77777777" w:rsidR="00B40818" w:rsidRDefault="00B40818" w:rsidP="00771938">
      <w:pPr>
        <w:pStyle w:val="SubmissionNormal"/>
        <w:numPr>
          <w:ilvl w:val="1"/>
          <w:numId w:val="36"/>
        </w:numPr>
      </w:pPr>
      <w:r w:rsidRPr="00C6517B">
        <w:rPr>
          <w:i/>
        </w:rPr>
        <w:t>Counter-Terrorism Legislation Amendment Act (No.1) 2014</w:t>
      </w:r>
      <w:r>
        <w:rPr>
          <w:i/>
        </w:rPr>
        <w:t xml:space="preserve"> </w:t>
      </w:r>
      <w:r>
        <w:t>(Cth)</w:t>
      </w:r>
      <w:r w:rsidR="009F3459">
        <w:t xml:space="preserve">: </w:t>
      </w:r>
      <w:r w:rsidR="00771938" w:rsidRPr="00771938">
        <w:t>increase</w:t>
      </w:r>
      <w:r w:rsidR="00771938">
        <w:t>s</w:t>
      </w:r>
      <w:r w:rsidR="00771938" w:rsidRPr="00771938">
        <w:t xml:space="preserve"> the availability of control orders in light of the </w:t>
      </w:r>
      <w:r w:rsidR="00771938">
        <w:t xml:space="preserve">previous Independent National Security Legislation </w:t>
      </w:r>
      <w:r w:rsidR="00771938" w:rsidRPr="00771938">
        <w:t xml:space="preserve">Monitor’s </w:t>
      </w:r>
      <w:r w:rsidR="00771938">
        <w:t xml:space="preserve">(INSLM) </w:t>
      </w:r>
      <w:r w:rsidR="00771938" w:rsidRPr="00771938">
        <w:t>criticisms of the current</w:t>
      </w:r>
      <w:r w:rsidR="00771938">
        <w:t xml:space="preserve"> control order</w:t>
      </w:r>
      <w:r w:rsidR="00771938" w:rsidRPr="00771938">
        <w:t xml:space="preserve"> regime and without introducing any of the additional safeguards recommended by the C</w:t>
      </w:r>
      <w:r w:rsidR="00771938">
        <w:t>ouncil of Australian Government’s (C</w:t>
      </w:r>
      <w:r w:rsidR="00771938" w:rsidRPr="00771938">
        <w:t>OAG</w:t>
      </w:r>
      <w:r w:rsidR="00771938">
        <w:t>)</w:t>
      </w:r>
      <w:r w:rsidR="00771938" w:rsidRPr="00771938">
        <w:t xml:space="preserve"> Review of Counter-Terrorism Legislation.</w:t>
      </w:r>
    </w:p>
    <w:p w14:paraId="0CB830D5" w14:textId="05EE30BD" w:rsidR="00934C65" w:rsidRDefault="00EE7A70" w:rsidP="00AA1A62">
      <w:pPr>
        <w:pStyle w:val="SubmissionNormal"/>
        <w:numPr>
          <w:ilvl w:val="1"/>
          <w:numId w:val="36"/>
        </w:numPr>
      </w:pPr>
      <w:r>
        <w:t xml:space="preserve"> </w:t>
      </w:r>
      <w:r w:rsidR="00B40818">
        <w:rPr>
          <w:i/>
        </w:rPr>
        <w:t xml:space="preserve">Australian Citizenship and Other Legislation Amendment Act 2014 </w:t>
      </w:r>
      <w:r w:rsidR="00B40818">
        <w:t>(Cth)</w:t>
      </w:r>
      <w:r w:rsidR="009F3459">
        <w:t>: t</w:t>
      </w:r>
      <w:r w:rsidR="00CF2C6A">
        <w:t xml:space="preserve">he application </w:t>
      </w:r>
      <w:r w:rsidR="009E38E0">
        <w:t xml:space="preserve">of the Act </w:t>
      </w:r>
      <w:r w:rsidR="00CF2C6A">
        <w:t>to children aged 10 – 14 years (section 35A)</w:t>
      </w:r>
      <w:r w:rsidR="009F3459">
        <w:t>; the</w:t>
      </w:r>
      <w:r w:rsidR="001B1369">
        <w:t xml:space="preserve"> </w:t>
      </w:r>
      <w:r w:rsidR="00EE55F1">
        <w:t>ten</w:t>
      </w:r>
      <w:r w:rsidR="00CF2C6A">
        <w:t xml:space="preserve"> year retrospectivity of the Act regarding</w:t>
      </w:r>
      <w:r w:rsidR="009E38E0">
        <w:t xml:space="preserve"> prior</w:t>
      </w:r>
      <w:r w:rsidR="00CF2C6A">
        <w:t xml:space="preserve"> convictions</w:t>
      </w:r>
      <w:r w:rsidR="009F3459">
        <w:t xml:space="preserve">; the lack of entitlement of the person affected to make submissions on the revocation of their citizenship; the lack of a requirement for a criminal conviction prior to revocation of citizenship for </w:t>
      </w:r>
      <w:r w:rsidR="009E38E0">
        <w:t>some offences</w:t>
      </w:r>
      <w:r w:rsidR="009F3459">
        <w:t xml:space="preserve">. </w:t>
      </w:r>
    </w:p>
    <w:p w14:paraId="11361CF2" w14:textId="77777777" w:rsidR="004321F5" w:rsidRDefault="00934C65" w:rsidP="00934C65">
      <w:pPr>
        <w:pStyle w:val="SubmissionNormal"/>
        <w:numPr>
          <w:ilvl w:val="1"/>
          <w:numId w:val="36"/>
        </w:numPr>
      </w:pPr>
      <w:r w:rsidRPr="00C6517B">
        <w:rPr>
          <w:i/>
        </w:rPr>
        <w:t>Telecommunications (Interception and Access)</w:t>
      </w:r>
      <w:r>
        <w:rPr>
          <w:i/>
        </w:rPr>
        <w:t xml:space="preserve"> Amendment (Data Retention) Act</w:t>
      </w:r>
      <w:r w:rsidRPr="00C6517B">
        <w:t xml:space="preserve"> </w:t>
      </w:r>
      <w:r w:rsidRPr="00C6517B">
        <w:rPr>
          <w:i/>
        </w:rPr>
        <w:t>2014</w:t>
      </w:r>
      <w:r>
        <w:t xml:space="preserve"> (Cth): introduction of a mandatory data retention scheme that requires service providers to retain communications data for two years. The Act </w:t>
      </w:r>
      <w:r w:rsidRPr="00934C65">
        <w:t xml:space="preserve">does require that any interference </w:t>
      </w:r>
      <w:r>
        <w:t xml:space="preserve">with the data </w:t>
      </w:r>
      <w:r w:rsidRPr="00934C65">
        <w:t>be justified on reasonable grounds and interference with privacy must be justifiable and proportionate</w:t>
      </w:r>
      <w:r w:rsidR="003A5EDB">
        <w:t>.</w:t>
      </w:r>
      <w:r w:rsidRPr="00934C65">
        <w:t xml:space="preserve"> </w:t>
      </w:r>
      <w:r>
        <w:t>The Commission has expressed concern that the regime unjustifiably limits individual rights to privacy and freedom of expression.</w:t>
      </w:r>
    </w:p>
    <w:p w14:paraId="640120EA" w14:textId="77777777" w:rsidR="00973223" w:rsidRDefault="00F91B5A" w:rsidP="003A5EDB">
      <w:pPr>
        <w:pStyle w:val="SubmissionNormal"/>
        <w:ind w:hanging="720"/>
      </w:pPr>
      <w:r>
        <w:lastRenderedPageBreak/>
        <w:t>The</w:t>
      </w:r>
      <w:r w:rsidR="003C65E3" w:rsidRPr="00973223">
        <w:rPr>
          <w:rFonts w:eastAsia="MS Mincho"/>
        </w:rPr>
        <w:t xml:space="preserve"> </w:t>
      </w:r>
      <w:r w:rsidR="003C65E3" w:rsidRPr="003C65E3">
        <w:t>Commission welcomes the appointment of the Independent National Security Legislation Monitor (INSLM), the Hon Roger Gyles AO QC on an acting basis on 11 December 2014 by the then Prime Minister. The Governor-General appointed Mr Gyles as the INSLM, for a period of two years on 20 August 2015</w:t>
      </w:r>
      <w:r w:rsidR="003C65E3">
        <w:t>.</w:t>
      </w:r>
      <w:r w:rsidR="003C65E3">
        <w:rPr>
          <w:rStyle w:val="EndnoteReference"/>
        </w:rPr>
        <w:endnoteReference w:id="54"/>
      </w:r>
    </w:p>
    <w:p w14:paraId="30CC6EC3" w14:textId="08A82B1F" w:rsidR="007D6E54" w:rsidRDefault="003A5EDB" w:rsidP="003A5EDB">
      <w:pPr>
        <w:pStyle w:val="SubmissionNormal"/>
        <w:ind w:hanging="720"/>
      </w:pPr>
      <w:r>
        <w:t>The INSLM has prod</w:t>
      </w:r>
      <w:r w:rsidR="007D6E54">
        <w:t>uced several reports,</w:t>
      </w:r>
      <w:r w:rsidR="007D6E54">
        <w:rPr>
          <w:rStyle w:val="EndnoteReference"/>
        </w:rPr>
        <w:endnoteReference w:id="55"/>
      </w:r>
      <w:r w:rsidR="007D6E54">
        <w:t xml:space="preserve"> including:</w:t>
      </w:r>
    </w:p>
    <w:p w14:paraId="1D0D1979" w14:textId="151DBB8F" w:rsidR="007D6E54" w:rsidRDefault="007D6E54" w:rsidP="007D6E54">
      <w:pPr>
        <w:pStyle w:val="SubmissionNormal"/>
        <w:numPr>
          <w:ilvl w:val="1"/>
          <w:numId w:val="36"/>
        </w:numPr>
      </w:pPr>
      <w:r w:rsidRPr="007D6E54">
        <w:t>Report on the impact on journalists of section 35P of the ASIO Act</w:t>
      </w:r>
    </w:p>
    <w:p w14:paraId="30B10D94" w14:textId="12351490" w:rsidR="007D6E54" w:rsidRDefault="007D6E54" w:rsidP="007D6E54">
      <w:pPr>
        <w:pStyle w:val="SubmissionNormal"/>
        <w:numPr>
          <w:ilvl w:val="1"/>
          <w:numId w:val="36"/>
        </w:numPr>
      </w:pPr>
      <w:r w:rsidRPr="007D6E54">
        <w:t>Control Order Safeguards (INSLM) Report Special Advocates and the Counter-Terrorism Legislation Amendment Bill (No 1) 2015</w:t>
      </w:r>
    </w:p>
    <w:p w14:paraId="1962A3B1" w14:textId="1339429E" w:rsidR="007D6E54" w:rsidRDefault="007D6E54" w:rsidP="007D6E54">
      <w:pPr>
        <w:pStyle w:val="SubmissionNormal"/>
        <w:numPr>
          <w:ilvl w:val="1"/>
          <w:numId w:val="36"/>
        </w:numPr>
      </w:pPr>
      <w:r w:rsidRPr="007D6E54">
        <w:t>Control Order Safeguards Part 2</w:t>
      </w:r>
      <w:r>
        <w:t>.</w:t>
      </w:r>
    </w:p>
    <w:p w14:paraId="7B97CE90" w14:textId="082CF888" w:rsidR="007D6E54" w:rsidRDefault="00C15D45" w:rsidP="003A5EDB">
      <w:pPr>
        <w:pStyle w:val="SubmissionNormal"/>
        <w:ind w:hanging="720"/>
      </w:pPr>
      <w:r>
        <w:t xml:space="preserve">The INSLM has raised concerns regarding control orders and other issues. </w:t>
      </w:r>
      <w:r w:rsidR="007D6E54">
        <w:t xml:space="preserve">It is unclear, at this time, whether the INSLM’s recommendations to moderate counter-terrorism laws </w:t>
      </w:r>
      <w:r>
        <w:t>will be</w:t>
      </w:r>
      <w:r w:rsidR="007D6E54">
        <w:t xml:space="preserve"> implemented</w:t>
      </w:r>
      <w:r>
        <w:t>.</w:t>
      </w:r>
    </w:p>
    <w:p w14:paraId="560A74A2" w14:textId="51396FFE" w:rsidR="00C15D45" w:rsidRPr="00C15D45" w:rsidRDefault="006E1664" w:rsidP="003A5EDB">
      <w:pPr>
        <w:pStyle w:val="SubmissionNormal"/>
        <w:ind w:hanging="720"/>
        <w:rPr>
          <w:b/>
        </w:rPr>
      </w:pPr>
      <w:r w:rsidRPr="004638B4">
        <w:rPr>
          <w:b/>
        </w:rPr>
        <w:t xml:space="preserve">Issue for consideration in </w:t>
      </w:r>
      <w:r w:rsidR="0005421A">
        <w:rPr>
          <w:b/>
        </w:rPr>
        <w:t xml:space="preserve">the </w:t>
      </w:r>
      <w:r w:rsidRPr="004638B4">
        <w:rPr>
          <w:b/>
        </w:rPr>
        <w:t>LOIPR</w:t>
      </w:r>
      <w:r>
        <w:rPr>
          <w:b/>
        </w:rPr>
        <w:t xml:space="preserve">: Information on the </w:t>
      </w:r>
      <w:r w:rsidR="00C15D45" w:rsidRPr="00C15D45">
        <w:rPr>
          <w:b/>
        </w:rPr>
        <w:t>implement</w:t>
      </w:r>
      <w:r>
        <w:rPr>
          <w:b/>
        </w:rPr>
        <w:t>ation of</w:t>
      </w:r>
      <w:r w:rsidR="00C15D45" w:rsidRPr="00C15D45">
        <w:rPr>
          <w:b/>
        </w:rPr>
        <w:t xml:space="preserve"> the recommendations of the Independent National Security Legislation Monitor.</w:t>
      </w:r>
    </w:p>
    <w:p w14:paraId="1C6EB5DD" w14:textId="77777777" w:rsidR="00B34946" w:rsidRDefault="00C62E1C" w:rsidP="00364A1D">
      <w:pPr>
        <w:pStyle w:val="Heading1"/>
        <w:numPr>
          <w:ilvl w:val="0"/>
          <w:numId w:val="37"/>
        </w:numPr>
      </w:pPr>
      <w:bookmarkStart w:id="36" w:name="_Toc162769294"/>
      <w:bookmarkStart w:id="37" w:name="_Toc207761835"/>
      <w:bookmarkStart w:id="38" w:name="_Toc209578271"/>
      <w:bookmarkStart w:id="39" w:name="_Toc454789012"/>
      <w:r>
        <w:t>Immigration detention and asylum seeker</w:t>
      </w:r>
      <w:bookmarkEnd w:id="36"/>
      <w:bookmarkEnd w:id="37"/>
      <w:bookmarkEnd w:id="38"/>
      <w:r>
        <w:t xml:space="preserve"> policy</w:t>
      </w:r>
      <w:bookmarkEnd w:id="39"/>
    </w:p>
    <w:p w14:paraId="70EEA625" w14:textId="729C60CF" w:rsidR="00C62E1C" w:rsidRDefault="00C62E1C" w:rsidP="00364A1D">
      <w:pPr>
        <w:pStyle w:val="Heading2"/>
        <w:numPr>
          <w:ilvl w:val="1"/>
          <w:numId w:val="37"/>
        </w:numPr>
      </w:pPr>
      <w:bookmarkStart w:id="40" w:name="_Toc454789013"/>
      <w:r>
        <w:t>Non-refoulement</w:t>
      </w:r>
      <w:bookmarkEnd w:id="40"/>
    </w:p>
    <w:p w14:paraId="743AD597" w14:textId="456D13C7" w:rsidR="003F3D72" w:rsidRDefault="003F3D72" w:rsidP="003F3D72">
      <w:pPr>
        <w:ind w:firstLine="720"/>
        <w:rPr>
          <w:b/>
        </w:rPr>
      </w:pPr>
      <w:r w:rsidRPr="003F3D72">
        <w:rPr>
          <w:b/>
        </w:rPr>
        <w:t>Concluding Observations, para 15</w:t>
      </w:r>
    </w:p>
    <w:p w14:paraId="227265B3" w14:textId="0FD2CA8D" w:rsidR="003F3D72" w:rsidRPr="0028209C" w:rsidRDefault="003F3D72" w:rsidP="003F3D72">
      <w:pPr>
        <w:ind w:left="720"/>
        <w:rPr>
          <w:b/>
        </w:rPr>
      </w:pPr>
      <w:r>
        <w:rPr>
          <w:b/>
        </w:rPr>
        <w:t xml:space="preserve">Relevant provisions of the CAT: Articles 1, 2, 3, </w:t>
      </w:r>
      <w:r w:rsidR="00F346F5">
        <w:rPr>
          <w:b/>
        </w:rPr>
        <w:t xml:space="preserve">4, </w:t>
      </w:r>
      <w:r>
        <w:rPr>
          <w:b/>
        </w:rPr>
        <w:t>1</w:t>
      </w:r>
      <w:r w:rsidR="00F346F5">
        <w:rPr>
          <w:b/>
        </w:rPr>
        <w:t>0, 1</w:t>
      </w:r>
      <w:r>
        <w:rPr>
          <w:b/>
        </w:rPr>
        <w:t>1 and 16</w:t>
      </w:r>
    </w:p>
    <w:p w14:paraId="3EAA5D0A" w14:textId="21ABEE35" w:rsidR="00BA1BEE" w:rsidRDefault="002E1155" w:rsidP="00066C81">
      <w:pPr>
        <w:pStyle w:val="SubmissionNormal"/>
        <w:ind w:hanging="720"/>
      </w:pPr>
      <w:r>
        <w:t xml:space="preserve">The Commission notes </w:t>
      </w:r>
      <w:r w:rsidR="00B62E15">
        <w:t xml:space="preserve">the continuation of Operation Sovereign Borders, </w:t>
      </w:r>
      <w:r w:rsidR="00BA1BEE">
        <w:t xml:space="preserve">a military-led border security operation which aims to counter people smuggling, including through preventing the entry to Australia of boats carrying asylum seekers. </w:t>
      </w:r>
      <w:r w:rsidR="00F346F5">
        <w:t>As part of Operation Sovereign Borders</w:t>
      </w:r>
      <w:r w:rsidR="00BA1BEE">
        <w:t>, boats have been intercepted and returned to their point of departure ‘where it is safe to do so’. At least 20 boats carrying over 600 people have been returned in this manner since Operation Sovereign Borders commenced.</w:t>
      </w:r>
      <w:r w:rsidR="00BA1BEE">
        <w:rPr>
          <w:rStyle w:val="EndnoteReference"/>
        </w:rPr>
        <w:endnoteReference w:id="56"/>
      </w:r>
    </w:p>
    <w:p w14:paraId="10452770" w14:textId="5F9129A5" w:rsidR="00F135F3" w:rsidRPr="00F135F3" w:rsidRDefault="00BA1BEE" w:rsidP="00F135F3">
      <w:pPr>
        <w:pStyle w:val="SubmissionNormal"/>
        <w:ind w:hanging="720"/>
      </w:pPr>
      <w:r>
        <w:rPr>
          <w:lang w:val="en"/>
        </w:rPr>
        <w:t>Prior to being returned under Operation Sovereign Borders, asylum seekers undergo a screening process</w:t>
      </w:r>
      <w:r w:rsidR="00F135F3" w:rsidRPr="00F135F3">
        <w:rPr>
          <w:lang w:val="en"/>
        </w:rPr>
        <w:t xml:space="preserve"> </w:t>
      </w:r>
      <w:r w:rsidR="00F135F3">
        <w:rPr>
          <w:lang w:val="en"/>
        </w:rPr>
        <w:t xml:space="preserve">to determine whether Australia has protection obligations towards them. This </w:t>
      </w:r>
      <w:r w:rsidR="000B491E">
        <w:rPr>
          <w:lang w:val="en"/>
        </w:rPr>
        <w:t xml:space="preserve">process </w:t>
      </w:r>
      <w:r w:rsidR="00F135F3">
        <w:rPr>
          <w:lang w:val="en"/>
        </w:rPr>
        <w:t xml:space="preserve">takes place at sea, </w:t>
      </w:r>
      <w:r w:rsidR="00F135F3">
        <w:t>via teleconference, and while the person is effectively being detained on board an Australian vessel.</w:t>
      </w:r>
    </w:p>
    <w:p w14:paraId="6810CA13" w14:textId="6E27676B" w:rsidR="00F135F3" w:rsidRPr="00F135F3" w:rsidRDefault="00F135F3" w:rsidP="00F135F3">
      <w:pPr>
        <w:pStyle w:val="SubmissionNormal"/>
        <w:ind w:hanging="720"/>
      </w:pPr>
      <w:r>
        <w:rPr>
          <w:lang w:val="en"/>
        </w:rPr>
        <w:t xml:space="preserve">The Commission is concerned that the process does not constitute a </w:t>
      </w:r>
      <w:r>
        <w:t>fair or thorough assessment of protection claims</w:t>
      </w:r>
      <w:r>
        <w:rPr>
          <w:lang w:val="en"/>
        </w:rPr>
        <w:t xml:space="preserve"> for the following reasons:</w:t>
      </w:r>
    </w:p>
    <w:p w14:paraId="1CECE734" w14:textId="77777777" w:rsidR="00F135F3" w:rsidRDefault="00F135F3" w:rsidP="00F135F3">
      <w:pPr>
        <w:pStyle w:val="SubmissionNormal"/>
        <w:numPr>
          <w:ilvl w:val="1"/>
          <w:numId w:val="36"/>
        </w:numPr>
      </w:pPr>
      <w:r>
        <w:t>I</w:t>
      </w:r>
      <w:r w:rsidR="00BA1BEE" w:rsidRPr="00890A41">
        <w:t xml:space="preserve">nterviews </w:t>
      </w:r>
      <w:r w:rsidR="00BA1BEE">
        <w:t>may</w:t>
      </w:r>
      <w:r>
        <w:t xml:space="preserve"> be brief and in</w:t>
      </w:r>
      <w:r w:rsidR="00BA1BEE" w:rsidRPr="00890A41">
        <w:t xml:space="preserve">sufficiently detailed or probing to ensure that all relevant protection claims </w:t>
      </w:r>
      <w:r>
        <w:t>are</w:t>
      </w:r>
      <w:r w:rsidR="00BA1BEE" w:rsidRPr="00890A41">
        <w:t xml:space="preserve"> </w:t>
      </w:r>
      <w:r w:rsidR="00F346F5">
        <w:t xml:space="preserve">raised. </w:t>
      </w:r>
    </w:p>
    <w:p w14:paraId="5007542D" w14:textId="5CBC2478" w:rsidR="00F135F3" w:rsidRDefault="00F135F3" w:rsidP="00F135F3">
      <w:pPr>
        <w:pStyle w:val="SubmissionNormal"/>
        <w:numPr>
          <w:ilvl w:val="1"/>
          <w:numId w:val="36"/>
        </w:numPr>
      </w:pPr>
      <w:r>
        <w:lastRenderedPageBreak/>
        <w:t>There is an absence of the normal safeguards</w:t>
      </w:r>
      <w:r w:rsidR="000B491E">
        <w:t>,</w:t>
      </w:r>
      <w:r>
        <w:t xml:space="preserve"> </w:t>
      </w:r>
      <w:r w:rsidR="00BA1BEE">
        <w:t>which would apply under Australia’s statutory refugee status determination process</w:t>
      </w:r>
      <w:r>
        <w:t>es</w:t>
      </w:r>
      <w:r w:rsidR="000B491E">
        <w:t xml:space="preserve"> </w:t>
      </w:r>
      <w:r w:rsidR="00BA1BEE">
        <w:t>inc</w:t>
      </w:r>
      <w:r>
        <w:t>luding access to merits review.</w:t>
      </w:r>
    </w:p>
    <w:p w14:paraId="5313545F" w14:textId="7FB7328B" w:rsidR="00BA1BEE" w:rsidRPr="00F135F3" w:rsidRDefault="000B491E" w:rsidP="00F135F3">
      <w:pPr>
        <w:pStyle w:val="SubmissionNormal"/>
        <w:numPr>
          <w:ilvl w:val="1"/>
          <w:numId w:val="36"/>
        </w:numPr>
      </w:pPr>
      <w:r>
        <w:rPr>
          <w:lang w:val="en"/>
        </w:rPr>
        <w:t>T</w:t>
      </w:r>
      <w:r w:rsidR="00F135F3">
        <w:rPr>
          <w:lang w:val="en"/>
        </w:rPr>
        <w:t xml:space="preserve">here is not </w:t>
      </w:r>
      <w:r>
        <w:rPr>
          <w:lang w:val="en"/>
        </w:rPr>
        <w:t xml:space="preserve">typically </w:t>
      </w:r>
      <w:r w:rsidR="00F135F3">
        <w:rPr>
          <w:lang w:val="en"/>
        </w:rPr>
        <w:t>access to legal advice</w:t>
      </w:r>
      <w:r w:rsidR="00BA1BEE">
        <w:t>.</w:t>
      </w:r>
    </w:p>
    <w:p w14:paraId="7F174614" w14:textId="3F79E567" w:rsidR="00BA1BEE" w:rsidRPr="00BA1BEE" w:rsidRDefault="00BA1BEE" w:rsidP="00066C81">
      <w:pPr>
        <w:pStyle w:val="SubmissionNormal"/>
        <w:ind w:hanging="720"/>
      </w:pPr>
      <w:r>
        <w:rPr>
          <w:lang w:val="en"/>
        </w:rPr>
        <w:t>The Commission</w:t>
      </w:r>
      <w:r w:rsidR="00F135F3">
        <w:rPr>
          <w:lang w:val="en"/>
        </w:rPr>
        <w:t xml:space="preserve"> </w:t>
      </w:r>
      <w:r w:rsidR="00B62E15">
        <w:rPr>
          <w:lang w:val="en"/>
        </w:rPr>
        <w:t>notes</w:t>
      </w:r>
      <w:r>
        <w:rPr>
          <w:lang w:val="en"/>
        </w:rPr>
        <w:t xml:space="preserve"> that the screening process </w:t>
      </w:r>
      <w:r w:rsidR="00246398">
        <w:rPr>
          <w:lang w:val="en"/>
        </w:rPr>
        <w:t xml:space="preserve">creates a risk that </w:t>
      </w:r>
      <w:r>
        <w:rPr>
          <w:lang w:val="en"/>
        </w:rPr>
        <w:t>asylum seekers who have legitimate needs for protection, may be returned to situations where they could be in danger of being torture or subjected to other forms of cruel, inhuman or degrading treatment.</w:t>
      </w:r>
    </w:p>
    <w:p w14:paraId="4D9FB97B" w14:textId="31A2A684" w:rsidR="00BA1BEE" w:rsidRDefault="00BA1BEE" w:rsidP="00066C81">
      <w:pPr>
        <w:pStyle w:val="SubmissionNormal"/>
        <w:ind w:hanging="720"/>
      </w:pPr>
      <w:r w:rsidRPr="005D0960">
        <w:rPr>
          <w:lang w:val="en"/>
        </w:rPr>
        <w:t xml:space="preserve">The Commission </w:t>
      </w:r>
      <w:r>
        <w:rPr>
          <w:lang w:val="en"/>
        </w:rPr>
        <w:t xml:space="preserve">remains concerned about the </w:t>
      </w:r>
      <w:r w:rsidRPr="005D0960">
        <w:rPr>
          <w:lang w:val="en"/>
        </w:rPr>
        <w:t xml:space="preserve">changes introduced by the </w:t>
      </w:r>
      <w:r w:rsidRPr="005D0960">
        <w:rPr>
          <w:i/>
        </w:rPr>
        <w:t xml:space="preserve">Migration and Maritime Powers Legislation Amendment (Resolving the Asylum Legacy Caseload) Act 2014 </w:t>
      </w:r>
      <w:r>
        <w:t xml:space="preserve">and the </w:t>
      </w:r>
      <w:r w:rsidRPr="005D0960">
        <w:rPr>
          <w:i/>
        </w:rPr>
        <w:t>Migration Amendment (Protection and Other Measures) Act 2015</w:t>
      </w:r>
      <w:r>
        <w:t xml:space="preserve">, which similarly heighten the risk that some asylum seekers will be wrongly denied refugee status and removed from Australia. </w:t>
      </w:r>
    </w:p>
    <w:p w14:paraId="6B7F6DB9" w14:textId="7B5E7CD1" w:rsidR="004A219F" w:rsidRPr="00246398" w:rsidRDefault="008848D2" w:rsidP="004A219F">
      <w:pPr>
        <w:pStyle w:val="SubmissionNormal"/>
        <w:ind w:hanging="720"/>
      </w:pPr>
      <w:r>
        <w:t>The Commission is also concerned that m</w:t>
      </w:r>
      <w:r w:rsidR="004A219F">
        <w:t>ost asylum seekers currently in Australia no longer have access to free government-funded legal advice to assist them in presenting their asylum claims.</w:t>
      </w:r>
      <w:r w:rsidR="004A219F" w:rsidRPr="00B62E15">
        <w:rPr>
          <w:i/>
        </w:rPr>
        <w:t xml:space="preserve"> </w:t>
      </w:r>
    </w:p>
    <w:p w14:paraId="2FA18831" w14:textId="750B8709" w:rsidR="006E1664" w:rsidRDefault="006E1664" w:rsidP="00066C81">
      <w:pPr>
        <w:pStyle w:val="SubmissionNormal"/>
        <w:ind w:hanging="720"/>
        <w:rPr>
          <w:b/>
        </w:rPr>
      </w:pPr>
      <w:r w:rsidRPr="004638B4">
        <w:rPr>
          <w:b/>
        </w:rPr>
        <w:t>Issue</w:t>
      </w:r>
      <w:r w:rsidR="004A219F">
        <w:rPr>
          <w:b/>
        </w:rPr>
        <w:t>s</w:t>
      </w:r>
      <w:r w:rsidRPr="004638B4">
        <w:rPr>
          <w:b/>
        </w:rPr>
        <w:t xml:space="preserve"> for consideration in</w:t>
      </w:r>
      <w:r w:rsidR="00090F75">
        <w:rPr>
          <w:b/>
        </w:rPr>
        <w:t xml:space="preserve"> the</w:t>
      </w:r>
      <w:r w:rsidRPr="004638B4">
        <w:rPr>
          <w:b/>
        </w:rPr>
        <w:t xml:space="preserve"> LOIPR</w:t>
      </w:r>
      <w:r>
        <w:rPr>
          <w:b/>
        </w:rPr>
        <w:t xml:space="preserve">: </w:t>
      </w:r>
    </w:p>
    <w:p w14:paraId="298D6870" w14:textId="0A3C46FA" w:rsidR="006E1664" w:rsidRDefault="006E1664" w:rsidP="006E1664">
      <w:pPr>
        <w:pStyle w:val="SubmissionNormal"/>
        <w:numPr>
          <w:ilvl w:val="1"/>
          <w:numId w:val="36"/>
        </w:numPr>
        <w:rPr>
          <w:b/>
        </w:rPr>
      </w:pPr>
      <w:r>
        <w:rPr>
          <w:b/>
        </w:rPr>
        <w:t xml:space="preserve">Information on the measures taken under </w:t>
      </w:r>
      <w:r w:rsidR="00BA1BEE" w:rsidRPr="001E3FBA">
        <w:rPr>
          <w:b/>
        </w:rPr>
        <w:t>Operation Sovereign Borders</w:t>
      </w:r>
      <w:r>
        <w:rPr>
          <w:b/>
        </w:rPr>
        <w:t xml:space="preserve"> to ensure non-refoulement</w:t>
      </w:r>
      <w:r w:rsidR="004A219F">
        <w:rPr>
          <w:b/>
        </w:rPr>
        <w:t>.</w:t>
      </w:r>
    </w:p>
    <w:p w14:paraId="28649494" w14:textId="4BFB1D82" w:rsidR="00B62E15" w:rsidRPr="001E3FBA" w:rsidRDefault="004A219F" w:rsidP="004A219F">
      <w:pPr>
        <w:pStyle w:val="SubmissionNormal"/>
        <w:numPr>
          <w:ilvl w:val="1"/>
          <w:numId w:val="36"/>
        </w:numPr>
        <w:rPr>
          <w:b/>
        </w:rPr>
      </w:pPr>
      <w:r>
        <w:rPr>
          <w:b/>
        </w:rPr>
        <w:t xml:space="preserve">Information on how the </w:t>
      </w:r>
      <w:r w:rsidR="00BA1BEE" w:rsidRPr="001E3FBA">
        <w:rPr>
          <w:b/>
          <w:i/>
        </w:rPr>
        <w:t xml:space="preserve">Migration and Maritime Powers Legislation Amendment (Resolving the Asylum Legacy Caseload) Act 2014 </w:t>
      </w:r>
      <w:r w:rsidR="00BA1BEE" w:rsidRPr="001E3FBA">
        <w:rPr>
          <w:b/>
        </w:rPr>
        <w:t xml:space="preserve">and the </w:t>
      </w:r>
      <w:r w:rsidR="00BA1BEE" w:rsidRPr="001E3FBA">
        <w:rPr>
          <w:b/>
          <w:i/>
        </w:rPr>
        <w:t>Migration Amendment (Protection and Other Measures) Act 201</w:t>
      </w:r>
      <w:r w:rsidR="00BA1BEE" w:rsidRPr="004A219F">
        <w:rPr>
          <w:b/>
          <w:i/>
        </w:rPr>
        <w:t>5</w:t>
      </w:r>
      <w:r w:rsidRPr="004A219F">
        <w:rPr>
          <w:b/>
          <w:i/>
        </w:rPr>
        <w:t xml:space="preserve"> </w:t>
      </w:r>
      <w:r>
        <w:rPr>
          <w:b/>
        </w:rPr>
        <w:t>ensure non-refoulement.</w:t>
      </w:r>
    </w:p>
    <w:p w14:paraId="29584E3F" w14:textId="59B2B4DE" w:rsidR="00BA1BEE" w:rsidRPr="001E3FBA" w:rsidRDefault="004A219F" w:rsidP="004A219F">
      <w:pPr>
        <w:pStyle w:val="SubmissionNormal"/>
        <w:numPr>
          <w:ilvl w:val="1"/>
          <w:numId w:val="36"/>
        </w:numPr>
        <w:rPr>
          <w:b/>
        </w:rPr>
      </w:pPr>
      <w:r>
        <w:rPr>
          <w:b/>
        </w:rPr>
        <w:t xml:space="preserve">Information on the provision of </w:t>
      </w:r>
      <w:r w:rsidR="00BA1BEE" w:rsidRPr="001E3FBA">
        <w:rPr>
          <w:b/>
        </w:rPr>
        <w:t xml:space="preserve">government-funded legal </w:t>
      </w:r>
      <w:r w:rsidR="008848D2">
        <w:rPr>
          <w:b/>
        </w:rPr>
        <w:t>services</w:t>
      </w:r>
      <w:r w:rsidR="001E3FBA" w:rsidRPr="001E3FBA">
        <w:rPr>
          <w:b/>
        </w:rPr>
        <w:t xml:space="preserve"> </w:t>
      </w:r>
      <w:r w:rsidR="008848D2">
        <w:rPr>
          <w:b/>
        </w:rPr>
        <w:t>for</w:t>
      </w:r>
      <w:r w:rsidR="001E3FBA" w:rsidRPr="001E3FBA">
        <w:rPr>
          <w:b/>
        </w:rPr>
        <w:t xml:space="preserve"> asylum seekers</w:t>
      </w:r>
      <w:r w:rsidR="00BA1BEE" w:rsidRPr="001E3FBA">
        <w:rPr>
          <w:b/>
        </w:rPr>
        <w:t>.</w:t>
      </w:r>
    </w:p>
    <w:p w14:paraId="64A6A0F7" w14:textId="78F74236" w:rsidR="00C62E1C" w:rsidRDefault="00C62E1C" w:rsidP="00364A1D">
      <w:pPr>
        <w:pStyle w:val="Heading2"/>
        <w:numPr>
          <w:ilvl w:val="1"/>
          <w:numId w:val="37"/>
        </w:numPr>
      </w:pPr>
      <w:bookmarkStart w:id="41" w:name="_Toc454789014"/>
      <w:r>
        <w:t>Mandatory immigration detention, including of children</w:t>
      </w:r>
      <w:bookmarkEnd w:id="41"/>
    </w:p>
    <w:p w14:paraId="40B3FF8A" w14:textId="1ABBFB82" w:rsidR="003F3D72" w:rsidRDefault="003F3D72" w:rsidP="003F3D72">
      <w:pPr>
        <w:ind w:firstLine="720"/>
        <w:rPr>
          <w:b/>
        </w:rPr>
      </w:pPr>
      <w:r w:rsidRPr="003F3D72">
        <w:rPr>
          <w:b/>
        </w:rPr>
        <w:t>C</w:t>
      </w:r>
      <w:r>
        <w:rPr>
          <w:b/>
        </w:rPr>
        <w:t>oncluding Observations, para 16</w:t>
      </w:r>
    </w:p>
    <w:p w14:paraId="22A381C1" w14:textId="18759508" w:rsidR="003F3D72" w:rsidRPr="0028209C" w:rsidRDefault="003F3D72" w:rsidP="003F3D72">
      <w:pPr>
        <w:ind w:left="720"/>
        <w:rPr>
          <w:b/>
        </w:rPr>
      </w:pPr>
      <w:r>
        <w:rPr>
          <w:b/>
        </w:rPr>
        <w:t>Relevant prov</w:t>
      </w:r>
      <w:r w:rsidR="00F346F5">
        <w:rPr>
          <w:b/>
        </w:rPr>
        <w:t xml:space="preserve">isions of the CAT: Articles 1, 2, 4, </w:t>
      </w:r>
      <w:r>
        <w:rPr>
          <w:b/>
        </w:rPr>
        <w:t>1</w:t>
      </w:r>
      <w:r w:rsidR="00F346F5">
        <w:rPr>
          <w:b/>
        </w:rPr>
        <w:t>0, 1</w:t>
      </w:r>
      <w:r>
        <w:rPr>
          <w:b/>
        </w:rPr>
        <w:t>1 and 16</w:t>
      </w:r>
    </w:p>
    <w:p w14:paraId="0D0A5A0A" w14:textId="2A3A0654" w:rsidR="00BA1BEE" w:rsidRDefault="00BA1BEE" w:rsidP="00066C81">
      <w:pPr>
        <w:pStyle w:val="SubmissionNormal"/>
        <w:ind w:hanging="720"/>
      </w:pPr>
      <w:r>
        <w:t xml:space="preserve">Under the </w:t>
      </w:r>
      <w:r w:rsidRPr="007466D7">
        <w:rPr>
          <w:i/>
        </w:rPr>
        <w:t xml:space="preserve">Migration Act 1958 </w:t>
      </w:r>
      <w:r>
        <w:t xml:space="preserve">(the Migration Act), </w:t>
      </w:r>
      <w:r w:rsidR="0042399F">
        <w:t xml:space="preserve">indefinite </w:t>
      </w:r>
      <w:r>
        <w:t>immigration detention remains mandatory for all unlawful non-citizens.</w:t>
      </w:r>
      <w:r>
        <w:rPr>
          <w:rStyle w:val="EndnoteReference"/>
        </w:rPr>
        <w:endnoteReference w:id="57"/>
      </w:r>
      <w:r>
        <w:t xml:space="preserve"> </w:t>
      </w:r>
      <w:r w:rsidR="008632B9">
        <w:t>P</w:t>
      </w:r>
      <w:r>
        <w:t xml:space="preserve">eople </w:t>
      </w:r>
      <w:r w:rsidRPr="007E7DEA">
        <w:t>who are detained cannot seek judicial review of whether or not their detenti</w:t>
      </w:r>
      <w:r>
        <w:t xml:space="preserve">on is necessary. </w:t>
      </w:r>
      <w:r w:rsidR="00583E2C">
        <w:t>T</w:t>
      </w:r>
      <w:r>
        <w:t>here are no minimum standards for conditions of detention codified in Australian law.</w:t>
      </w:r>
    </w:p>
    <w:p w14:paraId="46739C8E" w14:textId="5D4A299A" w:rsidR="00BA1BEE" w:rsidRDefault="00BA1BEE" w:rsidP="00066C81">
      <w:pPr>
        <w:pStyle w:val="SubmissionNormal"/>
        <w:ind w:hanging="720"/>
      </w:pPr>
      <w:r w:rsidRPr="003B7BA7">
        <w:t>There have been a number of positive developments relating to immigration detention in recent years</w:t>
      </w:r>
      <w:r>
        <w:t>:</w:t>
      </w:r>
    </w:p>
    <w:p w14:paraId="08AC8D8E" w14:textId="77777777" w:rsidR="00BA1BEE" w:rsidRPr="003B7BA7" w:rsidRDefault="00BA1BEE" w:rsidP="00583E2C">
      <w:pPr>
        <w:numPr>
          <w:ilvl w:val="1"/>
          <w:numId w:val="36"/>
        </w:numPr>
        <w:spacing w:after="0"/>
        <w:ind w:left="1434" w:hanging="357"/>
      </w:pPr>
      <w:r w:rsidRPr="003B7BA7">
        <w:t>The overall number of people in detention has reduced from 2,757 in December 2014 to 1,679 in March 2016.</w:t>
      </w:r>
      <w:r>
        <w:rPr>
          <w:rStyle w:val="EndnoteReference"/>
        </w:rPr>
        <w:endnoteReference w:id="58"/>
      </w:r>
    </w:p>
    <w:p w14:paraId="5EBF431F" w14:textId="77777777" w:rsidR="00BA1BEE" w:rsidRPr="003B7BA7" w:rsidRDefault="00BA1BEE" w:rsidP="00583E2C">
      <w:pPr>
        <w:numPr>
          <w:ilvl w:val="1"/>
          <w:numId w:val="36"/>
        </w:numPr>
        <w:spacing w:after="0"/>
        <w:ind w:left="1434" w:hanging="357"/>
      </w:pPr>
      <w:r w:rsidRPr="003B7BA7">
        <w:lastRenderedPageBreak/>
        <w:t>The vast majority of children have been released from closed detention facilities in Australia into alternative community arrangements.</w:t>
      </w:r>
      <w:r>
        <w:rPr>
          <w:rStyle w:val="EndnoteReference"/>
        </w:rPr>
        <w:endnoteReference w:id="59"/>
      </w:r>
      <w:r w:rsidRPr="003B7BA7">
        <w:t xml:space="preserve"> </w:t>
      </w:r>
    </w:p>
    <w:p w14:paraId="6A7EE17D" w14:textId="4AF0E9EE" w:rsidR="00BA1BEE" w:rsidRPr="003B7BA7" w:rsidRDefault="00BA1BEE" w:rsidP="00583E2C">
      <w:pPr>
        <w:numPr>
          <w:ilvl w:val="1"/>
          <w:numId w:val="36"/>
        </w:numPr>
        <w:spacing w:after="0"/>
        <w:ind w:left="1434" w:hanging="357"/>
      </w:pPr>
      <w:r w:rsidRPr="003B7BA7">
        <w:t xml:space="preserve">Several detention facilities, including </w:t>
      </w:r>
      <w:r>
        <w:t xml:space="preserve">a number </w:t>
      </w:r>
      <w:r w:rsidRPr="003B7BA7">
        <w:t>in remote areas of Australia, have either been closed or a</w:t>
      </w:r>
      <w:r w:rsidR="00583E2C">
        <w:t>re</w:t>
      </w:r>
      <w:r w:rsidRPr="003B7BA7">
        <w:t xml:space="preserve"> due to close in the near future.</w:t>
      </w:r>
      <w:r>
        <w:rPr>
          <w:rStyle w:val="EndnoteReference"/>
        </w:rPr>
        <w:endnoteReference w:id="60"/>
      </w:r>
      <w:r w:rsidRPr="003B7BA7">
        <w:t xml:space="preserve"> </w:t>
      </w:r>
    </w:p>
    <w:p w14:paraId="209D6176" w14:textId="5E4C755F" w:rsidR="00BA1BEE" w:rsidRDefault="00BA1BEE" w:rsidP="00583E2C">
      <w:pPr>
        <w:numPr>
          <w:ilvl w:val="1"/>
          <w:numId w:val="36"/>
        </w:numPr>
        <w:spacing w:after="0"/>
        <w:ind w:left="1434" w:hanging="357"/>
      </w:pPr>
      <w:r w:rsidRPr="003B7BA7">
        <w:t>A number of refugees who were previously held in indefinite detention due</w:t>
      </w:r>
      <w:r>
        <w:t xml:space="preserve"> to having received an adverse security assessment have been</w:t>
      </w:r>
      <w:r w:rsidR="00583E2C">
        <w:t xml:space="preserve"> released from closed detention.</w:t>
      </w:r>
    </w:p>
    <w:p w14:paraId="012AEB24" w14:textId="28200EFA" w:rsidR="00BA1BEE" w:rsidRDefault="00583E2C" w:rsidP="00066C81">
      <w:pPr>
        <w:pStyle w:val="SubmissionNormal"/>
        <w:ind w:hanging="720"/>
      </w:pPr>
      <w:r>
        <w:t>H</w:t>
      </w:r>
      <w:r w:rsidR="00BA1BEE">
        <w:t>owever, there have been several developments</w:t>
      </w:r>
      <w:r w:rsidR="00704838">
        <w:t>,</w:t>
      </w:r>
      <w:r w:rsidR="00BA1BEE">
        <w:t xml:space="preserve"> which</w:t>
      </w:r>
      <w:r w:rsidR="00704838">
        <w:t xml:space="preserve"> are contrary to</w:t>
      </w:r>
      <w:r w:rsidR="00207D2D">
        <w:t xml:space="preserve"> Australia’s obligations under the CAT:</w:t>
      </w:r>
    </w:p>
    <w:p w14:paraId="1F2B2B7C" w14:textId="77777777" w:rsidR="00BA1BEE" w:rsidRDefault="00BA1BEE" w:rsidP="00207D2D">
      <w:pPr>
        <w:numPr>
          <w:ilvl w:val="1"/>
          <w:numId w:val="36"/>
        </w:numPr>
        <w:spacing w:after="0"/>
      </w:pPr>
      <w:r>
        <w:t>Since 2014, there has been a significant increase in cases of long-term detention. As at March 2016, 804 people had been held in closed detention for more than one year (including 434 people who had been held for more than two years).</w:t>
      </w:r>
      <w:r>
        <w:rPr>
          <w:rStyle w:val="EndnoteReference"/>
        </w:rPr>
        <w:endnoteReference w:id="61"/>
      </w:r>
      <w:r>
        <w:t xml:space="preserve"> The overall average length of detention in closed facilities has remained in excess of one year since August 2014.</w:t>
      </w:r>
      <w:r>
        <w:rPr>
          <w:rStyle w:val="EndnoteReference"/>
        </w:rPr>
        <w:endnoteReference w:id="62"/>
      </w:r>
      <w:r>
        <w:t xml:space="preserve"> </w:t>
      </w:r>
    </w:p>
    <w:p w14:paraId="562FF588" w14:textId="53AAC161" w:rsidR="00BA1BEE" w:rsidRDefault="00BA1BEE" w:rsidP="00207D2D">
      <w:pPr>
        <w:numPr>
          <w:ilvl w:val="1"/>
          <w:numId w:val="36"/>
        </w:numPr>
        <w:spacing w:after="0"/>
      </w:pPr>
      <w:r>
        <w:t>There has been a significant increase in the number of people detained as a result of having a visa refused or cancelled on character grounds. The number of people in detention as a result of visa cancellation increased from 140 in December 2014 to 589 in March 2016.</w:t>
      </w:r>
      <w:r>
        <w:rPr>
          <w:rStyle w:val="EndnoteReference"/>
        </w:rPr>
        <w:endnoteReference w:id="63"/>
      </w:r>
      <w:r>
        <w:t xml:space="preserve"> While these figures include people who have had visas cancelled on grounds unrelated to character, the increase followed changes to the Migration Act which broadened the criteria for visa cancellation on character grounds.</w:t>
      </w:r>
      <w:r>
        <w:rPr>
          <w:rStyle w:val="EndnoteReference"/>
        </w:rPr>
        <w:endnoteReference w:id="64"/>
      </w:r>
      <w:r>
        <w:t xml:space="preserve"> </w:t>
      </w:r>
    </w:p>
    <w:p w14:paraId="58C9846C" w14:textId="241F92BF" w:rsidR="00BA1BEE" w:rsidRDefault="00BA1BEE" w:rsidP="00207D2D">
      <w:pPr>
        <w:numPr>
          <w:ilvl w:val="1"/>
          <w:numId w:val="36"/>
        </w:numPr>
        <w:spacing w:after="0"/>
      </w:pPr>
      <w:r>
        <w:t>A number of refugees continue to be held in indefinite detention due to having received an adverse security assessment. In April 2016, the UN Human Rights Committee reaffirmed that the prolonged indefinite detention of refugees in these circumstances violates the prohibition of cruel, inhuman and degrading treatment under Article 7 of the International Covenant on Civil and Political Rights.</w:t>
      </w:r>
      <w:r>
        <w:rPr>
          <w:rStyle w:val="EndnoteReference"/>
        </w:rPr>
        <w:endnoteReference w:id="65"/>
      </w:r>
    </w:p>
    <w:p w14:paraId="6D342131" w14:textId="4BA2278A" w:rsidR="00BA1BEE" w:rsidRDefault="00BA1BEE" w:rsidP="00066C81">
      <w:pPr>
        <w:pStyle w:val="SubmissionNormal"/>
        <w:ind w:hanging="720"/>
      </w:pPr>
      <w:r>
        <w:t>The Commission also remains concerned about the impact of prolonged indefinite detention on the mental health of those detained. Numerous studies have documented high rates of mental health problems amongst people in immigration detention in Australia,</w:t>
      </w:r>
      <w:r>
        <w:rPr>
          <w:rStyle w:val="EndnoteReference"/>
        </w:rPr>
        <w:endnoteReference w:id="66"/>
      </w:r>
      <w:r>
        <w:t xml:space="preserve"> with the negative impacts of detention tending to worsen as detention becomes more prolonged.</w:t>
      </w:r>
      <w:r>
        <w:rPr>
          <w:rStyle w:val="EndnoteReference"/>
        </w:rPr>
        <w:endnoteReference w:id="67"/>
      </w:r>
    </w:p>
    <w:p w14:paraId="5106A479" w14:textId="08856D38" w:rsidR="00D77413" w:rsidRDefault="00D77413" w:rsidP="00D77413">
      <w:pPr>
        <w:pStyle w:val="SubmissionNormal"/>
        <w:ind w:hanging="720"/>
        <w:rPr>
          <w:b/>
        </w:rPr>
      </w:pPr>
      <w:r w:rsidRPr="004638B4">
        <w:rPr>
          <w:b/>
        </w:rPr>
        <w:t>Issue</w:t>
      </w:r>
      <w:r>
        <w:rPr>
          <w:b/>
        </w:rPr>
        <w:t>s</w:t>
      </w:r>
      <w:r w:rsidRPr="004638B4">
        <w:rPr>
          <w:b/>
        </w:rPr>
        <w:t xml:space="preserve"> for consideration in</w:t>
      </w:r>
      <w:r w:rsidR="00090F75">
        <w:rPr>
          <w:b/>
        </w:rPr>
        <w:t xml:space="preserve"> the</w:t>
      </w:r>
      <w:r w:rsidRPr="004638B4">
        <w:rPr>
          <w:b/>
        </w:rPr>
        <w:t xml:space="preserve"> LOIPR</w:t>
      </w:r>
      <w:r>
        <w:rPr>
          <w:b/>
        </w:rPr>
        <w:t xml:space="preserve">: </w:t>
      </w:r>
    </w:p>
    <w:p w14:paraId="7A0F093F" w14:textId="31689438" w:rsidR="00207D2D" w:rsidRPr="00207D2D" w:rsidRDefault="00D77413" w:rsidP="00D77413">
      <w:pPr>
        <w:pStyle w:val="SubmissionNormal"/>
        <w:numPr>
          <w:ilvl w:val="1"/>
          <w:numId w:val="36"/>
        </w:numPr>
        <w:rPr>
          <w:b/>
        </w:rPr>
      </w:pPr>
      <w:r>
        <w:rPr>
          <w:b/>
        </w:rPr>
        <w:t xml:space="preserve">Information on the </w:t>
      </w:r>
      <w:r w:rsidR="00DD3BE1">
        <w:rPr>
          <w:b/>
        </w:rPr>
        <w:t xml:space="preserve">use of </w:t>
      </w:r>
      <w:r w:rsidR="00BA1BEE" w:rsidRPr="00207D2D">
        <w:rPr>
          <w:b/>
        </w:rPr>
        <w:t xml:space="preserve">mandatory </w:t>
      </w:r>
      <w:r w:rsidR="00DD3BE1">
        <w:rPr>
          <w:b/>
        </w:rPr>
        <w:t xml:space="preserve">and prolonged </w:t>
      </w:r>
      <w:r w:rsidR="00BA1BEE" w:rsidRPr="00207D2D">
        <w:rPr>
          <w:b/>
        </w:rPr>
        <w:t>detention</w:t>
      </w:r>
      <w:r w:rsidR="00DD3BE1">
        <w:rPr>
          <w:b/>
        </w:rPr>
        <w:t xml:space="preserve"> in light of the impacts that long-term indefinite detention has on the mental health of those detained</w:t>
      </w:r>
      <w:r w:rsidR="00BA1BEE" w:rsidRPr="00207D2D">
        <w:rPr>
          <w:b/>
        </w:rPr>
        <w:t xml:space="preserve">. </w:t>
      </w:r>
    </w:p>
    <w:p w14:paraId="5462998C" w14:textId="05F9ED1F" w:rsidR="00BA1BEE" w:rsidRPr="00207D2D" w:rsidRDefault="00DD3BE1" w:rsidP="00DD3BE1">
      <w:pPr>
        <w:pStyle w:val="SubmissionNormal"/>
        <w:numPr>
          <w:ilvl w:val="1"/>
          <w:numId w:val="36"/>
        </w:numPr>
        <w:rPr>
          <w:b/>
        </w:rPr>
      </w:pPr>
      <w:r>
        <w:rPr>
          <w:b/>
        </w:rPr>
        <w:t xml:space="preserve">Information on the availability of </w:t>
      </w:r>
      <w:r w:rsidR="00BA1BEE" w:rsidRPr="00207D2D">
        <w:rPr>
          <w:b/>
        </w:rPr>
        <w:t xml:space="preserve">regular judicial oversight of detention and </w:t>
      </w:r>
      <w:r>
        <w:rPr>
          <w:b/>
        </w:rPr>
        <w:t xml:space="preserve">the </w:t>
      </w:r>
      <w:r w:rsidR="00BA1BEE" w:rsidRPr="00207D2D">
        <w:rPr>
          <w:b/>
        </w:rPr>
        <w:t>minimum standards for conditions of detention.</w:t>
      </w:r>
    </w:p>
    <w:p w14:paraId="4E94351D" w14:textId="1AC3B9D2" w:rsidR="00C62E1C" w:rsidRDefault="00C62E1C" w:rsidP="00364A1D">
      <w:pPr>
        <w:pStyle w:val="Heading2"/>
        <w:numPr>
          <w:ilvl w:val="1"/>
          <w:numId w:val="37"/>
        </w:numPr>
      </w:pPr>
      <w:bookmarkStart w:id="42" w:name="_Toc454789015"/>
      <w:r>
        <w:t>Offshore processing of asylum claims</w:t>
      </w:r>
      <w:bookmarkEnd w:id="42"/>
    </w:p>
    <w:p w14:paraId="32B9B343" w14:textId="29662E41" w:rsidR="003F3D72" w:rsidRDefault="003F3D72" w:rsidP="003F3D72">
      <w:pPr>
        <w:ind w:firstLine="720"/>
        <w:rPr>
          <w:b/>
        </w:rPr>
      </w:pPr>
      <w:r w:rsidRPr="003F3D72">
        <w:rPr>
          <w:b/>
        </w:rPr>
        <w:t>C</w:t>
      </w:r>
      <w:r>
        <w:rPr>
          <w:b/>
        </w:rPr>
        <w:t>oncluding Observations, para 17</w:t>
      </w:r>
    </w:p>
    <w:p w14:paraId="437E49DF" w14:textId="0D14AD45" w:rsidR="003F3D72" w:rsidRPr="0028209C" w:rsidRDefault="003F3D72" w:rsidP="003F3D72">
      <w:pPr>
        <w:ind w:left="720"/>
        <w:rPr>
          <w:b/>
        </w:rPr>
      </w:pPr>
      <w:r>
        <w:rPr>
          <w:b/>
        </w:rPr>
        <w:t xml:space="preserve">Relevant provisions of the CAT: </w:t>
      </w:r>
      <w:r w:rsidR="00F346F5">
        <w:rPr>
          <w:b/>
        </w:rPr>
        <w:t>Articles 1, 2, 4, 10, 11 and 16</w:t>
      </w:r>
    </w:p>
    <w:p w14:paraId="26C686EF" w14:textId="278EEE1F" w:rsidR="00C62E1C" w:rsidRDefault="00BA1BEE" w:rsidP="00B14C02">
      <w:pPr>
        <w:pStyle w:val="SubmissionNormal"/>
        <w:ind w:hanging="720"/>
      </w:pPr>
      <w:r>
        <w:t xml:space="preserve">The Commission remains concerned about several aspects of third country processing arrangements in Nauru and Papua New Guinea, which engage Australia’s obligations under the </w:t>
      </w:r>
      <w:r w:rsidR="00207D2D">
        <w:t>CAT</w:t>
      </w:r>
      <w:r>
        <w:t>.</w:t>
      </w:r>
    </w:p>
    <w:p w14:paraId="00CCCF4A" w14:textId="6E5CEC3D" w:rsidR="00BA1BEE" w:rsidRDefault="00BA1BEE" w:rsidP="00B14C02">
      <w:pPr>
        <w:pStyle w:val="SubmissionNormal"/>
        <w:ind w:hanging="720"/>
      </w:pPr>
      <w:r>
        <w:t>The Commission is concerned that the pre-transfer assessment process conducted before a person is transferred to Nauru or Papua New Guinea (either immediately after arrival or after being temporarily brought to Australia for medical treatment) does not allow for an adequate assessment of issues.</w:t>
      </w:r>
      <w:r w:rsidR="00207D2D">
        <w:t xml:space="preserve"> </w:t>
      </w:r>
      <w:r>
        <w:t>For example:</w:t>
      </w:r>
    </w:p>
    <w:p w14:paraId="7C8772C9" w14:textId="77777777" w:rsidR="00BA1BEE" w:rsidRDefault="00BA1BEE" w:rsidP="00207D2D">
      <w:pPr>
        <w:numPr>
          <w:ilvl w:val="1"/>
          <w:numId w:val="36"/>
        </w:numPr>
        <w:spacing w:after="0"/>
      </w:pPr>
      <w:r>
        <w:t>The Commission is aware of several cases in which same-sex attracted people have been removed to Nauru and Papua New Guinea, despite the fact that both countries criminalised same-sex sexual activity at the time.</w:t>
      </w:r>
      <w:r>
        <w:rPr>
          <w:rStyle w:val="EndnoteReference"/>
        </w:rPr>
        <w:endnoteReference w:id="68"/>
      </w:r>
    </w:p>
    <w:p w14:paraId="734B7CEE" w14:textId="77777777" w:rsidR="00BA1BEE" w:rsidRDefault="00BA1BEE" w:rsidP="00207D2D">
      <w:pPr>
        <w:numPr>
          <w:ilvl w:val="1"/>
          <w:numId w:val="36"/>
        </w:numPr>
        <w:spacing w:after="0"/>
      </w:pPr>
      <w:r>
        <w:t xml:space="preserve">The pre-transfer assessment process does not take into account whether a person is suffering from a mental illness or is a survivor of torture and trauma, creating a risk that they could be transferred to an environment which would further compromise their health and wellbeing. </w:t>
      </w:r>
    </w:p>
    <w:p w14:paraId="67E4199C" w14:textId="394A9EC8" w:rsidR="00BA1BEE" w:rsidRDefault="00BA1BEE" w:rsidP="00B14C02">
      <w:pPr>
        <w:pStyle w:val="SubmissionNormal"/>
        <w:ind w:hanging="720"/>
      </w:pPr>
      <w:r>
        <w:t>The Commission welcomes the introduction of ‘open centre’ arrangements for asylum seekers in both countries. However, numerous reports and inquiries as well as the Commission’s own research have repeatedly documented serious shortcomings in living conditions for people subject to third country processing.</w:t>
      </w:r>
      <w:r>
        <w:rPr>
          <w:rStyle w:val="EndnoteReference"/>
        </w:rPr>
        <w:endnoteReference w:id="69"/>
      </w:r>
      <w:r>
        <w:t xml:space="preserve"> Av</w:t>
      </w:r>
      <w:r w:rsidRPr="00403EA9">
        <w:t>ailable evidence suggests that there has been limited improvement in these conditions over time</w:t>
      </w:r>
      <w:r>
        <w:t>.</w:t>
      </w:r>
      <w:r>
        <w:rPr>
          <w:rStyle w:val="EndnoteReference"/>
        </w:rPr>
        <w:endnoteReference w:id="70"/>
      </w:r>
      <w:r>
        <w:t xml:space="preserve"> The Commission is particularly concerned by reports of physical and sexual assault and other forms of abuse and exploitation involving people subject to third country processing.</w:t>
      </w:r>
    </w:p>
    <w:p w14:paraId="1F1581F0" w14:textId="1CB8F86E" w:rsidR="00BA1BEE" w:rsidRDefault="00BA1BEE" w:rsidP="00B14C02">
      <w:pPr>
        <w:pStyle w:val="SubmissionNormal"/>
        <w:ind w:hanging="720"/>
      </w:pPr>
      <w:r>
        <w:t>The combination of (until recently) prolonged indefinite detention, delays in the processing of asylum claims, difficult living conditions, concerns about physical safety</w:t>
      </w:r>
      <w:r w:rsidR="0009128F">
        <w:t>,</w:t>
      </w:r>
      <w:r>
        <w:t xml:space="preserve"> and uncertainty about the future has reportedly had a profoundly negative impact on the mental health outcomes of people subject to third country processing. For example, interviews and assessments conducted by the Commission in </w:t>
      </w:r>
      <w:r w:rsidR="0009128F">
        <w:t xml:space="preserve">November </w:t>
      </w:r>
      <w:r>
        <w:t>2015 with children and families who had been subject to third country processing in Nauru revealed high levels of trauma and developmental risk amongst these children.</w:t>
      </w:r>
      <w:r>
        <w:rPr>
          <w:rStyle w:val="EndnoteReference"/>
        </w:rPr>
        <w:endnoteReference w:id="71"/>
      </w:r>
    </w:p>
    <w:p w14:paraId="4B7CCCDA" w14:textId="37CD32F7" w:rsidR="00BA1BEE" w:rsidRPr="00BA1BEE" w:rsidRDefault="00BA1BEE" w:rsidP="00B14C02">
      <w:pPr>
        <w:pStyle w:val="SubmissionNormal"/>
        <w:ind w:hanging="720"/>
      </w:pPr>
      <w:r>
        <w:rPr>
          <w:lang w:val="en-US"/>
        </w:rPr>
        <w:t xml:space="preserve">The Commission again notes with concern that there </w:t>
      </w:r>
      <w:r w:rsidRPr="00CD513F">
        <w:rPr>
          <w:lang w:val="en-US"/>
        </w:rPr>
        <w:t xml:space="preserve">is </w:t>
      </w:r>
      <w:r>
        <w:rPr>
          <w:lang w:val="en-US"/>
        </w:rPr>
        <w:t xml:space="preserve">still </w:t>
      </w:r>
      <w:r w:rsidRPr="00CD513F">
        <w:rPr>
          <w:lang w:val="en-US"/>
        </w:rPr>
        <w:t xml:space="preserve">no monitoring body </w:t>
      </w:r>
      <w:r>
        <w:rPr>
          <w:lang w:val="en-US"/>
        </w:rPr>
        <w:t xml:space="preserve">for third country processing arrangements </w:t>
      </w:r>
      <w:r w:rsidRPr="00CD513F">
        <w:rPr>
          <w:lang w:val="en-US"/>
        </w:rPr>
        <w:t xml:space="preserve">with all of the key features necessary to be fully effective: independence from the </w:t>
      </w:r>
      <w:r>
        <w:rPr>
          <w:lang w:val="en-US"/>
        </w:rPr>
        <w:t>governments involved</w:t>
      </w:r>
      <w:r w:rsidRPr="00CD513F">
        <w:rPr>
          <w:lang w:val="en-US"/>
        </w:rPr>
        <w:t>; adequate funding to fulfil the role; the capacity to maintain an ongoing or regular presence at immigration detention facilities; a specific statutory power to enter immigration detention facilities; comprehensive public reporting for transparency; and the capacity to require a public response from government.</w:t>
      </w:r>
    </w:p>
    <w:p w14:paraId="23A757AE" w14:textId="13EC51E9" w:rsidR="002F5DE4" w:rsidRDefault="00FA15CD" w:rsidP="00B14C02">
      <w:pPr>
        <w:pStyle w:val="SubmissionNormal"/>
        <w:ind w:hanging="720"/>
        <w:rPr>
          <w:b/>
        </w:rPr>
      </w:pPr>
      <w:r>
        <w:rPr>
          <w:b/>
        </w:rPr>
        <w:t>Issue</w:t>
      </w:r>
      <w:r w:rsidR="002F5DE4">
        <w:rPr>
          <w:b/>
        </w:rPr>
        <w:t>s</w:t>
      </w:r>
      <w:r>
        <w:rPr>
          <w:b/>
        </w:rPr>
        <w:t xml:space="preserve"> for consideration </w:t>
      </w:r>
      <w:r w:rsidR="00090F75">
        <w:rPr>
          <w:b/>
        </w:rPr>
        <w:t xml:space="preserve">in the </w:t>
      </w:r>
      <w:r>
        <w:rPr>
          <w:b/>
        </w:rPr>
        <w:t>LOIPR:</w:t>
      </w:r>
    </w:p>
    <w:p w14:paraId="5628FAFB" w14:textId="16821D24" w:rsidR="00BA1BEE" w:rsidRDefault="00AD79E5" w:rsidP="002F5DE4">
      <w:pPr>
        <w:pStyle w:val="SubmissionNormal"/>
        <w:numPr>
          <w:ilvl w:val="1"/>
          <w:numId w:val="36"/>
        </w:numPr>
        <w:rPr>
          <w:b/>
        </w:rPr>
      </w:pPr>
      <w:r>
        <w:rPr>
          <w:b/>
        </w:rPr>
        <w:t>Information on the continuation</w:t>
      </w:r>
      <w:r w:rsidR="002F5DE4">
        <w:rPr>
          <w:b/>
        </w:rPr>
        <w:t xml:space="preserve"> of </w:t>
      </w:r>
      <w:r w:rsidR="00BA1BEE" w:rsidRPr="00420061">
        <w:rPr>
          <w:b/>
        </w:rPr>
        <w:t xml:space="preserve">third country processing of asylum claims in Nauru and </w:t>
      </w:r>
      <w:r w:rsidR="002F5DE4">
        <w:rPr>
          <w:b/>
        </w:rPr>
        <w:t>Papua New Guinea and step</w:t>
      </w:r>
      <w:r>
        <w:rPr>
          <w:b/>
        </w:rPr>
        <w:t>s</w:t>
      </w:r>
      <w:r w:rsidR="002F5DE4">
        <w:rPr>
          <w:b/>
        </w:rPr>
        <w:t xml:space="preserve"> taken</w:t>
      </w:r>
      <w:r w:rsidR="00BA1BEE" w:rsidRPr="00420061">
        <w:rPr>
          <w:b/>
        </w:rPr>
        <w:t xml:space="preserve"> ensure that the human rights of people subject to third </w:t>
      </w:r>
      <w:r w:rsidR="002F5DE4">
        <w:rPr>
          <w:b/>
        </w:rPr>
        <w:t>c</w:t>
      </w:r>
      <w:r w:rsidR="00BA1BEE" w:rsidRPr="00420061">
        <w:rPr>
          <w:b/>
        </w:rPr>
        <w:t>ountry processing are adequately protected.</w:t>
      </w:r>
    </w:p>
    <w:p w14:paraId="62865BFB" w14:textId="6E9EE111" w:rsidR="002F5DE4" w:rsidRPr="00420061" w:rsidRDefault="002F5DE4" w:rsidP="002F5DE4">
      <w:pPr>
        <w:pStyle w:val="SubmissionNormal"/>
        <w:numPr>
          <w:ilvl w:val="1"/>
          <w:numId w:val="36"/>
        </w:numPr>
        <w:rPr>
          <w:b/>
        </w:rPr>
      </w:pPr>
      <w:r>
        <w:rPr>
          <w:b/>
        </w:rPr>
        <w:t xml:space="preserve">Information on independent monitoring of third country processing facilities including funding, reporting and access. </w:t>
      </w:r>
    </w:p>
    <w:p w14:paraId="171E4166" w14:textId="77777777" w:rsidR="00E15933" w:rsidRDefault="00E15933" w:rsidP="00364A1D">
      <w:pPr>
        <w:pStyle w:val="Heading1"/>
        <w:numPr>
          <w:ilvl w:val="0"/>
          <w:numId w:val="37"/>
        </w:numPr>
      </w:pPr>
      <w:bookmarkStart w:id="43" w:name="_Toc454789016"/>
      <w:r>
        <w:t>Rights of the Child</w:t>
      </w:r>
      <w:bookmarkEnd w:id="43"/>
    </w:p>
    <w:p w14:paraId="7EBFB361" w14:textId="77777777" w:rsidR="00C62E1C" w:rsidRPr="00C62E1C" w:rsidRDefault="00873228" w:rsidP="00873228">
      <w:pPr>
        <w:pStyle w:val="Heading2"/>
        <w:numPr>
          <w:ilvl w:val="1"/>
          <w:numId w:val="37"/>
        </w:numPr>
      </w:pPr>
      <w:bookmarkStart w:id="44" w:name="_Toc454789017"/>
      <w:r>
        <w:t>Royal Commission into Institutional Responses to Child Sexual Abuse</w:t>
      </w:r>
      <w:bookmarkEnd w:id="44"/>
    </w:p>
    <w:p w14:paraId="1B517B77" w14:textId="77777777" w:rsidR="001970E7" w:rsidRDefault="0028209C" w:rsidP="0028209C">
      <w:pPr>
        <w:ind w:left="720"/>
        <w:rPr>
          <w:b/>
        </w:rPr>
      </w:pPr>
      <w:r>
        <w:rPr>
          <w:b/>
        </w:rPr>
        <w:t>Co</w:t>
      </w:r>
      <w:r w:rsidR="001970E7">
        <w:rPr>
          <w:b/>
        </w:rPr>
        <w:t>ncluding Observations, para 19</w:t>
      </w:r>
    </w:p>
    <w:p w14:paraId="1FFA3503" w14:textId="77777777" w:rsidR="00E15933" w:rsidRPr="0028209C" w:rsidRDefault="0028209C" w:rsidP="0028209C">
      <w:pPr>
        <w:ind w:left="720"/>
        <w:rPr>
          <w:b/>
        </w:rPr>
      </w:pPr>
      <w:r>
        <w:rPr>
          <w:b/>
        </w:rPr>
        <w:t>Relevant provisions of the CAT: A</w:t>
      </w:r>
      <w:r w:rsidR="001970E7">
        <w:rPr>
          <w:b/>
        </w:rPr>
        <w:t>rticles</w:t>
      </w:r>
      <w:r>
        <w:rPr>
          <w:b/>
        </w:rPr>
        <w:t xml:space="preserve"> 2, 9, 12, 14, and 16</w:t>
      </w:r>
    </w:p>
    <w:p w14:paraId="5CD07114" w14:textId="485E0416" w:rsidR="003D2CD1" w:rsidRDefault="006B28F3" w:rsidP="004E2F1E">
      <w:pPr>
        <w:pStyle w:val="SubmissionNormal"/>
        <w:ind w:left="806" w:hanging="720"/>
      </w:pPr>
      <w:r>
        <w:t xml:space="preserve">The Commission notes that on 13 September 2014, the Letters Patent provided to the Royal Commission </w:t>
      </w:r>
      <w:r w:rsidR="003D2CD1">
        <w:t xml:space="preserve">were amended. The time frame for the Royal Commission to report to the </w:t>
      </w:r>
      <w:r w:rsidR="0028238A">
        <w:t>Governor</w:t>
      </w:r>
      <w:r w:rsidR="003D2CD1">
        <w:t xml:space="preserve">-General has been extended </w:t>
      </w:r>
      <w:r w:rsidR="00A8404E">
        <w:t>until</w:t>
      </w:r>
      <w:r w:rsidR="003D2CD1">
        <w:t xml:space="preserve"> </w:t>
      </w:r>
      <w:r w:rsidRPr="006B28F3">
        <w:t>15 December 2017.</w:t>
      </w:r>
      <w:r w:rsidR="0028238A">
        <w:rPr>
          <w:rStyle w:val="EndnoteReference"/>
        </w:rPr>
        <w:endnoteReference w:id="72"/>
      </w:r>
      <w:r w:rsidR="003D2CD1">
        <w:t xml:space="preserve"> The Royal Commission report</w:t>
      </w:r>
      <w:r w:rsidR="00A8404E">
        <w:t xml:space="preserve">, </w:t>
      </w:r>
      <w:r w:rsidR="003D2CD1">
        <w:t>recommendations and government response will be available prior to the CAT Committee constructive dialogue with Australia in 2018.</w:t>
      </w:r>
    </w:p>
    <w:p w14:paraId="438F06EC" w14:textId="5CDE8329" w:rsidR="0028209C" w:rsidRDefault="003D2CD1" w:rsidP="0028238A">
      <w:pPr>
        <w:pStyle w:val="SubmissionNormal"/>
        <w:ind w:hanging="720"/>
      </w:pPr>
      <w:r>
        <w:t xml:space="preserve">The Commission also notes that the Royal Commission has released a report </w:t>
      </w:r>
      <w:r w:rsidR="006B28F3">
        <w:t>on redress</w:t>
      </w:r>
      <w:r w:rsidR="0028238A">
        <w:t xml:space="preserve">, </w:t>
      </w:r>
      <w:r w:rsidR="0028238A">
        <w:rPr>
          <w:i/>
        </w:rPr>
        <w:t>Redress and civil litigation report</w:t>
      </w:r>
      <w:r w:rsidR="006B28F3">
        <w:t>.</w:t>
      </w:r>
      <w:r w:rsidR="006B28F3">
        <w:rPr>
          <w:rStyle w:val="EndnoteReference"/>
        </w:rPr>
        <w:endnoteReference w:id="73"/>
      </w:r>
      <w:r>
        <w:t xml:space="preserve"> The Report provides information relevant to the recommendations and concerns</w:t>
      </w:r>
      <w:r w:rsidR="0028238A">
        <w:t xml:space="preserve"> contained in paragraph 19(c) of </w:t>
      </w:r>
      <w:r>
        <w:t xml:space="preserve">the </w:t>
      </w:r>
      <w:r w:rsidR="0028238A">
        <w:t>Concluding Observations on Australia</w:t>
      </w:r>
      <w:r w:rsidR="003F0AA6">
        <w:t>.</w:t>
      </w:r>
    </w:p>
    <w:p w14:paraId="5F5AB4E7" w14:textId="5D988400" w:rsidR="001C23CA" w:rsidRPr="001C23CA" w:rsidRDefault="001C23CA" w:rsidP="004E2F1E">
      <w:pPr>
        <w:pStyle w:val="SubmissionNormal"/>
        <w:ind w:left="806" w:hanging="720"/>
        <w:rPr>
          <w:b/>
        </w:rPr>
      </w:pPr>
      <w:r>
        <w:rPr>
          <w:b/>
        </w:rPr>
        <w:t xml:space="preserve">Issue for consideration in </w:t>
      </w:r>
      <w:r w:rsidR="00090F75">
        <w:rPr>
          <w:b/>
        </w:rPr>
        <w:t xml:space="preserve">the </w:t>
      </w:r>
      <w:r>
        <w:rPr>
          <w:b/>
        </w:rPr>
        <w:t xml:space="preserve">LOIPR: Information about redress mechanisms for victims of child sexual assault in institutional settings and the response of the Government to the findings and recommendations of the Royal Commission (once </w:t>
      </w:r>
      <w:r w:rsidR="00450CE8">
        <w:rPr>
          <w:b/>
        </w:rPr>
        <w:t>known</w:t>
      </w:r>
      <w:r>
        <w:rPr>
          <w:b/>
        </w:rPr>
        <w:t>).</w:t>
      </w:r>
    </w:p>
    <w:p w14:paraId="4AFD3F04" w14:textId="77777777" w:rsidR="005063A7" w:rsidRDefault="005063A7" w:rsidP="005063A7">
      <w:pPr>
        <w:pStyle w:val="Heading1"/>
        <w:numPr>
          <w:ilvl w:val="0"/>
          <w:numId w:val="37"/>
        </w:numPr>
      </w:pPr>
      <w:bookmarkStart w:id="45" w:name="_Toc454789018"/>
      <w:r>
        <w:t>Sterilization of persons with disabilities</w:t>
      </w:r>
      <w:bookmarkEnd w:id="45"/>
    </w:p>
    <w:p w14:paraId="70674EB9" w14:textId="77777777" w:rsidR="00DD0A34" w:rsidRDefault="009575AA" w:rsidP="004E2F1E">
      <w:pPr>
        <w:ind w:left="720"/>
        <w:rPr>
          <w:b/>
        </w:rPr>
      </w:pPr>
      <w:r>
        <w:rPr>
          <w:b/>
        </w:rPr>
        <w:t>Concluding Observations, para 20</w:t>
      </w:r>
    </w:p>
    <w:p w14:paraId="4643F9FB" w14:textId="77777777" w:rsidR="009575AA" w:rsidRPr="0028209C" w:rsidRDefault="009575AA" w:rsidP="009575AA">
      <w:pPr>
        <w:ind w:left="720"/>
        <w:rPr>
          <w:b/>
        </w:rPr>
      </w:pPr>
      <w:r>
        <w:rPr>
          <w:b/>
        </w:rPr>
        <w:t>Relevant</w:t>
      </w:r>
      <w:r w:rsidR="00DD0A34">
        <w:rPr>
          <w:b/>
        </w:rPr>
        <w:t xml:space="preserve"> provisions of the CAT: Articles</w:t>
      </w:r>
      <w:r>
        <w:rPr>
          <w:b/>
        </w:rPr>
        <w:t xml:space="preserve"> 2 and 16</w:t>
      </w:r>
    </w:p>
    <w:p w14:paraId="38D9E5E1" w14:textId="70D73C9E" w:rsidR="00512016" w:rsidRDefault="008476A2" w:rsidP="00382C44">
      <w:pPr>
        <w:pStyle w:val="SubmissionNormal"/>
        <w:ind w:hanging="720"/>
      </w:pPr>
      <w:r>
        <w:t xml:space="preserve">The Commission </w:t>
      </w:r>
      <w:r w:rsidR="005063A7">
        <w:t xml:space="preserve">draws the Committee’s attention to the </w:t>
      </w:r>
      <w:r w:rsidR="00EB5A48">
        <w:t>2014 CAT Submission</w:t>
      </w:r>
      <w:r>
        <w:t>,</w:t>
      </w:r>
      <w:r>
        <w:rPr>
          <w:rStyle w:val="EndnoteReference"/>
        </w:rPr>
        <w:endnoteReference w:id="74"/>
      </w:r>
      <w:r>
        <w:t xml:space="preserve"> and the </w:t>
      </w:r>
      <w:r w:rsidR="00EB5A48">
        <w:t>UPR Submission</w:t>
      </w:r>
      <w:r w:rsidR="005063A7">
        <w:t>.</w:t>
      </w:r>
      <w:r w:rsidR="00BE7037">
        <w:rPr>
          <w:rStyle w:val="EndnoteReference"/>
        </w:rPr>
        <w:endnoteReference w:id="75"/>
      </w:r>
      <w:r w:rsidR="005063A7">
        <w:t xml:space="preserve"> </w:t>
      </w:r>
    </w:p>
    <w:p w14:paraId="1A54BE75" w14:textId="4C594428" w:rsidR="00B910DA" w:rsidRDefault="00B910DA" w:rsidP="003F0AA6">
      <w:pPr>
        <w:pStyle w:val="SubmissionNormal"/>
        <w:ind w:hanging="720"/>
      </w:pPr>
      <w:r>
        <w:t xml:space="preserve">The Commission notes the Australian delegation to the UPR </w:t>
      </w:r>
      <w:r w:rsidR="00A3482B">
        <w:t>stated</w:t>
      </w:r>
      <w:r>
        <w:t xml:space="preserve"> that a sterilization procedure required a person’s consent or, if unable to give consent, with the authorization of a court or guardianship tribunal.</w:t>
      </w:r>
      <w:r w:rsidR="00BE7037">
        <w:t xml:space="preserve"> Accordingly, the Delegation advised that UPR recommendations concerning sterilization would not be considered further at this time.</w:t>
      </w:r>
      <w:r w:rsidR="00A3482B" w:rsidRPr="00A3482B">
        <w:rPr>
          <w:rStyle w:val="EndnoteReference"/>
        </w:rPr>
        <w:t xml:space="preserve"> </w:t>
      </w:r>
      <w:r w:rsidR="00A3482B">
        <w:rPr>
          <w:rStyle w:val="EndnoteReference"/>
        </w:rPr>
        <w:endnoteReference w:id="76"/>
      </w:r>
    </w:p>
    <w:p w14:paraId="401B608D" w14:textId="25DDABCB" w:rsidR="003F0AA6" w:rsidRDefault="003F0AA6" w:rsidP="003F0AA6">
      <w:pPr>
        <w:pStyle w:val="SubmissionNormal"/>
        <w:ind w:hanging="720"/>
      </w:pPr>
      <w:r w:rsidRPr="008476A2">
        <w:t>The Commission remains concerned that sterilisation of people with disabilities, including children, continues to take</w:t>
      </w:r>
      <w:r>
        <w:t xml:space="preserve"> </w:t>
      </w:r>
      <w:r w:rsidRPr="008476A2">
        <w:t>place in Australia without consent</w:t>
      </w:r>
      <w:r>
        <w:t>.</w:t>
      </w:r>
    </w:p>
    <w:p w14:paraId="44144AF6" w14:textId="6E3801EB" w:rsidR="00450CE8" w:rsidRPr="009629C5" w:rsidRDefault="007330B3" w:rsidP="003F0AA6">
      <w:pPr>
        <w:pStyle w:val="SubmissionNormal"/>
        <w:ind w:hanging="720"/>
        <w:rPr>
          <w:b/>
        </w:rPr>
      </w:pPr>
      <w:r w:rsidRPr="009629C5">
        <w:rPr>
          <w:b/>
        </w:rPr>
        <w:t xml:space="preserve">Issue for consideration in </w:t>
      </w:r>
      <w:r w:rsidR="00090F75">
        <w:rPr>
          <w:b/>
        </w:rPr>
        <w:t xml:space="preserve">the </w:t>
      </w:r>
      <w:r w:rsidRPr="009629C5">
        <w:rPr>
          <w:b/>
        </w:rPr>
        <w:t>LOIPR:</w:t>
      </w:r>
      <w:r w:rsidR="009629C5" w:rsidRPr="009629C5">
        <w:rPr>
          <w:b/>
        </w:rPr>
        <w:t xml:space="preserve"> Information on the support provided to people with disabilities to exercise their legal capacity and to free and informed consent.</w:t>
      </w:r>
      <w:r w:rsidRPr="009629C5">
        <w:rPr>
          <w:b/>
        </w:rPr>
        <w:t xml:space="preserve"> </w:t>
      </w:r>
    </w:p>
    <w:p w14:paraId="7553D716" w14:textId="77777777" w:rsidR="005063A7" w:rsidRPr="005063A7" w:rsidRDefault="005063A7" w:rsidP="005063A7">
      <w:pPr>
        <w:pStyle w:val="Heading1"/>
        <w:numPr>
          <w:ilvl w:val="0"/>
          <w:numId w:val="37"/>
        </w:numPr>
      </w:pPr>
      <w:bookmarkStart w:id="46" w:name="_Toc454789019"/>
      <w:r>
        <w:t>Other issues</w:t>
      </w:r>
      <w:bookmarkEnd w:id="46"/>
    </w:p>
    <w:p w14:paraId="2C6F6D57" w14:textId="7ADF9DC2" w:rsidR="008C71B2" w:rsidRDefault="008C71B2" w:rsidP="008C71B2">
      <w:pPr>
        <w:pStyle w:val="Heading2"/>
        <w:numPr>
          <w:ilvl w:val="1"/>
          <w:numId w:val="37"/>
        </w:numPr>
      </w:pPr>
      <w:bookmarkStart w:id="47" w:name="_Toc454789020"/>
      <w:r>
        <w:t>Sexual Orientation, Gender Identity and Intersex issues (SOGII)</w:t>
      </w:r>
      <w:bookmarkEnd w:id="47"/>
    </w:p>
    <w:p w14:paraId="49C2704E" w14:textId="77777777" w:rsidR="008C71B2" w:rsidRDefault="008C71B2" w:rsidP="004E2F1E">
      <w:pPr>
        <w:ind w:firstLine="720"/>
        <w:rPr>
          <w:b/>
        </w:rPr>
      </w:pPr>
      <w:r>
        <w:rPr>
          <w:b/>
        </w:rPr>
        <w:t>Concluding Observations: n/a</w:t>
      </w:r>
    </w:p>
    <w:p w14:paraId="435B4809" w14:textId="77777777" w:rsidR="001970E7" w:rsidRPr="008C71B2" w:rsidRDefault="001970E7" w:rsidP="004E2F1E">
      <w:pPr>
        <w:ind w:firstLine="720"/>
        <w:rPr>
          <w:b/>
        </w:rPr>
      </w:pPr>
      <w:r>
        <w:rPr>
          <w:b/>
        </w:rPr>
        <w:t>Relevant provisions of the CAT: Article 16</w:t>
      </w:r>
    </w:p>
    <w:p w14:paraId="0BDDF8FB" w14:textId="7282A86A" w:rsidR="008C71B2" w:rsidRDefault="007F2570" w:rsidP="00702B9A">
      <w:pPr>
        <w:pStyle w:val="SubmissionNormal"/>
        <w:ind w:hanging="720"/>
      </w:pPr>
      <w:r>
        <w:t>The Commission remains concerned that children born with intersex variations are still subject to medically unnecessary normalising medical interventions before they are able to provide full and informed consent.</w:t>
      </w:r>
      <w:r>
        <w:rPr>
          <w:rStyle w:val="EndnoteReference"/>
        </w:rPr>
        <w:endnoteReference w:id="77"/>
      </w:r>
      <w:r>
        <w:t xml:space="preserve"> Such interventions can have significant and ongoing physical and psychological consequences.</w:t>
      </w:r>
      <w:r>
        <w:rPr>
          <w:rStyle w:val="EndnoteReference"/>
        </w:rPr>
        <w:endnoteReference w:id="78"/>
      </w:r>
      <w:r w:rsidR="00200886">
        <w:t xml:space="preserve"> The Commission notes that the Senate Community Affairs Committee conducted an inquiry into the involuntary or coerced sterilisation of intersex people in Australia in 2013.</w:t>
      </w:r>
      <w:r w:rsidR="00406BB1">
        <w:rPr>
          <w:rStyle w:val="EndnoteReference"/>
        </w:rPr>
        <w:endnoteReference w:id="79"/>
      </w:r>
      <w:r w:rsidR="00200886">
        <w:t xml:space="preserve"> The Government responded to the recommendations of that inquiry in 2015.</w:t>
      </w:r>
      <w:r w:rsidR="00406BB1">
        <w:rPr>
          <w:rStyle w:val="EndnoteReference"/>
        </w:rPr>
        <w:endnoteReference w:id="80"/>
      </w:r>
      <w:r w:rsidR="00200886">
        <w:t xml:space="preserve"> The Commission remains concerned that many of the recommendations have not been implemented; particularly at the state and territory level.</w:t>
      </w:r>
    </w:p>
    <w:p w14:paraId="5DA57BFD" w14:textId="150EA25A" w:rsidR="008C71B2" w:rsidRDefault="007F2570" w:rsidP="00702B9A">
      <w:pPr>
        <w:pStyle w:val="SubmissionNormal"/>
        <w:ind w:hanging="720"/>
      </w:pPr>
      <w:r>
        <w:t>The Commission also remains concerned that in all Australian states and territories, with the exception of the Australian Capital Territory (ACT), people must undergo surgical or medical treatment to change the legal record of their sex. They must also be unmarried.</w:t>
      </w:r>
      <w:r>
        <w:rPr>
          <w:rStyle w:val="EndnoteReference"/>
        </w:rPr>
        <w:endnoteReference w:id="81"/>
      </w:r>
      <w:r>
        <w:t xml:space="preserve"> In the ACT people must provide a declaration from a psychologist or doctor that they have received ‘appropriate clinical treatment for the alteration’.</w:t>
      </w:r>
      <w:r>
        <w:rPr>
          <w:rStyle w:val="EndnoteReference"/>
        </w:rPr>
        <w:endnoteReference w:id="82"/>
      </w:r>
    </w:p>
    <w:p w14:paraId="66B3CD41" w14:textId="1AD9A58B" w:rsidR="00A6611A" w:rsidRDefault="009629C5" w:rsidP="00A6611A">
      <w:pPr>
        <w:pStyle w:val="SubmissionNormal"/>
        <w:ind w:hanging="720"/>
      </w:pPr>
      <w:r w:rsidRPr="00200886">
        <w:rPr>
          <w:b/>
        </w:rPr>
        <w:t>Issue</w:t>
      </w:r>
      <w:r w:rsidR="00090F75">
        <w:rPr>
          <w:b/>
        </w:rPr>
        <w:t>s</w:t>
      </w:r>
      <w:r w:rsidRPr="00200886">
        <w:rPr>
          <w:b/>
        </w:rPr>
        <w:t xml:space="preserve"> for consideration in </w:t>
      </w:r>
      <w:r w:rsidR="00090F75">
        <w:rPr>
          <w:b/>
        </w:rPr>
        <w:t xml:space="preserve">the </w:t>
      </w:r>
      <w:r w:rsidRPr="00200886">
        <w:rPr>
          <w:b/>
        </w:rPr>
        <w:t>LOIPR</w:t>
      </w:r>
      <w:r w:rsidRPr="00200886">
        <w:t xml:space="preserve">: </w:t>
      </w:r>
    </w:p>
    <w:p w14:paraId="46097145" w14:textId="6B802AD0" w:rsidR="00A6611A" w:rsidRPr="00A6611A" w:rsidRDefault="00200886" w:rsidP="00A6611A">
      <w:pPr>
        <w:pStyle w:val="SubmissionNormal"/>
        <w:numPr>
          <w:ilvl w:val="1"/>
          <w:numId w:val="36"/>
        </w:numPr>
      </w:pPr>
      <w:r w:rsidRPr="00A6611A">
        <w:rPr>
          <w:b/>
        </w:rPr>
        <w:t xml:space="preserve">Information on the implementation of the recommendations of the Senate </w:t>
      </w:r>
      <w:r w:rsidR="00A6611A">
        <w:rPr>
          <w:b/>
        </w:rPr>
        <w:t xml:space="preserve">Inquiry Report </w:t>
      </w:r>
      <w:r w:rsidRPr="00A6611A">
        <w:rPr>
          <w:b/>
        </w:rPr>
        <w:t xml:space="preserve">Community Affairs Committee’s 2013 </w:t>
      </w:r>
      <w:r w:rsidRPr="00A6611A">
        <w:rPr>
          <w:b/>
          <w:i/>
        </w:rPr>
        <w:t xml:space="preserve">Report on the Involuntary or Coerced Sterilisation of Intersex People in Australia </w:t>
      </w:r>
      <w:r w:rsidRPr="00A6611A">
        <w:rPr>
          <w:b/>
        </w:rPr>
        <w:t>by federal, state and territory governments.</w:t>
      </w:r>
    </w:p>
    <w:p w14:paraId="2AB3DD2E" w14:textId="31E1FF3C" w:rsidR="00200886" w:rsidRPr="00A6611A" w:rsidRDefault="00200886" w:rsidP="00A6611A">
      <w:pPr>
        <w:pStyle w:val="SubmissionNormal"/>
        <w:numPr>
          <w:ilvl w:val="1"/>
          <w:numId w:val="36"/>
        </w:numPr>
      </w:pPr>
      <w:r w:rsidRPr="00A6611A">
        <w:rPr>
          <w:b/>
        </w:rPr>
        <w:t>Information on steps taken by state and territory governments to remove the surgery and marital status requirements in births, deaths and marriages registration legislation.</w:t>
      </w:r>
    </w:p>
    <w:p w14:paraId="66602336" w14:textId="35BC9A0B" w:rsidR="008C71B2" w:rsidRDefault="008C71B2" w:rsidP="008C71B2">
      <w:pPr>
        <w:pStyle w:val="Heading2"/>
        <w:numPr>
          <w:ilvl w:val="1"/>
          <w:numId w:val="37"/>
        </w:numPr>
      </w:pPr>
      <w:bookmarkStart w:id="48" w:name="_Toc454789021"/>
      <w:r>
        <w:t>Older persons</w:t>
      </w:r>
      <w:r w:rsidR="00482671">
        <w:t xml:space="preserve"> – elder abuse</w:t>
      </w:r>
      <w:bookmarkEnd w:id="48"/>
    </w:p>
    <w:p w14:paraId="1133CCE0" w14:textId="77777777" w:rsidR="00702B9A" w:rsidRDefault="008C71B2" w:rsidP="004E2F1E">
      <w:pPr>
        <w:ind w:firstLine="720"/>
        <w:rPr>
          <w:b/>
        </w:rPr>
      </w:pPr>
      <w:r>
        <w:rPr>
          <w:b/>
        </w:rPr>
        <w:t>Concluding Observations: n/a</w:t>
      </w:r>
    </w:p>
    <w:p w14:paraId="0B476ECA" w14:textId="77777777" w:rsidR="001970E7" w:rsidRPr="00C33911" w:rsidRDefault="001970E7" w:rsidP="004E2F1E">
      <w:pPr>
        <w:ind w:firstLine="720"/>
        <w:rPr>
          <w:b/>
        </w:rPr>
      </w:pPr>
      <w:r>
        <w:rPr>
          <w:b/>
        </w:rPr>
        <w:t>Relevant provisions of the CAT: Articles 2 and 16</w:t>
      </w:r>
    </w:p>
    <w:p w14:paraId="4E7204D0" w14:textId="4D74C16B" w:rsidR="00C2274F" w:rsidRPr="00C2274F" w:rsidRDefault="00C2274F" w:rsidP="00C2274F">
      <w:pPr>
        <w:pStyle w:val="SubmissionNormal"/>
        <w:ind w:hanging="720"/>
      </w:pPr>
      <w:r>
        <w:t xml:space="preserve">The Commission notes that </w:t>
      </w:r>
      <w:r w:rsidR="00686A16">
        <w:t xml:space="preserve">the </w:t>
      </w:r>
      <w:r w:rsidR="00686A16" w:rsidRPr="00C2274F">
        <w:t>Australia</w:t>
      </w:r>
      <w:r w:rsidR="00686A16">
        <w:t>n Government</w:t>
      </w:r>
      <w:r w:rsidR="00686A16" w:rsidRPr="00C2274F">
        <w:t xml:space="preserve"> </w:t>
      </w:r>
      <w:r w:rsidR="00686A16">
        <w:t xml:space="preserve">UPR voluntary commitment </w:t>
      </w:r>
      <w:r w:rsidR="00686A16" w:rsidRPr="00C2274F">
        <w:t>to</w:t>
      </w:r>
      <w:r w:rsidRPr="00C2274F">
        <w:t xml:space="preserve"> includ</w:t>
      </w:r>
      <w:r w:rsidR="00686A16">
        <w:t>e</w:t>
      </w:r>
      <w:r w:rsidRPr="00C2274F">
        <w:t xml:space="preserve"> a dedi</w:t>
      </w:r>
      <w:r w:rsidR="00900C0B">
        <w:t>cated section on the rights of older Australians</w:t>
      </w:r>
      <w:r w:rsidRPr="00C2274F">
        <w:t xml:space="preserve"> in all relevant human rights treaty</w:t>
      </w:r>
      <w:r w:rsidR="00686A16">
        <w:t xml:space="preserve"> reports</w:t>
      </w:r>
      <w:r w:rsidRPr="00C2274F">
        <w:t xml:space="preserve"> and </w:t>
      </w:r>
      <w:r w:rsidR="00686A16">
        <w:t xml:space="preserve">UPR </w:t>
      </w:r>
      <w:r w:rsidRPr="00C2274F">
        <w:t>reports.</w:t>
      </w:r>
      <w:r>
        <w:rPr>
          <w:rStyle w:val="EndnoteReference"/>
        </w:rPr>
        <w:endnoteReference w:id="83"/>
      </w:r>
    </w:p>
    <w:p w14:paraId="072F79B4" w14:textId="77777777" w:rsidR="00BB6AD3" w:rsidRDefault="00BB6AD3" w:rsidP="00702B9A">
      <w:pPr>
        <w:pStyle w:val="SubmissionNormal"/>
        <w:ind w:hanging="720"/>
      </w:pPr>
      <w:r>
        <w:t xml:space="preserve">The </w:t>
      </w:r>
      <w:r w:rsidRPr="00BB6AD3">
        <w:t>Commission is of the view that all Australians have the basic human right to feel safe, respected and free from violence in their relationships, families and in their homes. Elder abuse, in many various forms, is a fundamental human rights issue faced by many older people and is presenting a range of complex challenges for the Australian community</w:t>
      </w:r>
      <w:r>
        <w:t>.</w:t>
      </w:r>
    </w:p>
    <w:p w14:paraId="435CB593" w14:textId="36890201" w:rsidR="00BB6AD3" w:rsidRDefault="00BB6AD3" w:rsidP="00702B9A">
      <w:pPr>
        <w:pStyle w:val="SubmissionNormal"/>
        <w:ind w:hanging="720"/>
      </w:pPr>
      <w:r>
        <w:t xml:space="preserve">At </w:t>
      </w:r>
      <w:r w:rsidRPr="00BB6AD3">
        <w:t>present the evidence about the prevalence of elder abuse in Australia is</w:t>
      </w:r>
      <w:r w:rsidR="00686A16" w:rsidRPr="00686A16">
        <w:t xml:space="preserve"> </w:t>
      </w:r>
      <w:r w:rsidR="00686A16">
        <w:t>limited</w:t>
      </w:r>
      <w:r w:rsidRPr="00BB6AD3">
        <w:t xml:space="preserve">. There is no national prevalence data, but it is almost certain that </w:t>
      </w:r>
      <w:r w:rsidR="00686A16">
        <w:t>elder abuse</w:t>
      </w:r>
      <w:r w:rsidRPr="00BB6AD3">
        <w:t xml:space="preserve"> will increase as Australia’s population lives longer, and older people form a great</w:t>
      </w:r>
      <w:r w:rsidR="00686A16">
        <w:t>er proportion of the population</w:t>
      </w:r>
      <w:r w:rsidRPr="00BB6AD3">
        <w:t>. There is growing community awareness of elder abuse and the need for coordinated action. In recent years elder abuse has been the subject of investigation by the Queensland</w:t>
      </w:r>
      <w:r w:rsidRPr="00BB6AD3">
        <w:rPr>
          <w:sz w:val="20"/>
          <w:vertAlign w:val="superscript"/>
        </w:rPr>
        <w:endnoteReference w:id="84"/>
      </w:r>
      <w:r w:rsidRPr="00BB6AD3">
        <w:t xml:space="preserve"> and New South Wales</w:t>
      </w:r>
      <w:r w:rsidRPr="00BB6AD3">
        <w:rPr>
          <w:sz w:val="20"/>
          <w:vertAlign w:val="superscript"/>
        </w:rPr>
        <w:endnoteReference w:id="85"/>
      </w:r>
      <w:r w:rsidRPr="00BB6AD3">
        <w:t xml:space="preserve"> state parliaments and a Victorian Royal Commission into Family Violence.</w:t>
      </w:r>
      <w:r w:rsidRPr="00BB6AD3">
        <w:rPr>
          <w:sz w:val="20"/>
          <w:vertAlign w:val="superscript"/>
        </w:rPr>
        <w:endnoteReference w:id="86"/>
      </w:r>
    </w:p>
    <w:p w14:paraId="56AE914E" w14:textId="3C95A89C" w:rsidR="00BB6AD3" w:rsidRDefault="00BB6AD3" w:rsidP="00702B9A">
      <w:pPr>
        <w:pStyle w:val="SubmissionNormal"/>
        <w:ind w:hanging="720"/>
      </w:pPr>
      <w:r>
        <w:t xml:space="preserve">The </w:t>
      </w:r>
      <w:r w:rsidRPr="00BB6AD3">
        <w:t xml:space="preserve">Commission notes that in February 2016, the Australian Government, released an Australian Institute of Families Studies (AIFS) report on elder abuse, providing a valuable insight into the nature of abuse in Australia. Building on the AIFS study, the Attorney-General asked the Australian Law Reform Commission to conduct an inquiry into safeguards for older Australians, with </w:t>
      </w:r>
      <w:r w:rsidR="002B6005">
        <w:t xml:space="preserve">the </w:t>
      </w:r>
      <w:r w:rsidRPr="00BB6AD3">
        <w:t>report due by May 2017.</w:t>
      </w:r>
      <w:r w:rsidRPr="00BB6AD3">
        <w:rPr>
          <w:sz w:val="20"/>
          <w:vertAlign w:val="superscript"/>
        </w:rPr>
        <w:endnoteReference w:id="87"/>
      </w:r>
      <w:r w:rsidRPr="00BB6AD3">
        <w:t xml:space="preserve"> The Commission is of the view that these initiatives are a first step towards a coordinated national strategy on elder abuse</w:t>
      </w:r>
      <w:r>
        <w:t>.</w:t>
      </w:r>
    </w:p>
    <w:p w14:paraId="25E1FD29" w14:textId="5A9797A9" w:rsidR="004E2F1E" w:rsidRDefault="009629C5" w:rsidP="00702B9A">
      <w:pPr>
        <w:pStyle w:val="SubmissionNormal"/>
        <w:ind w:hanging="720"/>
        <w:rPr>
          <w:b/>
        </w:rPr>
      </w:pPr>
      <w:r w:rsidRPr="000A0C8C">
        <w:rPr>
          <w:b/>
        </w:rPr>
        <w:t xml:space="preserve">Issue for consideration in </w:t>
      </w:r>
      <w:r w:rsidR="00E8252C">
        <w:rPr>
          <w:b/>
        </w:rPr>
        <w:t xml:space="preserve">the </w:t>
      </w:r>
      <w:r w:rsidRPr="000A0C8C">
        <w:rPr>
          <w:b/>
        </w:rPr>
        <w:t xml:space="preserve">LOIPR: </w:t>
      </w:r>
      <w:r w:rsidR="000A0C8C" w:rsidRPr="000A0C8C">
        <w:rPr>
          <w:b/>
        </w:rPr>
        <w:t>Information on the prevalence of elder abuse and strategies to combat this abuse.</w:t>
      </w:r>
      <w:r w:rsidR="004E2F1E">
        <w:rPr>
          <w:b/>
        </w:rPr>
        <w:br w:type="page"/>
      </w:r>
    </w:p>
    <w:p w14:paraId="18328617" w14:textId="77777777" w:rsidR="00533F58" w:rsidRDefault="004E2F1E" w:rsidP="004E2F1E">
      <w:pPr>
        <w:pStyle w:val="Heading1"/>
        <w:numPr>
          <w:ilvl w:val="0"/>
          <w:numId w:val="0"/>
        </w:numPr>
        <w:ind w:left="851" w:hanging="851"/>
      </w:pPr>
      <w:bookmarkStart w:id="49" w:name="_Toc454789022"/>
      <w:r>
        <w:t>Attachment 1</w:t>
      </w:r>
      <w:r w:rsidR="00E8252C">
        <w:t>: C</w:t>
      </w:r>
      <w:r>
        <w:t>ompilation of i</w:t>
      </w:r>
      <w:r w:rsidRPr="004E2F1E">
        <w:t>ssue</w:t>
      </w:r>
      <w:r>
        <w:t>s</w:t>
      </w:r>
      <w:r w:rsidRPr="004E2F1E">
        <w:t xml:space="preserve"> for consideration in </w:t>
      </w:r>
      <w:r w:rsidR="00E8252C">
        <w:t xml:space="preserve">the </w:t>
      </w:r>
      <w:r w:rsidRPr="004E2F1E">
        <w:t>LOIPR</w:t>
      </w:r>
      <w:bookmarkEnd w:id="49"/>
    </w:p>
    <w:p w14:paraId="7156E04B" w14:textId="77777777" w:rsidR="00E8252C" w:rsidRPr="00E8252C" w:rsidRDefault="00E8252C" w:rsidP="00E8252C">
      <w:pPr>
        <w:numPr>
          <w:ilvl w:val="0"/>
          <w:numId w:val="48"/>
        </w:numPr>
        <w:spacing w:before="0" w:after="200" w:line="276" w:lineRule="auto"/>
        <w:contextualSpacing/>
        <w:rPr>
          <w:rFonts w:eastAsia="Calibri"/>
          <w:b/>
          <w:sz w:val="28"/>
          <w:szCs w:val="28"/>
          <w:lang w:eastAsia="en-US"/>
        </w:rPr>
      </w:pPr>
      <w:r w:rsidRPr="00E8252C">
        <w:rPr>
          <w:rFonts w:eastAsia="Calibri"/>
          <w:b/>
          <w:sz w:val="28"/>
          <w:szCs w:val="28"/>
          <w:lang w:eastAsia="en-US"/>
        </w:rPr>
        <w:t>National Human Rights Institution</w:t>
      </w:r>
    </w:p>
    <w:p w14:paraId="2CE7A099" w14:textId="77777777" w:rsidR="00E8252C" w:rsidRPr="00E8252C" w:rsidRDefault="00E8252C" w:rsidP="00E8252C">
      <w:pPr>
        <w:spacing w:before="0" w:after="0"/>
        <w:ind w:left="720"/>
        <w:contextualSpacing/>
        <w:rPr>
          <w:rFonts w:eastAsia="Calibri"/>
          <w:b/>
          <w:lang w:eastAsia="en-US"/>
        </w:rPr>
      </w:pPr>
    </w:p>
    <w:p w14:paraId="4D08D118"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Ensuring that the Commission is guided by a comprehensive definition of human rights, including by CAT being a scheduled instrument.</w:t>
      </w:r>
    </w:p>
    <w:p w14:paraId="664A5271" w14:textId="77777777" w:rsidR="00E8252C" w:rsidRPr="00E8252C" w:rsidRDefault="00E8252C" w:rsidP="00E8252C">
      <w:pPr>
        <w:spacing w:before="0" w:after="0"/>
        <w:ind w:left="720"/>
        <w:contextualSpacing/>
        <w:rPr>
          <w:rFonts w:eastAsia="Calibri"/>
          <w:lang w:eastAsia="en-US"/>
        </w:rPr>
      </w:pPr>
    </w:p>
    <w:p w14:paraId="4C49B941" w14:textId="77777777" w:rsidR="00E8252C" w:rsidRPr="00E8252C" w:rsidRDefault="00E8252C" w:rsidP="00E8252C">
      <w:pPr>
        <w:numPr>
          <w:ilvl w:val="0"/>
          <w:numId w:val="48"/>
        </w:numPr>
        <w:spacing w:before="0" w:after="0" w:line="276" w:lineRule="auto"/>
        <w:contextualSpacing/>
        <w:rPr>
          <w:rFonts w:eastAsia="Calibri"/>
          <w:b/>
          <w:sz w:val="28"/>
          <w:szCs w:val="28"/>
          <w:lang w:eastAsia="en-US"/>
        </w:rPr>
      </w:pPr>
      <w:r w:rsidRPr="00E8252C">
        <w:rPr>
          <w:rFonts w:eastAsia="Calibri"/>
          <w:b/>
          <w:sz w:val="28"/>
          <w:szCs w:val="28"/>
          <w:lang w:eastAsia="en-US"/>
        </w:rPr>
        <w:t>Ratification of OPCAT</w:t>
      </w:r>
    </w:p>
    <w:p w14:paraId="4354C449" w14:textId="77777777" w:rsidR="00E8252C" w:rsidRPr="00E8252C" w:rsidRDefault="00E8252C" w:rsidP="00E8252C">
      <w:pPr>
        <w:spacing w:before="0" w:after="0"/>
        <w:ind w:left="720"/>
        <w:contextualSpacing/>
        <w:rPr>
          <w:rFonts w:eastAsia="Calibri"/>
          <w:lang w:eastAsia="en-US"/>
        </w:rPr>
      </w:pPr>
    </w:p>
    <w:p w14:paraId="25FAFDE9"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on the timing of ratification of OPCAT and the nature of the National Preventive Mechanism to be established for places of detention.</w:t>
      </w:r>
    </w:p>
    <w:p w14:paraId="28EBA1DF" w14:textId="77777777" w:rsidR="00E8252C" w:rsidRPr="00E8252C" w:rsidRDefault="00E8252C" w:rsidP="00E8252C">
      <w:pPr>
        <w:spacing w:before="0" w:after="0"/>
        <w:ind w:left="720"/>
        <w:contextualSpacing/>
        <w:rPr>
          <w:rFonts w:eastAsia="Calibri"/>
          <w:lang w:eastAsia="en-US"/>
        </w:rPr>
      </w:pPr>
    </w:p>
    <w:p w14:paraId="72ADB3C3" w14:textId="77777777" w:rsidR="00E8252C" w:rsidRPr="00E8252C" w:rsidRDefault="00E8252C" w:rsidP="00E8252C">
      <w:pPr>
        <w:numPr>
          <w:ilvl w:val="0"/>
          <w:numId w:val="48"/>
        </w:numPr>
        <w:spacing w:before="0" w:after="200" w:line="276" w:lineRule="auto"/>
        <w:contextualSpacing/>
        <w:rPr>
          <w:rFonts w:eastAsia="Calibri"/>
          <w:b/>
          <w:sz w:val="28"/>
          <w:szCs w:val="28"/>
          <w:lang w:eastAsia="en-US"/>
        </w:rPr>
      </w:pPr>
      <w:r w:rsidRPr="00E8252C">
        <w:rPr>
          <w:rFonts w:eastAsia="Calibri"/>
          <w:b/>
          <w:sz w:val="28"/>
          <w:szCs w:val="28"/>
          <w:lang w:eastAsia="en-US"/>
        </w:rPr>
        <w:t>Scrutiny of human rights and role of the Parliamentary Joint Committee on Human Rights</w:t>
      </w:r>
    </w:p>
    <w:p w14:paraId="0CD6322F" w14:textId="77777777" w:rsidR="00E8252C" w:rsidRPr="00E8252C" w:rsidRDefault="00E8252C" w:rsidP="00E8252C">
      <w:pPr>
        <w:spacing w:before="0" w:after="0"/>
        <w:ind w:left="720"/>
        <w:contextualSpacing/>
        <w:rPr>
          <w:rFonts w:eastAsia="Calibri"/>
          <w:lang w:eastAsia="en-US"/>
        </w:rPr>
      </w:pPr>
    </w:p>
    <w:p w14:paraId="104FEFBF"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on the incorporation of human rights into Australian law including procedures for considering the concerns raised by the PJCHR.</w:t>
      </w:r>
    </w:p>
    <w:p w14:paraId="65AD2E7A" w14:textId="77777777" w:rsidR="00E8252C" w:rsidRPr="00E8252C" w:rsidRDefault="00E8252C" w:rsidP="00E8252C">
      <w:pPr>
        <w:spacing w:before="0" w:after="0"/>
        <w:ind w:left="720"/>
        <w:contextualSpacing/>
        <w:rPr>
          <w:rFonts w:eastAsia="Calibri"/>
          <w:lang w:eastAsia="en-US"/>
        </w:rPr>
      </w:pPr>
    </w:p>
    <w:p w14:paraId="3FDCF216" w14:textId="77777777" w:rsidR="00E8252C" w:rsidRPr="00E8252C" w:rsidRDefault="00E8252C" w:rsidP="00E8252C">
      <w:pPr>
        <w:numPr>
          <w:ilvl w:val="0"/>
          <w:numId w:val="48"/>
        </w:numPr>
        <w:spacing w:before="0" w:after="200" w:line="276" w:lineRule="auto"/>
        <w:contextualSpacing/>
        <w:rPr>
          <w:rFonts w:eastAsia="Calibri"/>
          <w:b/>
          <w:sz w:val="28"/>
          <w:szCs w:val="28"/>
          <w:lang w:eastAsia="en-US"/>
        </w:rPr>
      </w:pPr>
      <w:r w:rsidRPr="00E8252C">
        <w:rPr>
          <w:rFonts w:eastAsia="Calibri"/>
          <w:b/>
          <w:sz w:val="28"/>
          <w:szCs w:val="28"/>
          <w:lang w:eastAsia="en-US"/>
        </w:rPr>
        <w:t>Violence against women and children</w:t>
      </w:r>
    </w:p>
    <w:p w14:paraId="1A4001D2" w14:textId="77777777" w:rsidR="00E8252C" w:rsidRPr="00E8252C" w:rsidRDefault="00E8252C" w:rsidP="00E8252C">
      <w:pPr>
        <w:spacing w:before="0" w:after="0"/>
        <w:ind w:left="720"/>
        <w:contextualSpacing/>
        <w:rPr>
          <w:rFonts w:eastAsia="Calibri"/>
          <w:lang w:eastAsia="en-US"/>
        </w:rPr>
      </w:pPr>
    </w:p>
    <w:p w14:paraId="2492A83D"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 xml:space="preserve">Information on how the National Plan addresses gender inequality, focuses on prevention measures, and ensures robust, independent monitoring and evaluation. </w:t>
      </w:r>
    </w:p>
    <w:p w14:paraId="294CE28F" w14:textId="77777777" w:rsidR="00E8252C" w:rsidRPr="00E8252C" w:rsidRDefault="00E8252C" w:rsidP="00E8252C">
      <w:pPr>
        <w:spacing w:before="0" w:after="0"/>
        <w:ind w:left="720"/>
        <w:contextualSpacing/>
        <w:rPr>
          <w:rFonts w:eastAsia="Calibri"/>
          <w:lang w:eastAsia="en-US"/>
        </w:rPr>
      </w:pPr>
    </w:p>
    <w:p w14:paraId="059C5CD9"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 xml:space="preserve">Information on the funding for specialist family violence services including legal services (community legal centres and Family Violence Prevention Legal Services), funding for appropriate support for crisis and transitional accommodation, and adequacy of funding for the Third Action Plan of the National Framework for Protecting Australia’s Children 2009-2020. </w:t>
      </w:r>
    </w:p>
    <w:p w14:paraId="5AA29C97" w14:textId="77777777" w:rsidR="00E8252C" w:rsidRPr="00E8252C" w:rsidRDefault="00E8252C" w:rsidP="00E8252C">
      <w:pPr>
        <w:spacing w:before="0" w:after="0"/>
        <w:ind w:left="720"/>
        <w:contextualSpacing/>
        <w:rPr>
          <w:rFonts w:eastAsia="Calibri"/>
          <w:lang w:eastAsia="en-US"/>
        </w:rPr>
      </w:pPr>
    </w:p>
    <w:p w14:paraId="2B5E29B1"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on how the National Plan addresses the specific needs and rights of children and young people recognising that discrimination, harassment, violence, and a lack of safety are all abuses of children's human rights. To this end the Commission refers the Committee to the National Children’s Commissioner’s Children’s Rights Report 2015.</w:t>
      </w:r>
    </w:p>
    <w:p w14:paraId="56724729" w14:textId="77777777" w:rsidR="00E8252C" w:rsidRPr="00E8252C" w:rsidRDefault="00E8252C" w:rsidP="00E8252C">
      <w:pPr>
        <w:spacing w:before="0" w:after="0"/>
        <w:ind w:left="720"/>
        <w:contextualSpacing/>
        <w:rPr>
          <w:rFonts w:eastAsia="Calibri"/>
          <w:lang w:eastAsia="en-US"/>
        </w:rPr>
      </w:pPr>
    </w:p>
    <w:p w14:paraId="7920E441"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 xml:space="preserve">Information on the monitoring of the implementation of Coronial Inquest findings, to address systemic failures to protect women from domestic violence. </w:t>
      </w:r>
    </w:p>
    <w:p w14:paraId="7DE1952F" w14:textId="77777777" w:rsidR="00E8252C" w:rsidRPr="00E8252C" w:rsidRDefault="00E8252C" w:rsidP="00E8252C">
      <w:pPr>
        <w:spacing w:before="0" w:after="0"/>
        <w:ind w:left="720"/>
        <w:contextualSpacing/>
        <w:rPr>
          <w:rFonts w:eastAsia="Calibri"/>
          <w:lang w:eastAsia="en-US"/>
        </w:rPr>
      </w:pPr>
    </w:p>
    <w:p w14:paraId="52252AC7"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 xml:space="preserve">Information on the progress to establish a national child death and injury data base. </w:t>
      </w:r>
    </w:p>
    <w:p w14:paraId="76E6F420" w14:textId="77777777" w:rsidR="00E8252C" w:rsidRPr="00E8252C" w:rsidRDefault="00E8252C" w:rsidP="00E8252C">
      <w:pPr>
        <w:spacing w:before="0" w:after="0"/>
        <w:ind w:left="720"/>
        <w:contextualSpacing/>
        <w:rPr>
          <w:rFonts w:eastAsia="Calibri"/>
          <w:lang w:eastAsia="en-US"/>
        </w:rPr>
      </w:pPr>
    </w:p>
    <w:p w14:paraId="10BC87E9" w14:textId="77777777" w:rsidR="00E8252C" w:rsidRPr="00E8252C" w:rsidRDefault="00E8252C" w:rsidP="00E8252C">
      <w:pPr>
        <w:numPr>
          <w:ilvl w:val="0"/>
          <w:numId w:val="48"/>
        </w:numPr>
        <w:spacing w:before="0" w:after="0" w:line="276" w:lineRule="auto"/>
        <w:contextualSpacing/>
        <w:rPr>
          <w:rFonts w:eastAsia="Calibri"/>
          <w:b/>
          <w:sz w:val="28"/>
          <w:szCs w:val="28"/>
          <w:lang w:eastAsia="en-US"/>
        </w:rPr>
      </w:pPr>
      <w:r w:rsidRPr="00E8252C">
        <w:rPr>
          <w:rFonts w:eastAsia="Calibri"/>
          <w:b/>
          <w:sz w:val="28"/>
          <w:szCs w:val="28"/>
          <w:lang w:eastAsia="en-US"/>
        </w:rPr>
        <w:t>Trafficking in persons</w:t>
      </w:r>
    </w:p>
    <w:p w14:paraId="2BB6AB38" w14:textId="77777777" w:rsidR="00E8252C" w:rsidRPr="00E8252C" w:rsidRDefault="00E8252C" w:rsidP="00E8252C">
      <w:pPr>
        <w:spacing w:before="0" w:after="0"/>
        <w:ind w:left="720"/>
        <w:contextualSpacing/>
        <w:rPr>
          <w:rFonts w:eastAsia="Calibri"/>
          <w:b/>
          <w:lang w:eastAsia="en-US"/>
        </w:rPr>
      </w:pPr>
    </w:p>
    <w:p w14:paraId="19D35851"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about mechanisms for providing compensation to victims of human trafficking and slavery and the adequacy of support services for victims.</w:t>
      </w:r>
    </w:p>
    <w:p w14:paraId="5BEFCE27"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 xml:space="preserve">  </w:t>
      </w:r>
    </w:p>
    <w:p w14:paraId="19C486E3"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about responses to human trafficking, slavery and slavery-like situations, including measures in place to address forced labour in value chains.</w:t>
      </w:r>
    </w:p>
    <w:p w14:paraId="23776857"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 xml:space="preserve"> </w:t>
      </w:r>
    </w:p>
    <w:p w14:paraId="36EA9C16"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about how current consideration of a National Action Plan on Business and Human Rights will incorporate the approach to people trafficking and Australia’s obligations under CAT.</w:t>
      </w:r>
    </w:p>
    <w:p w14:paraId="6172C099" w14:textId="77777777" w:rsidR="00E8252C" w:rsidRPr="00E8252C" w:rsidRDefault="00E8252C" w:rsidP="00E8252C">
      <w:pPr>
        <w:spacing w:before="0" w:after="0"/>
        <w:ind w:left="720"/>
        <w:contextualSpacing/>
        <w:rPr>
          <w:rFonts w:eastAsia="Calibri"/>
          <w:lang w:eastAsia="en-US"/>
        </w:rPr>
      </w:pPr>
    </w:p>
    <w:p w14:paraId="0A5387CD"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 xml:space="preserve">Information on the adoption of the recommendations contained in the report </w:t>
      </w:r>
      <w:r w:rsidRPr="00E8252C">
        <w:rPr>
          <w:rFonts w:eastAsia="Calibri"/>
          <w:i/>
          <w:lang w:eastAsia="en-US"/>
        </w:rPr>
        <w:t>Surrogacy Matters</w:t>
      </w:r>
      <w:r w:rsidRPr="00E8252C">
        <w:rPr>
          <w:rFonts w:eastAsia="Calibri"/>
          <w:lang w:eastAsia="en-US"/>
        </w:rPr>
        <w:t xml:space="preserve"> to ensure the prevention of trafficking of birth mothers and the children they carry.</w:t>
      </w:r>
    </w:p>
    <w:p w14:paraId="418D6B43" w14:textId="77777777" w:rsidR="00E8252C" w:rsidRPr="00E8252C" w:rsidRDefault="00E8252C" w:rsidP="00E8252C">
      <w:pPr>
        <w:spacing w:before="0" w:after="0"/>
        <w:ind w:left="720"/>
        <w:contextualSpacing/>
        <w:rPr>
          <w:rFonts w:eastAsia="Calibri"/>
          <w:lang w:eastAsia="en-US"/>
        </w:rPr>
      </w:pPr>
    </w:p>
    <w:p w14:paraId="6958AE1F" w14:textId="77777777" w:rsidR="00E8252C" w:rsidRPr="00E8252C" w:rsidRDefault="00E8252C" w:rsidP="00E8252C">
      <w:pPr>
        <w:numPr>
          <w:ilvl w:val="0"/>
          <w:numId w:val="48"/>
        </w:numPr>
        <w:spacing w:before="0" w:after="0" w:line="276" w:lineRule="auto"/>
        <w:contextualSpacing/>
        <w:rPr>
          <w:rFonts w:eastAsia="Calibri"/>
          <w:b/>
          <w:sz w:val="28"/>
          <w:szCs w:val="28"/>
          <w:lang w:eastAsia="en-US"/>
        </w:rPr>
      </w:pPr>
      <w:r w:rsidRPr="00E8252C">
        <w:rPr>
          <w:rFonts w:eastAsia="Calibri"/>
          <w:b/>
          <w:sz w:val="28"/>
          <w:szCs w:val="28"/>
          <w:lang w:eastAsia="en-US"/>
        </w:rPr>
        <w:t>Criminal Justice System</w:t>
      </w:r>
    </w:p>
    <w:p w14:paraId="0A1CD1BA" w14:textId="77777777" w:rsidR="00E8252C" w:rsidRPr="00E8252C" w:rsidRDefault="00E8252C" w:rsidP="00E8252C">
      <w:pPr>
        <w:spacing w:before="0" w:after="0"/>
        <w:ind w:left="720"/>
        <w:contextualSpacing/>
        <w:rPr>
          <w:rFonts w:eastAsia="Calibri"/>
          <w:b/>
          <w:lang w:eastAsia="en-US"/>
        </w:rPr>
      </w:pPr>
    </w:p>
    <w:p w14:paraId="0EA686B8" w14:textId="77777777" w:rsidR="00E8252C" w:rsidRPr="00E8252C" w:rsidRDefault="00E8252C" w:rsidP="00E8252C">
      <w:pPr>
        <w:spacing w:before="0" w:after="0"/>
        <w:ind w:left="720"/>
        <w:contextualSpacing/>
        <w:rPr>
          <w:rFonts w:eastAsia="Calibri"/>
          <w:b/>
          <w:i/>
          <w:lang w:eastAsia="en-US"/>
        </w:rPr>
      </w:pPr>
      <w:r w:rsidRPr="00E8252C">
        <w:rPr>
          <w:rFonts w:eastAsia="Calibri"/>
          <w:b/>
          <w:i/>
          <w:lang w:eastAsia="en-US"/>
        </w:rPr>
        <w:t>Aboriginal and Torres Strait Islander Peoples</w:t>
      </w:r>
    </w:p>
    <w:p w14:paraId="258AF286" w14:textId="77777777" w:rsidR="00E8252C" w:rsidRPr="00E8252C" w:rsidRDefault="00E8252C" w:rsidP="00E8252C">
      <w:pPr>
        <w:spacing w:before="0" w:after="0"/>
        <w:ind w:left="720"/>
        <w:contextualSpacing/>
        <w:rPr>
          <w:rFonts w:eastAsia="Calibri"/>
          <w:b/>
          <w:i/>
          <w:lang w:eastAsia="en-US"/>
        </w:rPr>
      </w:pPr>
    </w:p>
    <w:p w14:paraId="5E86C290"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about approaches to address the rates of incarceration for Aboriginal and Torres Strait Islander peoples, including benchmarks and targets.</w:t>
      </w:r>
    </w:p>
    <w:p w14:paraId="72E2FDE1" w14:textId="77777777" w:rsidR="00E8252C" w:rsidRPr="00E8252C" w:rsidRDefault="00E8252C" w:rsidP="00E8252C">
      <w:pPr>
        <w:spacing w:before="0" w:after="0"/>
        <w:ind w:left="720"/>
        <w:contextualSpacing/>
        <w:rPr>
          <w:rFonts w:eastAsia="Calibri"/>
          <w:lang w:eastAsia="en-US"/>
        </w:rPr>
      </w:pPr>
    </w:p>
    <w:p w14:paraId="09328C57"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about the adequacy of funding to meet needs of Aboriginal and Torres Strait Islander communities.</w:t>
      </w:r>
    </w:p>
    <w:p w14:paraId="733E92C9" w14:textId="77777777" w:rsidR="00E8252C" w:rsidRPr="00E8252C" w:rsidRDefault="00E8252C" w:rsidP="00E8252C">
      <w:pPr>
        <w:spacing w:before="0" w:after="0"/>
        <w:ind w:left="720"/>
        <w:contextualSpacing/>
        <w:rPr>
          <w:rFonts w:eastAsia="Calibri"/>
          <w:lang w:eastAsia="en-US"/>
        </w:rPr>
      </w:pPr>
    </w:p>
    <w:p w14:paraId="4292172A"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on the intended analysis of existing data and development of best practice to address the treatment of people with cognitive disability in contact with the criminal justice system.</w:t>
      </w:r>
    </w:p>
    <w:p w14:paraId="798F80B1"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 xml:space="preserve"> </w:t>
      </w:r>
    </w:p>
    <w:p w14:paraId="11490FB9"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on the application and impact of the ‘paperless arrests’ powers in the Northern Territory.</w:t>
      </w:r>
    </w:p>
    <w:p w14:paraId="3AECE4C7" w14:textId="77777777" w:rsidR="00E8252C" w:rsidRPr="00E8252C" w:rsidRDefault="00E8252C" w:rsidP="00E8252C">
      <w:pPr>
        <w:spacing w:before="0" w:after="0"/>
        <w:ind w:left="720"/>
        <w:contextualSpacing/>
        <w:rPr>
          <w:rFonts w:eastAsia="Calibri"/>
          <w:lang w:eastAsia="en-US"/>
        </w:rPr>
      </w:pPr>
    </w:p>
    <w:p w14:paraId="2D118574" w14:textId="77777777" w:rsidR="00E8252C" w:rsidRPr="00E8252C" w:rsidRDefault="00E8252C" w:rsidP="00E8252C">
      <w:pPr>
        <w:spacing w:before="0" w:after="0"/>
        <w:ind w:left="720"/>
        <w:contextualSpacing/>
        <w:rPr>
          <w:rFonts w:eastAsia="Calibri"/>
          <w:b/>
          <w:i/>
          <w:lang w:eastAsia="en-US"/>
        </w:rPr>
      </w:pPr>
      <w:r w:rsidRPr="00E8252C">
        <w:rPr>
          <w:rFonts w:eastAsia="Calibri"/>
          <w:b/>
          <w:i/>
          <w:lang w:eastAsia="en-US"/>
        </w:rPr>
        <w:t>Juvenile justice</w:t>
      </w:r>
    </w:p>
    <w:p w14:paraId="143980D8" w14:textId="77777777" w:rsidR="00E8252C" w:rsidRPr="00E8252C" w:rsidRDefault="00E8252C" w:rsidP="00E8252C">
      <w:pPr>
        <w:spacing w:before="0" w:after="0"/>
        <w:ind w:left="720"/>
        <w:contextualSpacing/>
        <w:rPr>
          <w:rFonts w:eastAsia="Calibri"/>
          <w:b/>
          <w:i/>
          <w:lang w:eastAsia="en-US"/>
        </w:rPr>
      </w:pPr>
    </w:p>
    <w:p w14:paraId="7D109FCE"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on persons under 18 years being detained in adult facilities.</w:t>
      </w:r>
    </w:p>
    <w:p w14:paraId="01CF8AAA" w14:textId="77777777" w:rsidR="00E8252C" w:rsidRPr="00E8252C" w:rsidRDefault="00E8252C" w:rsidP="00E8252C">
      <w:pPr>
        <w:spacing w:before="0" w:after="0"/>
        <w:ind w:left="720"/>
        <w:contextualSpacing/>
        <w:rPr>
          <w:rFonts w:eastAsia="Calibri"/>
          <w:lang w:eastAsia="en-US"/>
        </w:rPr>
      </w:pPr>
    </w:p>
    <w:p w14:paraId="120753BB" w14:textId="77777777" w:rsidR="00E8252C" w:rsidRPr="00E8252C" w:rsidRDefault="00E8252C" w:rsidP="00E8252C">
      <w:pPr>
        <w:spacing w:before="0" w:after="0"/>
        <w:ind w:left="720"/>
        <w:contextualSpacing/>
        <w:rPr>
          <w:rFonts w:eastAsia="Calibri"/>
          <w:lang w:eastAsia="en-US"/>
        </w:rPr>
      </w:pPr>
      <w:r w:rsidRPr="00E8252C">
        <w:rPr>
          <w:rFonts w:eastAsia="Calibri"/>
          <w:lang w:eastAsia="en-US"/>
        </w:rPr>
        <w:t>Information on the use of restraints against young people in custody.</w:t>
      </w:r>
    </w:p>
    <w:p w14:paraId="3E23FAB6" w14:textId="77777777" w:rsidR="00E8252C" w:rsidRPr="00E8252C" w:rsidRDefault="00E8252C" w:rsidP="00E8252C">
      <w:pPr>
        <w:spacing w:before="0" w:after="0"/>
        <w:ind w:left="720"/>
        <w:contextualSpacing/>
        <w:rPr>
          <w:rFonts w:eastAsia="Calibri"/>
          <w:lang w:eastAsia="en-US"/>
        </w:rPr>
      </w:pPr>
    </w:p>
    <w:p w14:paraId="0555F76E" w14:textId="77777777" w:rsidR="00E8252C" w:rsidRPr="00E8252C" w:rsidRDefault="00E8252C" w:rsidP="00E8252C">
      <w:pPr>
        <w:spacing w:before="0" w:after="0" w:line="276" w:lineRule="auto"/>
        <w:ind w:firstLine="720"/>
        <w:rPr>
          <w:rFonts w:eastAsia="Calibri"/>
          <w:b/>
          <w:i/>
          <w:lang w:eastAsia="en-US"/>
        </w:rPr>
      </w:pPr>
      <w:r w:rsidRPr="00E8252C">
        <w:rPr>
          <w:rFonts w:eastAsia="Calibri"/>
          <w:b/>
          <w:i/>
          <w:lang w:eastAsia="en-US"/>
        </w:rPr>
        <w:t>Deprivation of liberty - People with disability</w:t>
      </w:r>
    </w:p>
    <w:p w14:paraId="4E01EC3C" w14:textId="77777777" w:rsidR="00E8252C" w:rsidRPr="00E8252C" w:rsidRDefault="00E8252C" w:rsidP="00E8252C">
      <w:pPr>
        <w:ind w:left="720"/>
        <w:rPr>
          <w:rFonts w:eastAsia="Times New Roman"/>
        </w:rPr>
      </w:pPr>
      <w:r w:rsidRPr="00E8252C">
        <w:rPr>
          <w:rFonts w:eastAsia="Times New Roman"/>
        </w:rPr>
        <w:t xml:space="preserve">Information on the Australian Government response to the Senate Inquiry report into </w:t>
      </w:r>
      <w:r w:rsidRPr="00E8252C">
        <w:rPr>
          <w:i/>
        </w:rPr>
        <w:t>Violence, abuse and neglect against people with disability in institutional and residential settings.</w:t>
      </w:r>
    </w:p>
    <w:p w14:paraId="3AD09942" w14:textId="77777777" w:rsidR="00E8252C" w:rsidRPr="00E8252C" w:rsidRDefault="00E8252C" w:rsidP="00E8252C">
      <w:pPr>
        <w:ind w:left="720"/>
        <w:rPr>
          <w:rFonts w:eastAsia="Times New Roman"/>
        </w:rPr>
      </w:pPr>
      <w:r w:rsidRPr="00E8252C">
        <w:rPr>
          <w:rFonts w:eastAsia="Times New Roman"/>
        </w:rPr>
        <w:t>Information on the mental health care services provided within the criminal justice system.</w:t>
      </w:r>
    </w:p>
    <w:p w14:paraId="6F943C2F" w14:textId="77777777" w:rsidR="00E8252C" w:rsidRPr="00E8252C" w:rsidRDefault="00E8252C" w:rsidP="00E8252C">
      <w:pPr>
        <w:spacing w:before="0" w:after="0" w:line="276" w:lineRule="auto"/>
        <w:ind w:firstLine="720"/>
        <w:rPr>
          <w:rFonts w:eastAsia="Calibri"/>
          <w:b/>
          <w:i/>
          <w:lang w:eastAsia="en-US"/>
        </w:rPr>
      </w:pPr>
      <w:r w:rsidRPr="00E8252C">
        <w:rPr>
          <w:rFonts w:eastAsia="Calibri"/>
          <w:b/>
          <w:i/>
          <w:lang w:eastAsia="en-US"/>
        </w:rPr>
        <w:t>Deprivation of liberty – overcrowding</w:t>
      </w:r>
    </w:p>
    <w:p w14:paraId="24D5D4A8" w14:textId="77777777" w:rsidR="00E8252C" w:rsidRPr="00E8252C" w:rsidRDefault="00E8252C" w:rsidP="00E8252C">
      <w:pPr>
        <w:spacing w:before="0" w:after="0"/>
        <w:ind w:left="720"/>
        <w:contextualSpacing/>
        <w:rPr>
          <w:szCs w:val="28"/>
        </w:rPr>
      </w:pPr>
    </w:p>
    <w:p w14:paraId="3A4BF4FE" w14:textId="77777777" w:rsidR="00E8252C" w:rsidRPr="00E8252C" w:rsidRDefault="00E8252C" w:rsidP="00E8252C">
      <w:pPr>
        <w:spacing w:before="0" w:after="0"/>
        <w:ind w:left="720"/>
        <w:contextualSpacing/>
        <w:rPr>
          <w:rFonts w:eastAsia="Calibri"/>
          <w:lang w:eastAsia="en-US"/>
        </w:rPr>
      </w:pPr>
      <w:r w:rsidRPr="00E8252C">
        <w:rPr>
          <w:szCs w:val="28"/>
        </w:rPr>
        <w:t>Information on the current conditions and capacity of prisons within Australia.</w:t>
      </w:r>
    </w:p>
    <w:p w14:paraId="0F028473" w14:textId="77777777" w:rsidR="00E8252C" w:rsidRPr="00E8252C" w:rsidRDefault="00E8252C" w:rsidP="00E8252C">
      <w:pPr>
        <w:spacing w:before="0" w:after="0"/>
        <w:ind w:left="720"/>
        <w:contextualSpacing/>
        <w:rPr>
          <w:rFonts w:eastAsia="Calibri"/>
          <w:b/>
          <w:i/>
          <w:lang w:eastAsia="en-US"/>
        </w:rPr>
      </w:pPr>
    </w:p>
    <w:p w14:paraId="2EE6A261" w14:textId="77777777" w:rsidR="00E8252C" w:rsidRDefault="00E8252C" w:rsidP="00E8252C">
      <w:pPr>
        <w:spacing w:before="0" w:after="0" w:line="276" w:lineRule="auto"/>
        <w:ind w:firstLine="720"/>
        <w:contextualSpacing/>
        <w:rPr>
          <w:rFonts w:eastAsia="Calibri"/>
          <w:b/>
          <w:i/>
          <w:lang w:eastAsia="en-US"/>
        </w:rPr>
      </w:pPr>
    </w:p>
    <w:p w14:paraId="60F036B5" w14:textId="77777777" w:rsidR="00E8252C" w:rsidRDefault="00E8252C" w:rsidP="00E8252C">
      <w:pPr>
        <w:spacing w:before="0" w:after="0" w:line="276" w:lineRule="auto"/>
        <w:ind w:firstLine="720"/>
        <w:contextualSpacing/>
        <w:rPr>
          <w:rFonts w:eastAsia="Calibri"/>
          <w:b/>
          <w:i/>
          <w:lang w:eastAsia="en-US"/>
        </w:rPr>
      </w:pPr>
    </w:p>
    <w:p w14:paraId="6E9FF0E3" w14:textId="77777777" w:rsidR="00E8252C" w:rsidRPr="00E8252C" w:rsidRDefault="00E8252C" w:rsidP="00E8252C">
      <w:pPr>
        <w:spacing w:before="0" w:after="0" w:line="276" w:lineRule="auto"/>
        <w:ind w:firstLine="720"/>
        <w:contextualSpacing/>
        <w:rPr>
          <w:rFonts w:eastAsia="Calibri"/>
          <w:b/>
          <w:i/>
          <w:lang w:eastAsia="en-US"/>
        </w:rPr>
      </w:pPr>
      <w:r w:rsidRPr="00E8252C">
        <w:rPr>
          <w:rFonts w:eastAsia="Calibri"/>
          <w:b/>
          <w:i/>
          <w:lang w:eastAsia="en-US"/>
        </w:rPr>
        <w:t>Use of conducted energy weapons – Tasers</w:t>
      </w:r>
    </w:p>
    <w:p w14:paraId="08E92EC0" w14:textId="77777777" w:rsidR="00E8252C" w:rsidRPr="00E8252C" w:rsidRDefault="00E8252C" w:rsidP="00E8252C">
      <w:pPr>
        <w:spacing w:before="0" w:after="0" w:line="276" w:lineRule="auto"/>
        <w:ind w:left="851"/>
        <w:contextualSpacing/>
        <w:rPr>
          <w:rFonts w:eastAsia="Calibri"/>
          <w:b/>
          <w:lang w:eastAsia="en-US"/>
        </w:rPr>
      </w:pPr>
    </w:p>
    <w:p w14:paraId="74B34002" w14:textId="77777777" w:rsidR="00E8252C" w:rsidRPr="00E8252C" w:rsidRDefault="00E8252C" w:rsidP="00E8252C">
      <w:pPr>
        <w:spacing w:before="0" w:after="0"/>
        <w:ind w:left="720"/>
        <w:contextualSpacing/>
        <w:rPr>
          <w:szCs w:val="28"/>
        </w:rPr>
      </w:pPr>
      <w:r w:rsidRPr="00E8252C">
        <w:t>Information on whether uniform national rules governing the use of Tasers has been adopted and whether the use is prohibited on children and pregnant women</w:t>
      </w:r>
      <w:r w:rsidRPr="00E8252C">
        <w:rPr>
          <w:szCs w:val="28"/>
        </w:rPr>
        <w:t>.</w:t>
      </w:r>
    </w:p>
    <w:p w14:paraId="1BAB78C7" w14:textId="77777777" w:rsidR="00E8252C" w:rsidRPr="00E8252C" w:rsidRDefault="00E8252C" w:rsidP="00E8252C">
      <w:pPr>
        <w:spacing w:before="0" w:after="0"/>
        <w:ind w:left="850"/>
        <w:contextualSpacing/>
        <w:rPr>
          <w:szCs w:val="28"/>
        </w:rPr>
      </w:pPr>
    </w:p>
    <w:p w14:paraId="1C451B13" w14:textId="77777777" w:rsidR="00E8252C" w:rsidRPr="00E8252C" w:rsidRDefault="00E8252C" w:rsidP="00E8252C">
      <w:pPr>
        <w:numPr>
          <w:ilvl w:val="0"/>
          <w:numId w:val="48"/>
        </w:numPr>
        <w:spacing w:before="0" w:after="200" w:line="276" w:lineRule="auto"/>
        <w:contextualSpacing/>
        <w:rPr>
          <w:rFonts w:eastAsia="Calibri"/>
          <w:b/>
          <w:sz w:val="28"/>
          <w:szCs w:val="28"/>
          <w:lang w:eastAsia="en-US"/>
        </w:rPr>
      </w:pPr>
      <w:r w:rsidRPr="00E8252C">
        <w:rPr>
          <w:rFonts w:eastAsia="Calibri"/>
          <w:b/>
          <w:sz w:val="28"/>
          <w:szCs w:val="28"/>
          <w:lang w:eastAsia="en-US"/>
        </w:rPr>
        <w:t>Counter-terrorism legislation</w:t>
      </w:r>
    </w:p>
    <w:p w14:paraId="222C64E5" w14:textId="77777777" w:rsidR="00E8252C" w:rsidRPr="00E8252C" w:rsidRDefault="00E8252C" w:rsidP="00E8252C">
      <w:pPr>
        <w:spacing w:before="0" w:after="0"/>
        <w:ind w:left="720"/>
        <w:contextualSpacing/>
        <w:rPr>
          <w:b/>
        </w:rPr>
      </w:pPr>
    </w:p>
    <w:p w14:paraId="1C27797D" w14:textId="77777777" w:rsidR="00E8252C" w:rsidRPr="00E8252C" w:rsidRDefault="00E8252C" w:rsidP="00E8252C">
      <w:pPr>
        <w:spacing w:before="0" w:after="0"/>
        <w:ind w:left="720"/>
        <w:contextualSpacing/>
        <w:rPr>
          <w:rFonts w:eastAsia="Calibri"/>
          <w:lang w:eastAsia="en-US"/>
        </w:rPr>
      </w:pPr>
      <w:r w:rsidRPr="00E8252C">
        <w:t>Information on the implementation of the recommendations of the Independent National Security Legislation Monitor.</w:t>
      </w:r>
    </w:p>
    <w:p w14:paraId="316C7126" w14:textId="77777777" w:rsidR="00E8252C" w:rsidRPr="00E8252C" w:rsidRDefault="00E8252C" w:rsidP="00E8252C">
      <w:pPr>
        <w:spacing w:before="0" w:after="0"/>
        <w:ind w:left="720"/>
        <w:contextualSpacing/>
        <w:rPr>
          <w:rFonts w:eastAsia="Calibri"/>
          <w:b/>
          <w:lang w:eastAsia="en-US"/>
        </w:rPr>
      </w:pPr>
    </w:p>
    <w:p w14:paraId="283D963F" w14:textId="77777777" w:rsidR="00E8252C" w:rsidRPr="0089560E" w:rsidRDefault="00E8252C" w:rsidP="0089560E">
      <w:pPr>
        <w:pStyle w:val="ListParagraph"/>
        <w:numPr>
          <w:ilvl w:val="0"/>
          <w:numId w:val="48"/>
        </w:numPr>
        <w:rPr>
          <w:b/>
          <w:sz w:val="28"/>
          <w:szCs w:val="28"/>
        </w:rPr>
      </w:pPr>
      <w:r w:rsidRPr="0089560E">
        <w:rPr>
          <w:b/>
          <w:sz w:val="28"/>
          <w:szCs w:val="28"/>
        </w:rPr>
        <w:t>Immigration detention and asylum seeker policy</w:t>
      </w:r>
    </w:p>
    <w:p w14:paraId="5DB9C7C0" w14:textId="77777777" w:rsidR="00E8252C" w:rsidRPr="00E8252C" w:rsidRDefault="00E8252C" w:rsidP="00E8252C">
      <w:pPr>
        <w:spacing w:before="0" w:after="0"/>
        <w:ind w:left="720"/>
        <w:contextualSpacing/>
        <w:rPr>
          <w:rFonts w:eastAsia="Calibri"/>
          <w:b/>
          <w:lang w:eastAsia="en-US"/>
        </w:rPr>
      </w:pPr>
    </w:p>
    <w:p w14:paraId="3B30FAED" w14:textId="77777777" w:rsidR="00E8252C" w:rsidRPr="00E8252C" w:rsidRDefault="00E8252C" w:rsidP="00E8252C">
      <w:pPr>
        <w:spacing w:before="0" w:after="0" w:line="276" w:lineRule="auto"/>
        <w:ind w:firstLine="720"/>
        <w:rPr>
          <w:rFonts w:eastAsia="Calibri"/>
          <w:b/>
          <w:i/>
          <w:lang w:eastAsia="en-US"/>
        </w:rPr>
      </w:pPr>
      <w:r w:rsidRPr="00E8252C">
        <w:rPr>
          <w:rFonts w:eastAsia="Calibri"/>
          <w:b/>
          <w:i/>
          <w:lang w:eastAsia="en-US"/>
        </w:rPr>
        <w:t>Non-refoulement</w:t>
      </w:r>
    </w:p>
    <w:p w14:paraId="61171855" w14:textId="77777777" w:rsidR="00E8252C" w:rsidRPr="00E8252C" w:rsidRDefault="00E8252C" w:rsidP="00E8252C">
      <w:pPr>
        <w:ind w:left="720"/>
        <w:rPr>
          <w:rFonts w:eastAsia="Times New Roman"/>
        </w:rPr>
      </w:pPr>
      <w:r w:rsidRPr="00E8252C">
        <w:rPr>
          <w:rFonts w:eastAsia="Times New Roman"/>
        </w:rPr>
        <w:t>Information on the measures taken under Operation Sovereign Borders to ensure non-refoulement.</w:t>
      </w:r>
    </w:p>
    <w:p w14:paraId="4E0D6499" w14:textId="77777777" w:rsidR="00E8252C" w:rsidRPr="00E8252C" w:rsidRDefault="00E8252C" w:rsidP="00E8252C">
      <w:pPr>
        <w:ind w:left="720"/>
        <w:rPr>
          <w:rFonts w:eastAsia="Times New Roman"/>
        </w:rPr>
      </w:pPr>
      <w:r w:rsidRPr="00E8252C">
        <w:rPr>
          <w:rFonts w:eastAsia="Times New Roman"/>
        </w:rPr>
        <w:t xml:space="preserve">Information on how the </w:t>
      </w:r>
      <w:r w:rsidRPr="00E8252C">
        <w:rPr>
          <w:rFonts w:eastAsia="Times New Roman"/>
          <w:i/>
        </w:rPr>
        <w:t xml:space="preserve">Migration and Maritime Powers Legislation Amendment (Resolving the Asylum Legacy Caseload) Act 2014 </w:t>
      </w:r>
      <w:r w:rsidRPr="00E8252C">
        <w:rPr>
          <w:rFonts w:eastAsia="Times New Roman"/>
        </w:rPr>
        <w:t xml:space="preserve">and the </w:t>
      </w:r>
      <w:r w:rsidRPr="00E8252C">
        <w:rPr>
          <w:rFonts w:eastAsia="Times New Roman"/>
          <w:i/>
        </w:rPr>
        <w:t xml:space="preserve">Migration Amendment (Protection and Other Measures) Act 2015 </w:t>
      </w:r>
      <w:r w:rsidRPr="00E8252C">
        <w:rPr>
          <w:rFonts w:eastAsia="Times New Roman"/>
        </w:rPr>
        <w:t>ensure non-refoulement.</w:t>
      </w:r>
    </w:p>
    <w:p w14:paraId="72D914C0" w14:textId="77777777" w:rsidR="00E8252C" w:rsidRPr="00E8252C" w:rsidRDefault="00E8252C" w:rsidP="00E8252C">
      <w:pPr>
        <w:spacing w:before="0" w:after="0"/>
        <w:ind w:left="720"/>
      </w:pPr>
      <w:r w:rsidRPr="00E8252C">
        <w:t>Information on the provision of government-funded legal services for asylum seekers.</w:t>
      </w:r>
    </w:p>
    <w:p w14:paraId="0CFDFB6B" w14:textId="77777777" w:rsidR="00E8252C" w:rsidRPr="00E8252C" w:rsidRDefault="00E8252C" w:rsidP="00E8252C">
      <w:pPr>
        <w:spacing w:before="0" w:after="0"/>
        <w:ind w:left="720"/>
      </w:pPr>
    </w:p>
    <w:p w14:paraId="06A3007B" w14:textId="77777777" w:rsidR="00E8252C" w:rsidRPr="00E8252C" w:rsidRDefault="00E8252C" w:rsidP="00E8252C">
      <w:pPr>
        <w:spacing w:before="0" w:after="0" w:line="276" w:lineRule="auto"/>
        <w:ind w:firstLine="720"/>
        <w:rPr>
          <w:rFonts w:eastAsia="Calibri"/>
          <w:b/>
          <w:i/>
          <w:lang w:eastAsia="en-US"/>
        </w:rPr>
      </w:pPr>
      <w:r w:rsidRPr="00E8252C">
        <w:rPr>
          <w:rFonts w:eastAsia="Calibri"/>
          <w:b/>
          <w:i/>
          <w:lang w:eastAsia="en-US"/>
        </w:rPr>
        <w:t>Mandatory immigration detention, including of children</w:t>
      </w:r>
    </w:p>
    <w:p w14:paraId="36562289" w14:textId="77777777" w:rsidR="00E8252C" w:rsidRPr="00E8252C" w:rsidRDefault="00E8252C" w:rsidP="00E8252C">
      <w:pPr>
        <w:ind w:left="720"/>
        <w:rPr>
          <w:rFonts w:eastAsia="Times New Roman"/>
        </w:rPr>
      </w:pPr>
      <w:r w:rsidRPr="00E8252C">
        <w:rPr>
          <w:rFonts w:eastAsia="Times New Roman"/>
        </w:rPr>
        <w:t xml:space="preserve">Information on the use of mandatory and prolonged detention in light of the impacts that long-term indefinite detention has on the mental health of those detained. </w:t>
      </w:r>
    </w:p>
    <w:p w14:paraId="2177AFEC" w14:textId="77777777" w:rsidR="00E8252C" w:rsidRPr="00E8252C" w:rsidRDefault="00E8252C" w:rsidP="00E8252C">
      <w:pPr>
        <w:spacing w:before="0" w:after="0"/>
        <w:ind w:left="720"/>
        <w:contextualSpacing/>
      </w:pPr>
      <w:r w:rsidRPr="00E8252C">
        <w:t>Information on the availability of regular judicial oversight of detention and the minimum standards for conditions of detention.</w:t>
      </w:r>
    </w:p>
    <w:p w14:paraId="07A4B586" w14:textId="77777777" w:rsidR="00E8252C" w:rsidRPr="00E8252C" w:rsidRDefault="00E8252C" w:rsidP="00E8252C">
      <w:pPr>
        <w:spacing w:before="0" w:after="0"/>
        <w:ind w:left="720"/>
        <w:contextualSpacing/>
      </w:pPr>
    </w:p>
    <w:p w14:paraId="54D47F6A" w14:textId="77777777" w:rsidR="00E8252C" w:rsidRPr="00E8252C" w:rsidRDefault="00E8252C" w:rsidP="00E8252C">
      <w:pPr>
        <w:spacing w:before="0" w:after="0" w:line="276" w:lineRule="auto"/>
        <w:ind w:firstLine="720"/>
        <w:rPr>
          <w:rFonts w:eastAsia="Calibri"/>
          <w:b/>
          <w:i/>
          <w:lang w:eastAsia="en-US"/>
        </w:rPr>
      </w:pPr>
      <w:r w:rsidRPr="00E8252C">
        <w:rPr>
          <w:rFonts w:eastAsia="Calibri"/>
          <w:b/>
          <w:i/>
          <w:lang w:eastAsia="en-US"/>
        </w:rPr>
        <w:t>Offshore processing of asylum claims</w:t>
      </w:r>
    </w:p>
    <w:p w14:paraId="7728E603" w14:textId="77777777" w:rsidR="00E8252C" w:rsidRPr="00E8252C" w:rsidRDefault="00E8252C" w:rsidP="00E8252C">
      <w:pPr>
        <w:ind w:left="720"/>
        <w:rPr>
          <w:rFonts w:eastAsia="Times New Roman"/>
        </w:rPr>
      </w:pPr>
      <w:r w:rsidRPr="00E8252C">
        <w:rPr>
          <w:rFonts w:eastAsia="Times New Roman"/>
        </w:rPr>
        <w:t>Information on the continuation of third country processing of asylum claims in Nauru and Papua New Guinea and steps taken ensure that the human rights of people subject to third country processing are adequately protected.</w:t>
      </w:r>
    </w:p>
    <w:p w14:paraId="770CFF7E" w14:textId="77777777" w:rsidR="00E8252C" w:rsidRPr="00E8252C" w:rsidRDefault="00E8252C" w:rsidP="00E8252C">
      <w:pPr>
        <w:spacing w:before="0" w:after="0"/>
        <w:ind w:left="720"/>
        <w:rPr>
          <w:rFonts w:eastAsia="Calibri"/>
          <w:lang w:eastAsia="en-US"/>
        </w:rPr>
      </w:pPr>
      <w:r w:rsidRPr="00E8252C">
        <w:t>Information on independent monitoring of third country processing facilities including funding, reporting and access.</w:t>
      </w:r>
    </w:p>
    <w:p w14:paraId="48B26F19" w14:textId="77777777" w:rsidR="00E8252C" w:rsidRPr="00E8252C" w:rsidRDefault="00E8252C" w:rsidP="00E8252C">
      <w:pPr>
        <w:spacing w:before="0" w:after="0"/>
        <w:ind w:left="720"/>
        <w:contextualSpacing/>
        <w:rPr>
          <w:rFonts w:eastAsia="Calibri"/>
          <w:lang w:eastAsia="en-US"/>
        </w:rPr>
      </w:pPr>
    </w:p>
    <w:p w14:paraId="005CE256" w14:textId="77777777" w:rsidR="00E8252C" w:rsidRPr="0089560E" w:rsidRDefault="00E8252C" w:rsidP="0089560E">
      <w:pPr>
        <w:pStyle w:val="ListParagraph"/>
        <w:numPr>
          <w:ilvl w:val="0"/>
          <w:numId w:val="48"/>
        </w:numPr>
        <w:rPr>
          <w:rFonts w:eastAsia="MS Mincho"/>
          <w:b/>
          <w:sz w:val="28"/>
          <w:szCs w:val="28"/>
        </w:rPr>
      </w:pPr>
      <w:r w:rsidRPr="0089560E">
        <w:rPr>
          <w:b/>
          <w:sz w:val="28"/>
          <w:szCs w:val="28"/>
        </w:rPr>
        <w:t>Rights of the Child</w:t>
      </w:r>
    </w:p>
    <w:p w14:paraId="36D6132B" w14:textId="77777777" w:rsidR="00E8252C" w:rsidRPr="00E8252C" w:rsidRDefault="00E8252C" w:rsidP="0089560E">
      <w:pPr>
        <w:ind w:left="720"/>
      </w:pPr>
      <w:r w:rsidRPr="00E8252C">
        <w:t>Information about redress mechanisms for victims of child sexual assault in institutional settings and the response of the Government to the findings and recommendations of the Royal Commission (once known).</w:t>
      </w:r>
    </w:p>
    <w:p w14:paraId="14588C5E" w14:textId="77777777" w:rsidR="00E8252C" w:rsidRPr="0089560E" w:rsidRDefault="00E8252C" w:rsidP="0089560E">
      <w:pPr>
        <w:pStyle w:val="ListParagraph"/>
        <w:numPr>
          <w:ilvl w:val="0"/>
          <w:numId w:val="48"/>
        </w:numPr>
        <w:rPr>
          <w:b/>
          <w:sz w:val="28"/>
          <w:szCs w:val="28"/>
        </w:rPr>
      </w:pPr>
      <w:r w:rsidRPr="0089560E">
        <w:rPr>
          <w:b/>
          <w:sz w:val="28"/>
          <w:szCs w:val="28"/>
        </w:rPr>
        <w:t>Sterilization of persons with disabilities</w:t>
      </w:r>
    </w:p>
    <w:p w14:paraId="3CAE64BE" w14:textId="77777777" w:rsidR="00E8252C" w:rsidRPr="00E8252C" w:rsidRDefault="00E8252C" w:rsidP="0089560E">
      <w:pPr>
        <w:ind w:left="720"/>
      </w:pPr>
      <w:r w:rsidRPr="00E8252C">
        <w:t>Information on the support provided to people with disabilities to exercise their legal capacity and to free and informed consent.</w:t>
      </w:r>
    </w:p>
    <w:p w14:paraId="1C28BD71" w14:textId="77777777" w:rsidR="00E8252C" w:rsidRPr="0089560E" w:rsidRDefault="00E8252C" w:rsidP="0089560E">
      <w:pPr>
        <w:pStyle w:val="ListParagraph"/>
        <w:numPr>
          <w:ilvl w:val="0"/>
          <w:numId w:val="48"/>
        </w:numPr>
        <w:rPr>
          <w:b/>
          <w:sz w:val="28"/>
          <w:szCs w:val="28"/>
        </w:rPr>
      </w:pPr>
      <w:r w:rsidRPr="0089560E">
        <w:rPr>
          <w:b/>
          <w:sz w:val="28"/>
          <w:szCs w:val="28"/>
        </w:rPr>
        <w:t>Other issues</w:t>
      </w:r>
    </w:p>
    <w:p w14:paraId="61F860F4" w14:textId="77777777" w:rsidR="00E8252C" w:rsidRPr="0089560E" w:rsidRDefault="00E8252C" w:rsidP="0089560E">
      <w:pPr>
        <w:ind w:firstLine="720"/>
        <w:rPr>
          <w:b/>
          <w:i/>
        </w:rPr>
      </w:pPr>
      <w:r w:rsidRPr="0089560E">
        <w:rPr>
          <w:b/>
          <w:i/>
        </w:rPr>
        <w:t>Sexual Orientation, Gender Identity and Intersex issues (SOGII)</w:t>
      </w:r>
    </w:p>
    <w:p w14:paraId="10AC66BB" w14:textId="77777777" w:rsidR="00E8252C" w:rsidRPr="00E8252C" w:rsidRDefault="00E8252C" w:rsidP="0089560E">
      <w:pPr>
        <w:ind w:left="720"/>
      </w:pPr>
      <w:r w:rsidRPr="00E8252C">
        <w:t>Information on the implementation of the recommendations of the Senate Inquiry Report Community Affairs Committee’s 2013 Report on the Involuntary or Coerced Sterilisation of Intersex People in Australia by federal, state and territory governments.</w:t>
      </w:r>
    </w:p>
    <w:p w14:paraId="40EDD19A" w14:textId="77777777" w:rsidR="00E8252C" w:rsidRPr="00E8252C" w:rsidRDefault="00E8252C" w:rsidP="0089560E">
      <w:pPr>
        <w:ind w:left="720"/>
      </w:pPr>
      <w:r w:rsidRPr="00E8252C">
        <w:t>Information on steps taken by state and territory governments to remove the surgery and marital status requirements in births, deaths and marriages registration legislation.</w:t>
      </w:r>
    </w:p>
    <w:p w14:paraId="7E8EC739" w14:textId="77777777" w:rsidR="00E8252C" w:rsidRPr="0089560E" w:rsidRDefault="00E8252C" w:rsidP="0089560E">
      <w:pPr>
        <w:ind w:firstLine="720"/>
        <w:rPr>
          <w:b/>
          <w:i/>
        </w:rPr>
      </w:pPr>
      <w:r w:rsidRPr="0089560E">
        <w:rPr>
          <w:b/>
          <w:i/>
        </w:rPr>
        <w:t>Older persons – elder abuse</w:t>
      </w:r>
    </w:p>
    <w:p w14:paraId="467DE472" w14:textId="77777777" w:rsidR="00E8252C" w:rsidRPr="00E8252C" w:rsidRDefault="00E8252C" w:rsidP="0089560E">
      <w:pPr>
        <w:ind w:left="720"/>
      </w:pPr>
      <w:r w:rsidRPr="00E8252C">
        <w:t>Information on the prevalence of elder abuse and strategies to combat this abuse.</w:t>
      </w:r>
    </w:p>
    <w:p w14:paraId="66B1C44D" w14:textId="77777777" w:rsidR="00E8252C" w:rsidRPr="00E8252C" w:rsidRDefault="00E8252C" w:rsidP="00E8252C">
      <w:pPr>
        <w:spacing w:before="0" w:after="200"/>
        <w:ind w:left="720"/>
        <w:outlineLvl w:val="0"/>
        <w:rPr>
          <w:bCs/>
        </w:rPr>
      </w:pPr>
    </w:p>
    <w:p w14:paraId="4CC4A479" w14:textId="77777777" w:rsidR="00E8252C" w:rsidRPr="00E8252C" w:rsidRDefault="00E8252C" w:rsidP="00E8252C">
      <w:pPr>
        <w:spacing w:before="0" w:after="0"/>
        <w:ind w:left="720"/>
        <w:contextualSpacing/>
        <w:rPr>
          <w:rFonts w:eastAsia="Calibri"/>
          <w:lang w:eastAsia="en-US"/>
        </w:rPr>
      </w:pPr>
    </w:p>
    <w:p w14:paraId="54724D3A" w14:textId="5F4AD7FF" w:rsidR="000F6156" w:rsidRDefault="000F6156" w:rsidP="004E2F1E">
      <w:pPr>
        <w:pStyle w:val="Heading1"/>
        <w:numPr>
          <w:ilvl w:val="0"/>
          <w:numId w:val="0"/>
        </w:numPr>
        <w:ind w:left="851" w:hanging="851"/>
      </w:pPr>
      <w:r>
        <w:br w:type="page"/>
      </w:r>
    </w:p>
    <w:p w14:paraId="212E6799" w14:textId="1BB7E83D" w:rsidR="00450CE8" w:rsidRPr="000A0C8C" w:rsidRDefault="000F6156" w:rsidP="000F6156">
      <w:pPr>
        <w:pStyle w:val="Heading1"/>
        <w:numPr>
          <w:ilvl w:val="0"/>
          <w:numId w:val="0"/>
        </w:numPr>
        <w:ind w:left="851" w:hanging="851"/>
      </w:pPr>
      <w:bookmarkStart w:id="50" w:name="_Toc454789023"/>
      <w:r>
        <w:t>Endnotes</w:t>
      </w:r>
      <w:bookmarkEnd w:id="50"/>
    </w:p>
    <w:sectPr w:rsidR="00450CE8" w:rsidRPr="000A0C8C" w:rsidSect="00B63D24">
      <w:headerReference w:type="even" r:id="rId15"/>
      <w:headerReference w:type="default" r:id="rId16"/>
      <w:footerReference w:type="default" r:id="rId17"/>
      <w:headerReference w:type="first" r:id="rId18"/>
      <w:endnotePr>
        <w:numFmt w:val="decimal"/>
      </w:endnotePr>
      <w:pgSz w:w="11906" w:h="16838" w:code="9"/>
      <w:pgMar w:top="1134" w:right="1418"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8CF8AC" w14:textId="77777777" w:rsidR="000A6AB6" w:rsidRDefault="000A6AB6" w:rsidP="00F14C6D">
      <w:r>
        <w:separator/>
      </w:r>
    </w:p>
  </w:endnote>
  <w:endnote w:type="continuationSeparator" w:id="0">
    <w:p w14:paraId="1D5A7D52" w14:textId="77777777" w:rsidR="000A6AB6" w:rsidRDefault="000A6AB6" w:rsidP="00F14C6D">
      <w:r>
        <w:continuationSeparator/>
      </w:r>
    </w:p>
  </w:endnote>
  <w:endnote w:id="1">
    <w:p w14:paraId="3FCF3AA5" w14:textId="77777777" w:rsidR="000A6AB6" w:rsidRDefault="000A6AB6" w:rsidP="00416CBE">
      <w:pPr>
        <w:pStyle w:val="EndnoteText"/>
      </w:pPr>
      <w:r>
        <w:rPr>
          <w:rStyle w:val="EndnoteReference"/>
        </w:rPr>
        <w:endnoteRef/>
      </w:r>
      <w:r>
        <w:t xml:space="preserve"> </w:t>
      </w:r>
      <w:r w:rsidRPr="001A369C">
        <w:rPr>
          <w:i/>
        </w:rPr>
        <w:t>Convention against Torture and Other Cruel, Inhuman or Degrading Treatment or Punishment</w:t>
      </w:r>
      <w:r w:rsidRPr="00BA70C8">
        <w:t>, opened for signature 12 October 1984, 1465 UNTS 85 (entered into force 16 June 1987).</w:t>
      </w:r>
    </w:p>
  </w:endnote>
  <w:endnote w:id="2">
    <w:p w14:paraId="0C09B42C" w14:textId="77777777" w:rsidR="000A6AB6" w:rsidRPr="006452BC" w:rsidRDefault="000A6AB6">
      <w:pPr>
        <w:pStyle w:val="EndnoteText"/>
        <w:rPr>
          <w:lang w:val="en-US"/>
        </w:rPr>
      </w:pPr>
      <w:r>
        <w:rPr>
          <w:rStyle w:val="EndnoteReference"/>
        </w:rPr>
        <w:endnoteRef/>
      </w:r>
      <w:r>
        <w:t xml:space="preserve"> Australian Human Rights Commission, </w:t>
      </w:r>
      <w:r w:rsidRPr="006452BC">
        <w:rPr>
          <w:i/>
        </w:rPr>
        <w:t>Submission - Information concerning Australia’s compliance with the Convention against Torture</w:t>
      </w:r>
      <w:r>
        <w:t xml:space="preserve"> (2014). At </w:t>
      </w:r>
      <w:hyperlink r:id="rId1" w:history="1">
        <w:r w:rsidRPr="007A534C">
          <w:rPr>
            <w:rStyle w:val="Hyperlink"/>
          </w:rPr>
          <w:t>http://tbinternet.ohchr.org/Treaties/CAT/Shared%20Documents/AUS/INT_CAT_NGO_AUS_18690_E.docx</w:t>
        </w:r>
      </w:hyperlink>
      <w:r>
        <w:t xml:space="preserve"> (viewed 8 June 2016).</w:t>
      </w:r>
    </w:p>
  </w:endnote>
  <w:endnote w:id="3">
    <w:p w14:paraId="6B51A27F" w14:textId="77777777" w:rsidR="000A6AB6" w:rsidRPr="006452BC" w:rsidRDefault="000A6AB6" w:rsidP="006452BC">
      <w:pPr>
        <w:pStyle w:val="EndnoteText"/>
        <w:rPr>
          <w:lang w:val="en-US"/>
        </w:rPr>
      </w:pPr>
      <w:r>
        <w:rPr>
          <w:rStyle w:val="EndnoteReference"/>
        </w:rPr>
        <w:endnoteRef/>
      </w:r>
      <w:r>
        <w:t xml:space="preserve"> Australian Human Rights Commission, ‘Submission by the Australian Human Rights Commission under the </w:t>
      </w:r>
      <w:r>
        <w:rPr>
          <w:i/>
        </w:rPr>
        <w:t>Universal Periodic Review Process</w:t>
      </w:r>
      <w:r>
        <w:t>, April 2015, [26]</w:t>
      </w:r>
      <w:r w:rsidRPr="00D6646F">
        <w:t>.</w:t>
      </w:r>
      <w:r>
        <w:t xml:space="preserve"> At </w:t>
      </w:r>
      <w:hyperlink r:id="rId2" w:history="1">
        <w:r w:rsidRPr="00CF3595">
          <w:rPr>
            <w:rStyle w:val="Hyperlink"/>
          </w:rPr>
          <w:t>https://www.humanrights.gov.au/submissions/australia-s-second-universal-periodic-review</w:t>
        </w:r>
      </w:hyperlink>
      <w:r>
        <w:t xml:space="preserve"> (viewed 9 June 2016).</w:t>
      </w:r>
    </w:p>
  </w:endnote>
  <w:endnote w:id="4">
    <w:p w14:paraId="35D3C9EA" w14:textId="77777777" w:rsidR="000A6AB6" w:rsidRPr="00D70421" w:rsidRDefault="000A6AB6">
      <w:pPr>
        <w:pStyle w:val="EndnoteText"/>
        <w:rPr>
          <w:lang w:val="en-US"/>
        </w:rPr>
      </w:pPr>
      <w:r>
        <w:rPr>
          <w:rStyle w:val="EndnoteReference"/>
        </w:rPr>
        <w:endnoteRef/>
      </w:r>
      <w:r>
        <w:t xml:space="preserve"> </w:t>
      </w:r>
      <w:r>
        <w:rPr>
          <w:lang w:val="en-US"/>
        </w:rPr>
        <w:t xml:space="preserve">Australian Human Rights Commission, </w:t>
      </w:r>
      <w:r>
        <w:rPr>
          <w:i/>
          <w:lang w:val="en-US"/>
        </w:rPr>
        <w:t>Australia’s Universal Periodic Review on Human Rights – Commission Fact Sheets</w:t>
      </w:r>
      <w:r>
        <w:rPr>
          <w:lang w:val="en-US"/>
        </w:rPr>
        <w:t xml:space="preserve">. At </w:t>
      </w:r>
      <w:hyperlink r:id="rId3" w:history="1">
        <w:r w:rsidRPr="00050D58">
          <w:rPr>
            <w:rStyle w:val="Hyperlink"/>
            <w:lang w:val="en-US"/>
          </w:rPr>
          <w:t>https://www.humanrights.gov.au/australias-universal-periodic-review-human-rights</w:t>
        </w:r>
      </w:hyperlink>
      <w:r>
        <w:rPr>
          <w:lang w:val="en-US"/>
        </w:rPr>
        <w:t xml:space="preserve"> (viewed 10 June 2016).</w:t>
      </w:r>
    </w:p>
  </w:endnote>
  <w:endnote w:id="5">
    <w:p w14:paraId="18F5DF84" w14:textId="77777777" w:rsidR="000A6AB6" w:rsidRPr="00810DA1" w:rsidRDefault="000A6AB6" w:rsidP="00810DA1">
      <w:pPr>
        <w:pStyle w:val="EndnoteText"/>
        <w:rPr>
          <w:lang w:val="en-US"/>
        </w:rPr>
      </w:pPr>
      <w:r>
        <w:rPr>
          <w:rStyle w:val="EndnoteReference"/>
        </w:rPr>
        <w:endnoteRef/>
      </w:r>
      <w:r>
        <w:t xml:space="preserve"> </w:t>
      </w:r>
      <w:r w:rsidRPr="00C2274F">
        <w:rPr>
          <w:i/>
        </w:rPr>
        <w:t>Report of the Working Group on the Universal Periodic Review</w:t>
      </w:r>
      <w:r>
        <w:t xml:space="preserve"> </w:t>
      </w:r>
      <w:r>
        <w:rPr>
          <w:i/>
        </w:rPr>
        <w:t>Australia</w:t>
      </w:r>
      <w:r>
        <w:t>, HRC, 31</w:t>
      </w:r>
      <w:r w:rsidRPr="007C5493">
        <w:rPr>
          <w:vertAlign w:val="superscript"/>
        </w:rPr>
        <w:t>st</w:t>
      </w:r>
      <w:r>
        <w:t xml:space="preserve"> sess, Agenda Item 6, UN Doc A/HRC/31/14 (31 January 2016). At </w:t>
      </w:r>
      <w:hyperlink w:history="1">
        <w:r w:rsidRPr="00CF3595">
          <w:rPr>
            <w:rStyle w:val="Hyperlink"/>
          </w:rPr>
          <w:t>http://  www.ohchr.org/EN/HRBodies/UPR/Pages/AUSession23.aspx</w:t>
        </w:r>
      </w:hyperlink>
      <w:r>
        <w:t xml:space="preserve"> (viewed 9 June 2016).</w:t>
      </w:r>
    </w:p>
  </w:endnote>
  <w:endnote w:id="6">
    <w:p w14:paraId="2B8C85B3" w14:textId="77777777" w:rsidR="000A6AB6" w:rsidRPr="00D21D6E" w:rsidRDefault="000A6AB6">
      <w:pPr>
        <w:pStyle w:val="EndnoteText"/>
        <w:rPr>
          <w:lang w:val="en-US"/>
        </w:rPr>
      </w:pPr>
      <w:r>
        <w:rPr>
          <w:rStyle w:val="EndnoteReference"/>
        </w:rPr>
        <w:endnoteRef/>
      </w:r>
      <w:r>
        <w:t xml:space="preserve"> </w:t>
      </w:r>
      <w:r w:rsidRPr="00C2274F">
        <w:rPr>
          <w:i/>
        </w:rPr>
        <w:t>Report of the Working Group on the Universal Periodic Review</w:t>
      </w:r>
      <w:r>
        <w:t xml:space="preserve"> </w:t>
      </w:r>
      <w:r>
        <w:rPr>
          <w:i/>
        </w:rPr>
        <w:t>Australia</w:t>
      </w:r>
      <w:r>
        <w:t>, HRC, 31</w:t>
      </w:r>
      <w:r w:rsidRPr="007C5493">
        <w:rPr>
          <w:vertAlign w:val="superscript"/>
        </w:rPr>
        <w:t>st</w:t>
      </w:r>
      <w:r>
        <w:t xml:space="preserve"> sess, Agenda Item 6, Addendum 1, UN Doc A/HRC/31/14 (31 January 2016). At </w:t>
      </w:r>
      <w:hyperlink w:history="1">
        <w:r w:rsidRPr="00CF3595">
          <w:rPr>
            <w:rStyle w:val="Hyperlink"/>
          </w:rPr>
          <w:t>http://  www.ohchr.org/EN/HRBodies/UPR/Pages/AUSession23.aspx</w:t>
        </w:r>
      </w:hyperlink>
      <w:r>
        <w:t xml:space="preserve"> (viewed 9 June 2016).</w:t>
      </w:r>
    </w:p>
  </w:endnote>
  <w:endnote w:id="7">
    <w:p w14:paraId="48F1E717" w14:textId="77777777" w:rsidR="000A6AB6" w:rsidRDefault="000A6AB6" w:rsidP="00242765">
      <w:pPr>
        <w:pStyle w:val="EndnoteText"/>
      </w:pPr>
      <w:r>
        <w:rPr>
          <w:rStyle w:val="EndnoteReference"/>
        </w:rPr>
        <w:endnoteRef/>
      </w:r>
      <w:r>
        <w:t xml:space="preserve"> </w:t>
      </w:r>
      <w:r w:rsidRPr="00896DF8">
        <w:rPr>
          <w:i/>
        </w:rPr>
        <w:t>International Covenant on Civil and Political Rights</w:t>
      </w:r>
      <w:r w:rsidRPr="00896DF8">
        <w:t>, opened for signature 16 December 1966, 999 UNTS 171 (entered into force 23 March 1976).</w:t>
      </w:r>
    </w:p>
  </w:endnote>
  <w:endnote w:id="8">
    <w:p w14:paraId="033B26A4" w14:textId="77777777" w:rsidR="000A6AB6" w:rsidRDefault="000A6AB6" w:rsidP="00242765">
      <w:pPr>
        <w:pStyle w:val="EndnoteText"/>
      </w:pPr>
      <w:r>
        <w:rPr>
          <w:rStyle w:val="EndnoteReference"/>
        </w:rPr>
        <w:endnoteRef/>
      </w:r>
      <w:r>
        <w:t xml:space="preserve"> </w:t>
      </w:r>
      <w:r w:rsidRPr="006E0EAE">
        <w:rPr>
          <w:i/>
        </w:rPr>
        <w:t>Convention on the Rights of the Child</w:t>
      </w:r>
      <w:r w:rsidRPr="006E0EAE">
        <w:t>, opened for signature 20 November 1989, 1577 UNTS 3 (entered into force 2 September 1990).</w:t>
      </w:r>
    </w:p>
  </w:endnote>
  <w:endnote w:id="9">
    <w:p w14:paraId="0C97634D" w14:textId="77777777" w:rsidR="000A6AB6" w:rsidRPr="00E25AEB" w:rsidRDefault="000A6AB6" w:rsidP="00D3533D">
      <w:pPr>
        <w:pStyle w:val="EndnoteText"/>
        <w:rPr>
          <w:lang w:val="en-US"/>
        </w:rPr>
      </w:pPr>
      <w:r>
        <w:rPr>
          <w:rStyle w:val="EndnoteReference"/>
        </w:rPr>
        <w:endnoteRef/>
      </w:r>
      <w:r>
        <w:t xml:space="preserve"> </w:t>
      </w:r>
      <w:r w:rsidRPr="00C2274F">
        <w:rPr>
          <w:i/>
        </w:rPr>
        <w:t>Report of the Working Group on the Universal Periodic Review</w:t>
      </w:r>
      <w:r>
        <w:t xml:space="preserve"> </w:t>
      </w:r>
      <w:r>
        <w:rPr>
          <w:i/>
        </w:rPr>
        <w:t>Australia</w:t>
      </w:r>
      <w:r>
        <w:t>, HRC, 31</w:t>
      </w:r>
      <w:r w:rsidRPr="007C5493">
        <w:rPr>
          <w:vertAlign w:val="superscript"/>
        </w:rPr>
        <w:t>st</w:t>
      </w:r>
      <w:r>
        <w:t xml:space="preserve"> sess, Agenda Item 6, Addendum 1, UN Doc A/HRC/31/14 (31 January 2016). At </w:t>
      </w:r>
      <w:hyperlink w:history="1">
        <w:r w:rsidRPr="009C36BE">
          <w:rPr>
            <w:rStyle w:val="Hyperlink"/>
          </w:rPr>
          <w:t>http://  www.ohchr.org/EN/HRBodies/UPR/Pages/AUSession23.aspx</w:t>
        </w:r>
      </w:hyperlink>
      <w:r>
        <w:t xml:space="preserve"> (viewed 9 June 2016).</w:t>
      </w:r>
    </w:p>
  </w:endnote>
  <w:endnote w:id="10">
    <w:p w14:paraId="26C939C5" w14:textId="77777777" w:rsidR="000A6AB6" w:rsidRPr="009D3E75" w:rsidRDefault="000A6AB6" w:rsidP="00242765">
      <w:pPr>
        <w:pStyle w:val="EndnoteText"/>
      </w:pPr>
      <w:r>
        <w:rPr>
          <w:rStyle w:val="EndnoteReference"/>
        </w:rPr>
        <w:endnoteRef/>
      </w:r>
      <w:r>
        <w:t xml:space="preserve"> Parliamentary Joint Committee on Human Rights, </w:t>
      </w:r>
      <w:r w:rsidRPr="002C468B">
        <w:rPr>
          <w:i/>
        </w:rPr>
        <w:t>Index of Bills and Legislative Instruments</w:t>
      </w:r>
      <w:r>
        <w:t xml:space="preserve">. At </w:t>
      </w:r>
      <w:hyperlink r:id="rId4" w:history="1">
        <w:r w:rsidRPr="00CB4766">
          <w:rPr>
            <w:rStyle w:val="Hyperlink"/>
          </w:rPr>
          <w:t>http://www.aph.gov.au/Parliamentary_Business/Committees/Joint/Human_Rights/Index_of_bills_and_instruments</w:t>
        </w:r>
      </w:hyperlink>
      <w:r>
        <w:t xml:space="preserve"> </w:t>
      </w:r>
      <w:hyperlink r:id="rId5" w:history="1"/>
      <w:r>
        <w:t xml:space="preserve"> (viewed 7 June 2016).</w:t>
      </w:r>
    </w:p>
  </w:endnote>
  <w:endnote w:id="11">
    <w:p w14:paraId="10BA0845" w14:textId="77777777" w:rsidR="000A6AB6" w:rsidRPr="00E94E23" w:rsidRDefault="000A6AB6" w:rsidP="00242765">
      <w:pPr>
        <w:pStyle w:val="EndnoteText"/>
      </w:pPr>
      <w:r>
        <w:rPr>
          <w:rStyle w:val="EndnoteReference"/>
        </w:rPr>
        <w:endnoteRef/>
      </w:r>
      <w:r>
        <w:t xml:space="preserve"> Parliamentary Joint Committee on Human Rights, </w:t>
      </w:r>
      <w:r>
        <w:rPr>
          <w:i/>
        </w:rPr>
        <w:t>Guidance Notes and Resources</w:t>
      </w:r>
      <w:r>
        <w:t xml:space="preserve">. At </w:t>
      </w:r>
      <w:hyperlink r:id="rId6" w:history="1">
        <w:r w:rsidRPr="00AE2104">
          <w:rPr>
            <w:rStyle w:val="Hyperlink"/>
          </w:rPr>
          <w:t>http://www.aph.gov.au/Parliamentary_Business/Committees/Joint/Human_Rights/Guidance_Notes_and_Resources</w:t>
        </w:r>
      </w:hyperlink>
      <w:r>
        <w:t xml:space="preserve"> (viewed 7 June 2016).</w:t>
      </w:r>
    </w:p>
  </w:endnote>
  <w:endnote w:id="12">
    <w:p w14:paraId="4BDC0067" w14:textId="77777777" w:rsidR="000A6AB6" w:rsidRDefault="000A6AB6" w:rsidP="00242765">
      <w:pPr>
        <w:pStyle w:val="EndnoteText"/>
      </w:pPr>
      <w:r>
        <w:rPr>
          <w:rStyle w:val="EndnoteReference"/>
        </w:rPr>
        <w:endnoteRef/>
      </w:r>
      <w:r>
        <w:t xml:space="preserve"> See Parliamentary Joint Committee on Human Rights - Human Rights Scrutiny Reports. At </w:t>
      </w:r>
      <w:hyperlink r:id="rId7" w:history="1">
        <w:r w:rsidRPr="007A534C">
          <w:rPr>
            <w:rStyle w:val="Hyperlink"/>
          </w:rPr>
          <w:t>http://www.aph.gov.au/Parliamentary_Business/Committees/Joint/Human_Rights/Completed_inquiries</w:t>
        </w:r>
      </w:hyperlink>
      <w:r>
        <w:t xml:space="preserve">  </w:t>
      </w:r>
      <w:hyperlink r:id="rId8" w:history="1"/>
      <w:r>
        <w:t xml:space="preserve"> (viewed 7 June 2016).</w:t>
      </w:r>
    </w:p>
  </w:endnote>
  <w:endnote w:id="13">
    <w:p w14:paraId="5208583E" w14:textId="77777777" w:rsidR="000A6AB6" w:rsidRDefault="000A6AB6" w:rsidP="00242765">
      <w:pPr>
        <w:pStyle w:val="EndnoteText"/>
      </w:pPr>
      <w:r>
        <w:rPr>
          <w:rStyle w:val="EndnoteReference"/>
        </w:rPr>
        <w:endnoteRef/>
      </w:r>
      <w:r>
        <w:t xml:space="preserve"> George Williams and Daniel Reynolds, ‘</w:t>
      </w:r>
      <w:r w:rsidRPr="00A2146C">
        <w:t xml:space="preserve">The Operation </w:t>
      </w:r>
      <w:r>
        <w:t>a</w:t>
      </w:r>
      <w:r w:rsidRPr="00A2146C">
        <w:t xml:space="preserve">nd Impact </w:t>
      </w:r>
      <w:r>
        <w:t>o</w:t>
      </w:r>
      <w:r w:rsidRPr="00A2146C">
        <w:t xml:space="preserve">f Australia’s Parliamentary Scrutiny Regime </w:t>
      </w:r>
      <w:r>
        <w:t>f</w:t>
      </w:r>
      <w:r w:rsidRPr="00A2146C">
        <w:t>or Human Rights</w:t>
      </w:r>
      <w:r>
        <w:t xml:space="preserve">’ (2016) 41 2 </w:t>
      </w:r>
      <w:r w:rsidRPr="00A2146C">
        <w:rPr>
          <w:i/>
        </w:rPr>
        <w:t>Monash University Law Review</w:t>
      </w:r>
      <w:r w:rsidRPr="00A2146C">
        <w:t xml:space="preserve"> </w:t>
      </w:r>
      <w:r>
        <w:t>469, 475.</w:t>
      </w:r>
    </w:p>
  </w:endnote>
  <w:endnote w:id="14">
    <w:p w14:paraId="04989075" w14:textId="463B1A84" w:rsidR="000A6AB6" w:rsidRDefault="000A6AB6">
      <w:pPr>
        <w:pStyle w:val="EndnoteText"/>
      </w:pPr>
      <w:r>
        <w:rPr>
          <w:rStyle w:val="EndnoteReference"/>
        </w:rPr>
        <w:endnoteRef/>
      </w:r>
      <w:r>
        <w:t xml:space="preserve"> </w:t>
      </w:r>
      <w:r w:rsidRPr="00B77E61">
        <w:rPr>
          <w:i/>
        </w:rPr>
        <w:t>Criminal Code Act 1995</w:t>
      </w:r>
      <w:r>
        <w:t xml:space="preserve"> (Cth), Div 274.</w:t>
      </w:r>
    </w:p>
  </w:endnote>
  <w:endnote w:id="15">
    <w:p w14:paraId="1BD6A25A" w14:textId="77777777" w:rsidR="000A6AB6" w:rsidRPr="000D5912" w:rsidRDefault="000A6AB6" w:rsidP="00D551C7">
      <w:pPr>
        <w:pStyle w:val="EndnoteText"/>
        <w:contextualSpacing/>
        <w:rPr>
          <w:rFonts w:cs="Arial"/>
        </w:rPr>
      </w:pPr>
      <w:r w:rsidRPr="000D5912">
        <w:rPr>
          <w:rStyle w:val="EndnoteReference"/>
          <w:rFonts w:cs="Arial"/>
        </w:rPr>
        <w:endnoteRef/>
      </w:r>
      <w:r w:rsidRPr="000D5912">
        <w:rPr>
          <w:rFonts w:cs="Arial"/>
        </w:rPr>
        <w:t xml:space="preserve"> Australian Bureau of Statistics, </w:t>
      </w:r>
      <w:r w:rsidRPr="000D5912">
        <w:rPr>
          <w:rFonts w:cs="Arial"/>
          <w:i/>
        </w:rPr>
        <w:t>Personal Safety Survey 2012</w:t>
      </w:r>
      <w:r w:rsidRPr="000D5912">
        <w:rPr>
          <w:rFonts w:cs="Arial"/>
        </w:rPr>
        <w:t xml:space="preserve"> (2013). At: </w:t>
      </w:r>
      <w:hyperlink r:id="rId9" w:history="1">
        <w:r w:rsidRPr="000D5912">
          <w:rPr>
            <w:rStyle w:val="Hyperlink"/>
            <w:rFonts w:cs="Arial"/>
          </w:rPr>
          <w:t>http://www.abs.gov.au/ausstats/abs@.nsf/Latestproducts/4906.0Main%20Features12012?opendocument&amp;tabname=Summary&amp;prodno=4906.0&amp;issue=2012&amp;num=&amp;view</w:t>
        </w:r>
      </w:hyperlink>
      <w:r w:rsidRPr="000D5912">
        <w:rPr>
          <w:rFonts w:cs="Arial"/>
        </w:rPr>
        <w:t xml:space="preserve">=) (viewed </w:t>
      </w:r>
      <w:r>
        <w:rPr>
          <w:rFonts w:cs="Arial"/>
        </w:rPr>
        <w:t>7 June</w:t>
      </w:r>
      <w:r w:rsidRPr="000D5912">
        <w:rPr>
          <w:rFonts w:cs="Arial"/>
        </w:rPr>
        <w:t xml:space="preserve"> 201</w:t>
      </w:r>
      <w:r>
        <w:rPr>
          <w:rFonts w:cs="Arial"/>
        </w:rPr>
        <w:t>6</w:t>
      </w:r>
      <w:r w:rsidRPr="000D5912">
        <w:rPr>
          <w:rFonts w:cs="Arial"/>
        </w:rPr>
        <w:t>).</w:t>
      </w:r>
    </w:p>
  </w:endnote>
  <w:endnote w:id="16">
    <w:p w14:paraId="141F24C6" w14:textId="77777777" w:rsidR="000A6AB6" w:rsidRPr="00DB4AFD" w:rsidRDefault="000A6AB6" w:rsidP="00D551C7">
      <w:pPr>
        <w:pStyle w:val="EndnoteText"/>
        <w:rPr>
          <w:rFonts w:cs="Arial"/>
        </w:rPr>
      </w:pPr>
      <w:r w:rsidRPr="0060058F">
        <w:rPr>
          <w:rStyle w:val="EndnoteReference"/>
          <w:rFonts w:cs="Arial"/>
        </w:rPr>
        <w:endnoteRef/>
      </w:r>
      <w:r>
        <w:rPr>
          <w:rFonts w:cs="Arial"/>
        </w:rPr>
        <w:t xml:space="preserve"> VicHealth</w:t>
      </w:r>
      <w:r w:rsidRPr="00DB4AFD">
        <w:rPr>
          <w:rFonts w:cs="Arial"/>
        </w:rPr>
        <w:t xml:space="preserve">, Preventing Violence Against Women, Website. At </w:t>
      </w:r>
      <w:hyperlink r:id="rId10" w:history="1">
        <w:r w:rsidRPr="00454439">
          <w:rPr>
            <w:rStyle w:val="Hyperlink"/>
            <w:rFonts w:cs="Arial"/>
          </w:rPr>
          <w:t>https://www.vichealth.vic.gov.au/our-work/preventing-violence-against-women</w:t>
        </w:r>
      </w:hyperlink>
      <w:r>
        <w:rPr>
          <w:rFonts w:cs="Arial"/>
        </w:rPr>
        <w:t xml:space="preserve"> (Viewed 1 March 2016). </w:t>
      </w:r>
    </w:p>
  </w:endnote>
  <w:endnote w:id="17">
    <w:p w14:paraId="563620B9" w14:textId="77777777" w:rsidR="000A6AB6" w:rsidRDefault="000A6AB6" w:rsidP="00831750">
      <w:pPr>
        <w:pStyle w:val="EndnoteText"/>
      </w:pPr>
      <w:r>
        <w:rPr>
          <w:rStyle w:val="EndnoteReference"/>
        </w:rPr>
        <w:endnoteRef/>
      </w:r>
      <w:r>
        <w:t xml:space="preserve"> A. Dunlkey, J. Phillips, </w:t>
      </w:r>
      <w:r w:rsidRPr="00E80BA7">
        <w:rPr>
          <w:i/>
          <w:lang w:val="en"/>
        </w:rPr>
        <w:t>Domestic violence in Australia: a quick guide to the issues</w:t>
      </w:r>
      <w:r>
        <w:rPr>
          <w:lang w:val="en"/>
        </w:rPr>
        <w:t xml:space="preserve">, </w:t>
      </w:r>
      <w:r>
        <w:t xml:space="preserve">Parliament of Australia, March 2015. At </w:t>
      </w:r>
      <w:hyperlink r:id="rId11" w:history="1">
        <w:r w:rsidRPr="00454439">
          <w:rPr>
            <w:rStyle w:val="Hyperlink"/>
          </w:rPr>
          <w:t>http://www.aph.gov.au/About_Parliament/Parliamentary_Departments/Parliamentary_Library/pubs/rp/rp1415/Quick_Guides/DVinAust</w:t>
        </w:r>
      </w:hyperlink>
      <w:r>
        <w:t xml:space="preserve"> (Viewed 1 March 2016). </w:t>
      </w:r>
    </w:p>
  </w:endnote>
  <w:endnote w:id="18">
    <w:p w14:paraId="6B2EDC9B" w14:textId="77777777" w:rsidR="000A6AB6" w:rsidRPr="002663FE" w:rsidRDefault="000A6AB6" w:rsidP="00D551C7">
      <w:pPr>
        <w:pStyle w:val="EndnoteText"/>
        <w:rPr>
          <w:rFonts w:cs="Arial"/>
        </w:rPr>
      </w:pPr>
      <w:r w:rsidRPr="002663FE">
        <w:rPr>
          <w:rStyle w:val="EndnoteReference"/>
          <w:rFonts w:cs="Arial"/>
        </w:rPr>
        <w:endnoteRef/>
      </w:r>
      <w:r w:rsidRPr="002663FE">
        <w:rPr>
          <w:rFonts w:cs="Arial"/>
        </w:rPr>
        <w:t xml:space="preserve"> C Cunneen, ‘Preventing Violence against Indigenous Women through Programs which Target Men’, </w:t>
      </w:r>
      <w:r w:rsidRPr="002663FE">
        <w:rPr>
          <w:rFonts w:cs="Arial"/>
          <w:i/>
        </w:rPr>
        <w:t>University of New South Wales Law Journal</w:t>
      </w:r>
      <w:r w:rsidRPr="002663FE">
        <w:rPr>
          <w:rFonts w:cs="Arial"/>
        </w:rPr>
        <w:t xml:space="preserve">, (2005), p242. </w:t>
      </w:r>
    </w:p>
  </w:endnote>
  <w:endnote w:id="19">
    <w:p w14:paraId="19F45475" w14:textId="77777777" w:rsidR="000A6AB6" w:rsidRDefault="000A6AB6" w:rsidP="00824F63">
      <w:pPr>
        <w:pStyle w:val="EndnoteText"/>
      </w:pPr>
      <w:r>
        <w:rPr>
          <w:rStyle w:val="EndnoteReference"/>
        </w:rPr>
        <w:endnoteRef/>
      </w:r>
      <w:r>
        <w:t xml:space="preserve"> Australian Human Rights Commission, </w:t>
      </w:r>
      <w:r>
        <w:rPr>
          <w:i/>
          <w:iCs/>
        </w:rPr>
        <w:t>Working without fear: Results of the 2012 sexual harassment national telephone survey</w:t>
      </w:r>
      <w:r>
        <w:t xml:space="preserve"> (2012). At </w:t>
      </w:r>
      <w:hyperlink r:id="rId12" w:history="1">
        <w:r>
          <w:rPr>
            <w:rStyle w:val="Hyperlink"/>
          </w:rPr>
          <w:t>https://www.humanrights.gov.au/working-without-fear-results-sexual-harassment-national-telephone-survey-2012</w:t>
        </w:r>
      </w:hyperlink>
      <w:r>
        <w:t xml:space="preserve"> (viewed 16 June 2016).</w:t>
      </w:r>
    </w:p>
  </w:endnote>
  <w:endnote w:id="20">
    <w:p w14:paraId="18610150" w14:textId="77777777" w:rsidR="000A6AB6" w:rsidRPr="009B157B" w:rsidRDefault="000A6AB6" w:rsidP="00992EE3">
      <w:pPr>
        <w:pStyle w:val="EndnoteText"/>
      </w:pPr>
      <w:r>
        <w:rPr>
          <w:rStyle w:val="EndnoteReference"/>
        </w:rPr>
        <w:endnoteRef/>
      </w:r>
      <w:r>
        <w:t xml:space="preserve"> Australian Bureau of Statistics Personal Safety Survey cited in Australian Human Rights Commission, </w:t>
      </w:r>
      <w:r>
        <w:rPr>
          <w:i/>
        </w:rPr>
        <w:t xml:space="preserve">Children’s Rights Report 2015 </w:t>
      </w:r>
      <w:r>
        <w:t xml:space="preserve">(2015) Appendix 9. At </w:t>
      </w:r>
      <w:hyperlink r:id="rId13" w:history="1">
        <w:r w:rsidRPr="00F0061E">
          <w:rPr>
            <w:rStyle w:val="Hyperlink"/>
          </w:rPr>
          <w:t>https://www.humanrights.gov.au/sites/default/files/AHRC_ChildrensRights_Report_2015_0.pdf</w:t>
        </w:r>
      </w:hyperlink>
      <w:r>
        <w:t xml:space="preserve">  (viewed 10 March 2016).  </w:t>
      </w:r>
    </w:p>
  </w:endnote>
  <w:endnote w:id="21">
    <w:p w14:paraId="0726E331" w14:textId="4362BCF4" w:rsidR="000A6AB6" w:rsidRDefault="000A6AB6" w:rsidP="001108BC">
      <w:pPr>
        <w:pStyle w:val="EndnoteText"/>
      </w:pPr>
      <w:r>
        <w:rPr>
          <w:rStyle w:val="EndnoteReference"/>
        </w:rPr>
        <w:endnoteRef/>
      </w:r>
      <w:r>
        <w:t xml:space="preserve"> K Richards, ‘Children’s exposure to domestic violence in Australia’ (Research Paper No 419, Trends and Issues in Crime and Criminal Justice, Australian Institute of Criminology, 2011) 2. At </w:t>
      </w:r>
      <w:hyperlink r:id="rId14" w:history="1">
        <w:r w:rsidRPr="00F0061E">
          <w:rPr>
            <w:rStyle w:val="Hyperlink"/>
          </w:rPr>
          <w:t>http://aic.gov.au/publications/current%20series/tandi/401-420/tandi419.html</w:t>
        </w:r>
      </w:hyperlink>
      <w:r>
        <w:t xml:space="preserve"> (viewed 24 June 2016).</w:t>
      </w:r>
    </w:p>
  </w:endnote>
  <w:endnote w:id="22">
    <w:p w14:paraId="374DF8B0" w14:textId="77777777" w:rsidR="000A6AB6" w:rsidRPr="009D3662" w:rsidRDefault="000A6AB6" w:rsidP="00D551C7">
      <w:pPr>
        <w:pStyle w:val="EndnoteText"/>
      </w:pPr>
      <w:r>
        <w:rPr>
          <w:rStyle w:val="EndnoteReference"/>
        </w:rPr>
        <w:endnoteRef/>
      </w:r>
      <w:r>
        <w:t xml:space="preserve"> Australian Government, </w:t>
      </w:r>
      <w:r>
        <w:rPr>
          <w:i/>
        </w:rPr>
        <w:t>Additional information provided to the UN Committee against torture by the Australian government in response to the Committee’s Concluding Observations (CAT/C/AUS/CO/4-5)</w:t>
      </w:r>
      <w:r>
        <w:t xml:space="preserve">. At </w:t>
      </w:r>
      <w:hyperlink r:id="rId15" w:history="1">
        <w:r w:rsidRPr="003E5281">
          <w:rPr>
            <w:rStyle w:val="Hyperlink"/>
          </w:rPr>
          <w:t>http://tbinternet.ohchr.org/_layouts/treatybodyexternal/Download.aspx?symbolno=CAT%2fC%2fAUS%2fCO%2f4-5%2fAdd.1&amp;Lang=en</w:t>
        </w:r>
      </w:hyperlink>
      <w:r>
        <w:t xml:space="preserve"> (viewed 14 June 2016).</w:t>
      </w:r>
    </w:p>
  </w:endnote>
  <w:endnote w:id="23">
    <w:p w14:paraId="454A5779" w14:textId="77777777" w:rsidR="000A6AB6" w:rsidRDefault="000A6AB6" w:rsidP="00D551C7">
      <w:pPr>
        <w:pStyle w:val="EndnoteText"/>
      </w:pPr>
      <w:r>
        <w:rPr>
          <w:rStyle w:val="EndnoteReference"/>
        </w:rPr>
        <w:endnoteRef/>
      </w:r>
      <w:r>
        <w:t xml:space="preserve"> Prime Minister of Australia, </w:t>
      </w:r>
      <w:r>
        <w:rPr>
          <w:i/>
          <w:iCs/>
        </w:rPr>
        <w:t xml:space="preserve">Media Release – Women’s Safety Package to Stop the Violence </w:t>
      </w:r>
      <w:r>
        <w:t xml:space="preserve">(24 September 2015). At </w:t>
      </w:r>
      <w:hyperlink r:id="rId16" w:history="1">
        <w:r w:rsidRPr="007A534C">
          <w:rPr>
            <w:rStyle w:val="Hyperlink"/>
          </w:rPr>
          <w:t>http://www.pm.gov.au/media/2015-09-24/womens-safety-package-stop-violence</w:t>
        </w:r>
      </w:hyperlink>
      <w:r>
        <w:t xml:space="preserve">  (viewed 8 June 2016).  </w:t>
      </w:r>
    </w:p>
  </w:endnote>
  <w:endnote w:id="24">
    <w:p w14:paraId="500A8723" w14:textId="77777777" w:rsidR="000A6AB6" w:rsidRDefault="000A6AB6" w:rsidP="00D551C7">
      <w:pPr>
        <w:pStyle w:val="EndnoteText"/>
      </w:pPr>
      <w:r>
        <w:rPr>
          <w:rStyle w:val="EndnoteReference"/>
        </w:rPr>
        <w:endnoteRef/>
      </w:r>
      <w:r>
        <w:t xml:space="preserve"> Australian Government</w:t>
      </w:r>
      <w:r w:rsidRPr="009D7FEB">
        <w:t xml:space="preserve">, </w:t>
      </w:r>
      <w:r w:rsidRPr="009D7FEB">
        <w:rPr>
          <w:i/>
        </w:rPr>
        <w:t>Budget</w:t>
      </w:r>
      <w:r>
        <w:rPr>
          <w:i/>
        </w:rPr>
        <w:t xml:space="preserve"> 2016-17 – Budget </w:t>
      </w:r>
      <w:r w:rsidRPr="009D7FEB">
        <w:rPr>
          <w:i/>
        </w:rPr>
        <w:t>Paper No 2</w:t>
      </w:r>
      <w:r>
        <w:t xml:space="preserve"> (2016) p 141. At </w:t>
      </w:r>
      <w:hyperlink r:id="rId17" w:history="1">
        <w:r w:rsidRPr="007A534C">
          <w:rPr>
            <w:rStyle w:val="Hyperlink"/>
          </w:rPr>
          <w:t>http://www.budget.gov.au/2016-17/content/bp2/download/BP2_consolidated.pdf</w:t>
        </w:r>
      </w:hyperlink>
      <w:r>
        <w:t xml:space="preserve"> (viewed 8 June 2016).</w:t>
      </w:r>
    </w:p>
  </w:endnote>
  <w:endnote w:id="25">
    <w:p w14:paraId="6F50045E" w14:textId="6DD5CE21" w:rsidR="000A6AB6" w:rsidRDefault="000A6AB6" w:rsidP="002131F7">
      <w:pPr>
        <w:pStyle w:val="EndnoteText"/>
      </w:pPr>
      <w:r>
        <w:rPr>
          <w:rStyle w:val="EndnoteReference"/>
        </w:rPr>
        <w:endnoteRef/>
      </w:r>
      <w:r>
        <w:t xml:space="preserve"> Australian Human Rights Commission, </w:t>
      </w:r>
      <w:r w:rsidRPr="009E3E08">
        <w:rPr>
          <w:i/>
        </w:rPr>
        <w:t>Submission - Australia’s Second Universal Periodic Review</w:t>
      </w:r>
      <w:r>
        <w:t xml:space="preserve"> (2015) para 20. At </w:t>
      </w:r>
      <w:hyperlink r:id="rId18" w:history="1">
        <w:r w:rsidRPr="00CF3595">
          <w:rPr>
            <w:rStyle w:val="Hyperlink"/>
          </w:rPr>
          <w:t>https://www.humanrights.gov.au/submissions/austr  alia-s-second-universal-periodic-review</w:t>
        </w:r>
      </w:hyperlink>
      <w:r>
        <w:t xml:space="preserve"> (viewed 8 June 2016)</w:t>
      </w:r>
    </w:p>
  </w:endnote>
  <w:endnote w:id="26">
    <w:p w14:paraId="26541DBB" w14:textId="565347ED" w:rsidR="000A6AB6" w:rsidRDefault="000A6AB6">
      <w:pPr>
        <w:pStyle w:val="EndnoteText"/>
      </w:pPr>
      <w:r w:rsidRPr="00D51507">
        <w:rPr>
          <w:rStyle w:val="EndnoteReference"/>
        </w:rPr>
        <w:endnoteRef/>
      </w:r>
      <w:r w:rsidRPr="00D51507">
        <w:t xml:space="preserve"> Australian Government, </w:t>
      </w:r>
      <w:r w:rsidRPr="00D51507">
        <w:rPr>
          <w:i/>
        </w:rPr>
        <w:t>Budget 2016-17. Budget Paper No. 2. Part 2: Expense Measures</w:t>
      </w:r>
      <w:r w:rsidRPr="00D51507">
        <w:t xml:space="preserve">. At </w:t>
      </w:r>
      <w:hyperlink r:id="rId19" w:history="1">
        <w:r w:rsidRPr="00D51507">
          <w:rPr>
            <w:rStyle w:val="Hyperlink"/>
          </w:rPr>
          <w:t>http://www.budget.gov.au/2016-17/content/bp2/html/bp2_expense-21.htm</w:t>
        </w:r>
      </w:hyperlink>
      <w:r w:rsidRPr="00D51507">
        <w:rPr>
          <w:rStyle w:val="Hyperlink"/>
        </w:rPr>
        <w:t xml:space="preserve"> (viewed 26 June 2016).</w:t>
      </w:r>
    </w:p>
  </w:endnote>
  <w:endnote w:id="27">
    <w:p w14:paraId="76311BE5" w14:textId="2202CA76" w:rsidR="000A6AB6" w:rsidRDefault="000A6AB6" w:rsidP="00D551C7">
      <w:pPr>
        <w:pStyle w:val="EndnoteText"/>
      </w:pPr>
      <w:r>
        <w:rPr>
          <w:rStyle w:val="EndnoteReference"/>
        </w:rPr>
        <w:endnoteRef/>
      </w:r>
      <w:r>
        <w:t xml:space="preserve"> Australian Human Rights Commission, </w:t>
      </w:r>
      <w:r>
        <w:rPr>
          <w:i/>
          <w:iCs/>
        </w:rPr>
        <w:t xml:space="preserve">All I want is a life free from violence </w:t>
      </w:r>
      <w:r>
        <w:t xml:space="preserve">(2015). At </w:t>
      </w:r>
      <w:hyperlink r:id="rId20" w:history="1">
        <w:r w:rsidRPr="00F0061E">
          <w:rPr>
            <w:rStyle w:val="Hyperlink"/>
          </w:rPr>
          <w:t>https://www.humanrights.gov.au/sites/default/files/AHRC_Summary_Childrens_Rights_Report_2015.pdf</w:t>
        </w:r>
      </w:hyperlink>
      <w:r>
        <w:t xml:space="preserve"> (viewed 26 June 2016); Australian Human Rights Commission, </w:t>
      </w:r>
      <w:r>
        <w:rPr>
          <w:i/>
          <w:iCs/>
        </w:rPr>
        <w:t xml:space="preserve">Children’s Rights Report 2015 </w:t>
      </w:r>
      <w:r>
        <w:t xml:space="preserve">(2015), chapter 4. At </w:t>
      </w:r>
      <w:hyperlink r:id="rId21" w:history="1">
        <w:r w:rsidRPr="00F0061E">
          <w:rPr>
            <w:rStyle w:val="Hyperlink"/>
          </w:rPr>
          <w:t>https://www.humanrights.gov.au/sites/default/files/AHRC_ChildrensRights_Report_2015_0.pdf</w:t>
        </w:r>
      </w:hyperlink>
      <w:r>
        <w:t xml:space="preserve">  (viewed 26 June 2016).  </w:t>
      </w:r>
    </w:p>
  </w:endnote>
  <w:endnote w:id="28">
    <w:p w14:paraId="7EA1D36F" w14:textId="0ABC1590" w:rsidR="000A6AB6" w:rsidRDefault="000A6AB6">
      <w:pPr>
        <w:pStyle w:val="EndnoteText"/>
      </w:pPr>
      <w:r>
        <w:rPr>
          <w:rStyle w:val="EndnoteReference"/>
        </w:rPr>
        <w:endnoteRef/>
      </w:r>
      <w:r>
        <w:t xml:space="preserve"> Australian Human Rights Commission, </w:t>
      </w:r>
      <w:r>
        <w:rPr>
          <w:i/>
        </w:rPr>
        <w:t xml:space="preserve">Children’s Rights Report </w:t>
      </w:r>
      <w:r w:rsidRPr="00F344E9">
        <w:t>2014</w:t>
      </w:r>
      <w:r>
        <w:t xml:space="preserve">, Recommendation 2c, p 10; </w:t>
      </w:r>
      <w:r w:rsidRPr="00F344E9">
        <w:t>Australian</w:t>
      </w:r>
      <w:r>
        <w:t xml:space="preserve"> Human Rights Commission, </w:t>
      </w:r>
      <w:r>
        <w:rPr>
          <w:i/>
          <w:iCs/>
        </w:rPr>
        <w:t xml:space="preserve">Children’s Rights Report 2015 </w:t>
      </w:r>
      <w:r>
        <w:t xml:space="preserve">(2015), p 29. At </w:t>
      </w:r>
      <w:hyperlink r:id="rId22" w:history="1">
        <w:r w:rsidRPr="00F0061E">
          <w:rPr>
            <w:rStyle w:val="Hyperlink"/>
          </w:rPr>
          <w:t>https://www.humanrights.gov.au/sites/default/files/AHRC_ChildrensRights_Report_2015_0.pdf</w:t>
        </w:r>
      </w:hyperlink>
      <w:r>
        <w:t xml:space="preserve">  (viewed 26 June 2016)</w:t>
      </w:r>
    </w:p>
  </w:endnote>
  <w:endnote w:id="29">
    <w:p w14:paraId="44A7F793" w14:textId="77777777" w:rsidR="000A6AB6" w:rsidRDefault="000A6AB6" w:rsidP="006E5B15">
      <w:pPr>
        <w:pStyle w:val="EndnoteText"/>
      </w:pPr>
      <w:r>
        <w:rPr>
          <w:rStyle w:val="EndnoteReference"/>
        </w:rPr>
        <w:endnoteRef/>
      </w:r>
      <w:r>
        <w:t xml:space="preserve"> Australian Government, </w:t>
      </w:r>
      <w:r>
        <w:rPr>
          <w:i/>
          <w:iCs/>
        </w:rPr>
        <w:t xml:space="preserve">National Action Plan to Combat Human Trafficking and Slavery 2015-2019 </w:t>
      </w:r>
      <w:r>
        <w:t>(Attorney-General’s Department, 2015)</w:t>
      </w:r>
      <w:r>
        <w:rPr>
          <w:i/>
          <w:iCs/>
        </w:rPr>
        <w:t xml:space="preserve">. </w:t>
      </w:r>
      <w:r>
        <w:t xml:space="preserve">At </w:t>
      </w:r>
      <w:hyperlink r:id="rId23" w:history="1">
        <w:r w:rsidRPr="00CB4766">
          <w:rPr>
            <w:rStyle w:val="Hyperlink"/>
          </w:rPr>
          <w:t>https://www.ag.gov.au/CrimeAndCorruption/HumanTrafficking/Pages/Australias-response-to-human-trafficking.aspx</w:t>
        </w:r>
      </w:hyperlink>
      <w:r>
        <w:t xml:space="preserve"> (viewed 7 June 2016).  </w:t>
      </w:r>
    </w:p>
  </w:endnote>
  <w:endnote w:id="30">
    <w:p w14:paraId="7AD19C03" w14:textId="77777777" w:rsidR="000A6AB6" w:rsidRDefault="000A6AB6" w:rsidP="006E5B15">
      <w:pPr>
        <w:pStyle w:val="EndnoteText"/>
      </w:pPr>
      <w:r>
        <w:rPr>
          <w:rStyle w:val="EndnoteReference"/>
        </w:rPr>
        <w:endnoteRef/>
      </w:r>
      <w:r>
        <w:t xml:space="preserve"> </w:t>
      </w:r>
      <w:r w:rsidRPr="00A34E64">
        <w:rPr>
          <w:i/>
        </w:rPr>
        <w:t xml:space="preserve">Crimes Legislation Amendment (Powers, Offences and Other Measures) Act 2015 </w:t>
      </w:r>
      <w:r>
        <w:t>(Cth) sch 4</w:t>
      </w:r>
    </w:p>
  </w:endnote>
  <w:endnote w:id="31">
    <w:p w14:paraId="15A410E6" w14:textId="77777777" w:rsidR="000A6AB6" w:rsidRDefault="000A6AB6" w:rsidP="001E2A06">
      <w:pPr>
        <w:pStyle w:val="EndnoteText"/>
      </w:pPr>
      <w:r>
        <w:rPr>
          <w:rStyle w:val="EndnoteReference"/>
        </w:rPr>
        <w:endnoteRef/>
      </w:r>
      <w:r>
        <w:t xml:space="preserve"> </w:t>
      </w:r>
      <w:r w:rsidRPr="00C2274F">
        <w:rPr>
          <w:i/>
        </w:rPr>
        <w:t>Report of the Working Group on the Universal Periodic Review</w:t>
      </w:r>
      <w:r>
        <w:t xml:space="preserve"> </w:t>
      </w:r>
      <w:r>
        <w:rPr>
          <w:i/>
        </w:rPr>
        <w:t>Australia</w:t>
      </w:r>
      <w:r>
        <w:t>, HRC, 31</w:t>
      </w:r>
      <w:r w:rsidRPr="007C5493">
        <w:rPr>
          <w:vertAlign w:val="superscript"/>
        </w:rPr>
        <w:t>st</w:t>
      </w:r>
      <w:r>
        <w:t xml:space="preserve"> sess, Agenda Item 6, Addendum 1, UN Doc A/HRC/31/14 (31 January 2016) [63]. At </w:t>
      </w:r>
      <w:hyperlink r:id="rId24" w:history="1">
        <w:r w:rsidRPr="00CF3595">
          <w:rPr>
            <w:rStyle w:val="Hyperlink"/>
          </w:rPr>
          <w:t>http://www.ohchr.org/EN/HRBodies/UPR/Pages/AUSession23.aspx</w:t>
        </w:r>
      </w:hyperlink>
      <w:r>
        <w:t xml:space="preserve"> (viewed 9 June 2016).</w:t>
      </w:r>
    </w:p>
  </w:endnote>
  <w:endnote w:id="32">
    <w:p w14:paraId="53100F3B" w14:textId="43AD024E" w:rsidR="000A6AB6" w:rsidRDefault="000A6AB6">
      <w:pPr>
        <w:pStyle w:val="EndnoteText"/>
      </w:pPr>
      <w:r>
        <w:rPr>
          <w:rStyle w:val="EndnoteReference"/>
        </w:rPr>
        <w:endnoteRef/>
      </w:r>
      <w:r>
        <w:t xml:space="preserve"> </w:t>
      </w:r>
      <w:r w:rsidRPr="00F64253">
        <w:rPr>
          <w:rFonts w:eastAsia="Calibri"/>
          <w:lang w:val="en-US" w:eastAsia="en-US"/>
        </w:rPr>
        <w:t xml:space="preserve">House of Representatives Standing Committee on Social Policy and Legal Affairs, Parliament of Australia, </w:t>
      </w:r>
      <w:r>
        <w:rPr>
          <w:rFonts w:eastAsia="Calibri"/>
          <w:i/>
          <w:lang w:val="en-US" w:eastAsia="en-US"/>
        </w:rPr>
        <w:t xml:space="preserve">Surrogacy Matters </w:t>
      </w:r>
      <w:r w:rsidRPr="00F64253">
        <w:rPr>
          <w:rFonts w:eastAsia="Calibri"/>
          <w:lang w:val="en-US" w:eastAsia="en-US"/>
        </w:rPr>
        <w:t xml:space="preserve">(2016). At </w:t>
      </w:r>
      <w:hyperlink r:id="rId25" w:history="1">
        <w:r w:rsidRPr="00F64253">
          <w:rPr>
            <w:rFonts w:eastAsia="Calibri"/>
            <w:color w:val="0000FF"/>
            <w:u w:val="single"/>
            <w:lang w:val="en-US" w:eastAsia="en-US"/>
          </w:rPr>
          <w:t>http://www.aph.gov.au/Parliamentary_Business/Committees/House/Social_Policy_and_Legal_Affairs/Inquiry_into_surrogacy/Report</w:t>
        </w:r>
      </w:hyperlink>
      <w:r w:rsidRPr="00F64253">
        <w:rPr>
          <w:rFonts w:eastAsia="Calibri"/>
          <w:lang w:val="en-US" w:eastAsia="en-US"/>
        </w:rPr>
        <w:t xml:space="preserve"> (viewed 26 June 2016).</w:t>
      </w:r>
    </w:p>
  </w:endnote>
  <w:endnote w:id="33">
    <w:p w14:paraId="4745440F" w14:textId="467538BA" w:rsidR="000A6AB6" w:rsidRDefault="000A6AB6">
      <w:pPr>
        <w:pStyle w:val="EndnoteText"/>
      </w:pPr>
      <w:r>
        <w:rPr>
          <w:rStyle w:val="EndnoteReference"/>
        </w:rPr>
        <w:endnoteRef/>
      </w:r>
      <w:r>
        <w:t xml:space="preserve"> </w:t>
      </w:r>
      <w:r w:rsidRPr="0020264D">
        <w:t xml:space="preserve">Australian Human Rights Commission, Submission No. 67 to the House of Representatives Standing Committee on Social Policy and Legal Affairs </w:t>
      </w:r>
      <w:r w:rsidRPr="0020264D">
        <w:rPr>
          <w:i/>
        </w:rPr>
        <w:t>Inquiry into the regulatory and legislative aspects of international and domestic surrogacy arrangements</w:t>
      </w:r>
      <w:r w:rsidRPr="0020264D">
        <w:t xml:space="preserve">, February 2016, [6]. At </w:t>
      </w:r>
      <w:hyperlink r:id="rId26" w:history="1">
        <w:r w:rsidRPr="00524F22">
          <w:rPr>
            <w:color w:val="0000FF"/>
            <w:u w:val="single"/>
          </w:rPr>
          <w:t>http://www.aph.gov.au/Parliamentary_Business/Committees/House/Social_Policy_and_Legal_Affairs/Inquiry_into_surrogacy/Submissions</w:t>
        </w:r>
      </w:hyperlink>
      <w:r w:rsidRPr="00524F22">
        <w:t xml:space="preserve"> (viewed 26 June 2016)</w:t>
      </w:r>
      <w:r w:rsidRPr="0020264D">
        <w:t>.</w:t>
      </w:r>
    </w:p>
  </w:endnote>
  <w:endnote w:id="34">
    <w:p w14:paraId="565B2895" w14:textId="77777777" w:rsidR="000A6AB6" w:rsidRDefault="000A6AB6" w:rsidP="006E5B15">
      <w:pPr>
        <w:pStyle w:val="EndnoteText"/>
      </w:pPr>
      <w:r>
        <w:rPr>
          <w:rStyle w:val="EndnoteReference"/>
        </w:rPr>
        <w:endnoteRef/>
      </w:r>
      <w:r>
        <w:t xml:space="preserve"> Australian Human Rights Commission, UPR Factsheet – Extradition mutual assistance and trafficking (2015). At </w:t>
      </w:r>
      <w:hyperlink r:id="rId27" w:history="1">
        <w:r w:rsidRPr="007A534C">
          <w:rPr>
            <w:rStyle w:val="Hyperlink"/>
          </w:rPr>
          <w:t>https://www.humanrights.gov.au/sites/default/files/14.%20Extradition%20mutual%20assistance%20and%20trafficking%20Final_1.docx</w:t>
        </w:r>
      </w:hyperlink>
      <w:r>
        <w:t xml:space="preserve"> (viewed 7 June 2016).  </w:t>
      </w:r>
    </w:p>
  </w:endnote>
  <w:endnote w:id="35">
    <w:p w14:paraId="75A74C54" w14:textId="77777777" w:rsidR="000A6AB6" w:rsidRDefault="000A6AB6">
      <w:pPr>
        <w:pStyle w:val="EndnoteText"/>
      </w:pPr>
      <w:r>
        <w:rPr>
          <w:rStyle w:val="EndnoteReference"/>
        </w:rPr>
        <w:endnoteRef/>
      </w:r>
      <w:r>
        <w:t xml:space="preserve"> </w:t>
      </w:r>
      <w:r w:rsidRPr="00D6646F">
        <w:rPr>
          <w:lang w:val="en-US"/>
        </w:rPr>
        <w:t xml:space="preserve">Australian Human Rights Commission, </w:t>
      </w:r>
      <w:r w:rsidRPr="00D6646F">
        <w:t xml:space="preserve">‘Submission to the UN Committee Against Torture under the </w:t>
      </w:r>
      <w:r w:rsidRPr="00D6646F">
        <w:rPr>
          <w:i/>
        </w:rPr>
        <w:t>Convention Against Torture</w:t>
      </w:r>
      <w:r w:rsidRPr="00D6646F">
        <w:t xml:space="preserve">, 17 October 2014, [93]. At </w:t>
      </w:r>
      <w:hyperlink r:id="rId28" w:history="1">
        <w:r w:rsidRPr="00D6646F">
          <w:rPr>
            <w:rStyle w:val="Hyperlink"/>
          </w:rPr>
          <w:t>http://tbinternet.ohchr.org/_layouts/treatybodyexternal/Download.aspx?symbolno=INT%2fCAT%2fNGO%2fAUS%2f18690&amp;Lang=en</w:t>
        </w:r>
      </w:hyperlink>
      <w:r w:rsidRPr="00D6646F">
        <w:t xml:space="preserve"> (viewed 8 June 2016)</w:t>
      </w:r>
      <w:r>
        <w:t>; Australian Human Rights Commission, ‘Submission to the Universal Periodic Review, 15 April 2015, [37]-[38]</w:t>
      </w:r>
      <w:r>
        <w:rPr>
          <w:lang w:val="en-US"/>
        </w:rPr>
        <w:t xml:space="preserve">. At </w:t>
      </w:r>
      <w:hyperlink r:id="rId29" w:history="1">
        <w:r w:rsidRPr="004775D3">
          <w:rPr>
            <w:rStyle w:val="Hyperlink"/>
            <w:lang w:val="en-US"/>
          </w:rPr>
          <w:t>https://www.humanrights.gov.au/submissions/australia-s-second-universal-periodic-review</w:t>
        </w:r>
      </w:hyperlink>
      <w:r>
        <w:rPr>
          <w:lang w:val="en-US"/>
        </w:rPr>
        <w:t xml:space="preserve"> (viewed 8 June 2016); Australian Human Rights Commission, ‘Factsheet: Aboriginal and Torres Strait Islander Peoples’, </w:t>
      </w:r>
      <w:r>
        <w:rPr>
          <w:i/>
          <w:lang w:val="en-US"/>
        </w:rPr>
        <w:t>Australia’s Universal Periodic Review on Human Rights – Commission Fact Sheets</w:t>
      </w:r>
      <w:r>
        <w:rPr>
          <w:lang w:val="en-US"/>
        </w:rPr>
        <w:t xml:space="preserve">. At </w:t>
      </w:r>
      <w:hyperlink r:id="rId30" w:history="1">
        <w:r w:rsidRPr="00050D58">
          <w:rPr>
            <w:rStyle w:val="Hyperlink"/>
            <w:lang w:val="en-US"/>
          </w:rPr>
          <w:t>https://www.humanrights.gov.au/australias-universal-periodic-review-human-rights</w:t>
        </w:r>
      </w:hyperlink>
      <w:r>
        <w:rPr>
          <w:lang w:val="en-US"/>
        </w:rPr>
        <w:t xml:space="preserve"> (viewed 10 June 2016).</w:t>
      </w:r>
    </w:p>
  </w:endnote>
  <w:endnote w:id="36">
    <w:p w14:paraId="2E282BC0" w14:textId="35B5B0BA" w:rsidR="000A6AB6" w:rsidRDefault="000A6AB6" w:rsidP="005611FB">
      <w:pPr>
        <w:pStyle w:val="EndnoteText"/>
      </w:pPr>
      <w:r>
        <w:rPr>
          <w:rStyle w:val="EndnoteReference"/>
        </w:rPr>
        <w:endnoteRef/>
      </w:r>
      <w:r>
        <w:t xml:space="preserve"> Attorney-General for Australia</w:t>
      </w:r>
      <w:r w:rsidRPr="004C15A8">
        <w:t xml:space="preserve">, ‘Legal aid funding assured to support the most vulnerable in our community’ (Media Release, </w:t>
      </w:r>
      <w:r>
        <w:t>2</w:t>
      </w:r>
      <w:r w:rsidRPr="004C15A8">
        <w:t xml:space="preserve">6 </w:t>
      </w:r>
      <w:r>
        <w:t>March 2015</w:t>
      </w:r>
      <w:r w:rsidRPr="004C15A8">
        <w:t xml:space="preserve">) 1. At </w:t>
      </w:r>
      <w:hyperlink r:id="rId31" w:history="1">
        <w:r w:rsidRPr="003E5281">
          <w:rPr>
            <w:rStyle w:val="Hyperlink"/>
          </w:rPr>
          <w:t>https://www.attorneygeneral.gov.au/Mediareleases/Pages/2015/FirstQuarter/26-March-2015-Legal-aid-funding-assured-to-support-the-most-vulnerable-in-our-community.aspx</w:t>
        </w:r>
      </w:hyperlink>
      <w:r>
        <w:t xml:space="preserve"> (viewed 14 June 2016</w:t>
      </w:r>
      <w:r w:rsidRPr="004C15A8">
        <w:t>).</w:t>
      </w:r>
    </w:p>
  </w:endnote>
  <w:endnote w:id="37">
    <w:p w14:paraId="3C11AA1E" w14:textId="77777777" w:rsidR="000A6AB6" w:rsidRDefault="000A6AB6" w:rsidP="00822AE5">
      <w:pPr>
        <w:pStyle w:val="EndnoteText"/>
      </w:pPr>
      <w:r>
        <w:rPr>
          <w:rStyle w:val="EndnoteReference"/>
        </w:rPr>
        <w:endnoteRef/>
      </w:r>
      <w:r>
        <w:t xml:space="preserve"> </w:t>
      </w:r>
      <w:r w:rsidRPr="00C2274F">
        <w:rPr>
          <w:i/>
        </w:rPr>
        <w:t>Report of the Working Group on the Universal Periodic Review</w:t>
      </w:r>
      <w:r>
        <w:t xml:space="preserve"> </w:t>
      </w:r>
      <w:r>
        <w:rPr>
          <w:i/>
        </w:rPr>
        <w:t>Australia</w:t>
      </w:r>
      <w:r>
        <w:t>, HRC, 31</w:t>
      </w:r>
      <w:r w:rsidRPr="007C5493">
        <w:rPr>
          <w:vertAlign w:val="superscript"/>
        </w:rPr>
        <w:t>st</w:t>
      </w:r>
      <w:r>
        <w:t xml:space="preserve"> sess, Agenda Item 6, UN Doc A/HRC/31/14 (31 January 2016) [141]. At </w:t>
      </w:r>
      <w:hyperlink w:history="1">
        <w:r w:rsidRPr="00CF3595">
          <w:rPr>
            <w:rStyle w:val="Hyperlink"/>
          </w:rPr>
          <w:t>http://  www.ohchr.org/EN/HRBodies/UPR/Pages/AUSession23.aspx</w:t>
        </w:r>
      </w:hyperlink>
      <w:r>
        <w:t xml:space="preserve"> (viewed 9 June 2016).</w:t>
      </w:r>
    </w:p>
  </w:endnote>
  <w:endnote w:id="38">
    <w:p w14:paraId="0CB82202" w14:textId="77777777" w:rsidR="000A6AB6" w:rsidRDefault="000A6AB6" w:rsidP="003D2F01">
      <w:pPr>
        <w:pStyle w:val="EndnoteText"/>
      </w:pPr>
      <w:r>
        <w:rPr>
          <w:rStyle w:val="EndnoteReference"/>
        </w:rPr>
        <w:endnoteRef/>
      </w:r>
      <w:r>
        <w:t xml:space="preserve"> </w:t>
      </w:r>
      <w:r w:rsidRPr="00D6646F">
        <w:rPr>
          <w:lang w:val="en-US"/>
        </w:rPr>
        <w:t xml:space="preserve">Australian Human Rights Commission, </w:t>
      </w:r>
      <w:r w:rsidRPr="00D6646F">
        <w:t xml:space="preserve">‘Submission to the UN Committee Against Torture under the </w:t>
      </w:r>
      <w:r w:rsidRPr="00D6646F">
        <w:rPr>
          <w:i/>
        </w:rPr>
        <w:t>Convention Against Torture</w:t>
      </w:r>
      <w:r w:rsidRPr="00D6646F">
        <w:t xml:space="preserve">, 17 October 2014, [93]. At </w:t>
      </w:r>
      <w:hyperlink r:id="rId32" w:history="1">
        <w:r w:rsidRPr="00D6646F">
          <w:rPr>
            <w:rStyle w:val="Hyperlink"/>
          </w:rPr>
          <w:t>http://tbinternet.ohchr.org/_layouts/treatybodyexternal/Download.aspx?symbolno=INT%2fCAT%2fNGO%2fAUS%2f18690&amp;Lang=en</w:t>
        </w:r>
      </w:hyperlink>
      <w:r w:rsidRPr="00D6646F">
        <w:t xml:space="preserve"> (viewed 8 June 2016)</w:t>
      </w:r>
      <w:r>
        <w:t>; Australian Human Rights Commission, ‘Submission to the Universal Periodic Review, 15 April 2015, [37]-[38]</w:t>
      </w:r>
      <w:r>
        <w:rPr>
          <w:lang w:val="en-US"/>
        </w:rPr>
        <w:t xml:space="preserve">. At </w:t>
      </w:r>
      <w:hyperlink r:id="rId33" w:history="1">
        <w:r w:rsidRPr="004775D3">
          <w:rPr>
            <w:rStyle w:val="Hyperlink"/>
            <w:lang w:val="en-US"/>
          </w:rPr>
          <w:t>https://www.humanrights.gov.au/submissions/australia-s-second-universal-periodic-review</w:t>
        </w:r>
      </w:hyperlink>
      <w:r>
        <w:rPr>
          <w:lang w:val="en-US"/>
        </w:rPr>
        <w:t xml:space="preserve"> (viewed 8 June 2016); Australian Human Rights Commission, ‘Factsheet: Aboriginal and Torres Strait Islander Peoples’, </w:t>
      </w:r>
      <w:r>
        <w:rPr>
          <w:i/>
          <w:lang w:val="en-US"/>
        </w:rPr>
        <w:t>Australia’s Universal Periodic Review on Human Rights – Commission Fact Sheets</w:t>
      </w:r>
      <w:r>
        <w:rPr>
          <w:lang w:val="en-US"/>
        </w:rPr>
        <w:t xml:space="preserve">. At </w:t>
      </w:r>
      <w:hyperlink r:id="rId34" w:history="1">
        <w:r w:rsidRPr="00050D58">
          <w:rPr>
            <w:rStyle w:val="Hyperlink"/>
            <w:lang w:val="en-US"/>
          </w:rPr>
          <w:t>https://www.humanrights.gov.au/australias-universal-periodic-review-human-rights</w:t>
        </w:r>
      </w:hyperlink>
      <w:r>
        <w:rPr>
          <w:lang w:val="en-US"/>
        </w:rPr>
        <w:t xml:space="preserve"> (viewed 10 June 2016).</w:t>
      </w:r>
    </w:p>
  </w:endnote>
  <w:endnote w:id="39">
    <w:p w14:paraId="0EFD69CA" w14:textId="77777777" w:rsidR="000A6AB6" w:rsidRDefault="000A6AB6" w:rsidP="004977E9">
      <w:pPr>
        <w:pStyle w:val="EndnoteText"/>
      </w:pPr>
      <w:r>
        <w:rPr>
          <w:rStyle w:val="EndnoteReference"/>
        </w:rPr>
        <w:endnoteRef/>
      </w:r>
      <w:r>
        <w:rPr>
          <w:rFonts w:cs="Arial"/>
        </w:rPr>
        <w:t xml:space="preserve"> See Aboriginal and Torres Strait Islander Social Justice Commissioner, </w:t>
      </w:r>
      <w:r>
        <w:rPr>
          <w:rFonts w:cs="Arial"/>
          <w:i/>
        </w:rPr>
        <w:t>Social Justice and Native Title Report 2014</w:t>
      </w:r>
      <w:r>
        <w:rPr>
          <w:rFonts w:cs="Arial"/>
        </w:rPr>
        <w:t xml:space="preserve"> (2014), pp 117-123. At </w:t>
      </w:r>
      <w:hyperlink r:id="rId35" w:history="1">
        <w:r>
          <w:rPr>
            <w:rStyle w:val="Hyperlink"/>
            <w:rFonts w:cs="Arial"/>
          </w:rPr>
          <w:t>https://www.humanrights.gov.au/publications/social-justice-and-native-title-report-2014</w:t>
        </w:r>
      </w:hyperlink>
      <w:r>
        <w:rPr>
          <w:rFonts w:cs="Arial"/>
        </w:rPr>
        <w:t xml:space="preserve"> (viewed 22 June 2015).</w:t>
      </w:r>
    </w:p>
  </w:endnote>
  <w:endnote w:id="40">
    <w:p w14:paraId="2AD033AA" w14:textId="77777777" w:rsidR="000A6AB6" w:rsidRDefault="000A6AB6" w:rsidP="003710DD">
      <w:pPr>
        <w:pStyle w:val="EndnoteText"/>
      </w:pPr>
      <w:r>
        <w:rPr>
          <w:rStyle w:val="EndnoteReference"/>
        </w:rPr>
        <w:endnoteRef/>
      </w:r>
      <w:r>
        <w:t xml:space="preserve"> </w:t>
      </w:r>
      <w:r>
        <w:rPr>
          <w:rFonts w:cs="Arial"/>
        </w:rPr>
        <w:t xml:space="preserve">Senate Legal and Constitutional Affairs Committee, </w:t>
      </w:r>
      <w:r>
        <w:rPr>
          <w:rFonts w:cs="Arial"/>
          <w:i/>
          <w:iCs/>
        </w:rPr>
        <w:t xml:space="preserve">Value of a justice reinvestment approach to criminal justice in Australia </w:t>
      </w:r>
      <w:r>
        <w:rPr>
          <w:rFonts w:cs="Arial"/>
        </w:rPr>
        <w:t xml:space="preserve">(2013), p 124. At </w:t>
      </w:r>
      <w:hyperlink r:id="rId36" w:history="1">
        <w:r>
          <w:rPr>
            <w:rStyle w:val="Hyperlink"/>
            <w:rFonts w:cs="Arial"/>
          </w:rPr>
          <w:t>http://www.aph.gov.au/Parliamentary_Business/Committees/Senate/Legal_and_Constitutional_Affairs/Completed_inquiries/2010-13/justicereinvestment/report/index</w:t>
        </w:r>
      </w:hyperlink>
      <w:r>
        <w:rPr>
          <w:rFonts w:cs="Arial"/>
        </w:rPr>
        <w:t xml:space="preserve"> (viewed 21 March 2015); Australian Human Rights Commission, </w:t>
      </w:r>
      <w:r>
        <w:rPr>
          <w:rFonts w:cs="Arial"/>
          <w:i/>
        </w:rPr>
        <w:t>Social Justice and Native Title Report 2014</w:t>
      </w:r>
      <w:r>
        <w:rPr>
          <w:rFonts w:cs="Arial"/>
        </w:rPr>
        <w:t xml:space="preserve"> (2014), p 12. At </w:t>
      </w:r>
      <w:hyperlink r:id="rId37" w:history="1">
        <w:r>
          <w:rPr>
            <w:rStyle w:val="Hyperlink"/>
            <w:rFonts w:cs="Arial"/>
          </w:rPr>
          <w:t>https://www.humanrights.gov.au/our-work/aboriginal-and-torres-strait-islander-social-justice/publications/social-justice-and-nati-0</w:t>
        </w:r>
      </w:hyperlink>
      <w:r>
        <w:rPr>
          <w:rFonts w:cs="Arial"/>
        </w:rPr>
        <w:t xml:space="preserve"> (viewed 5 March 2015).</w:t>
      </w:r>
    </w:p>
  </w:endnote>
  <w:endnote w:id="41">
    <w:p w14:paraId="105ACCF7" w14:textId="42FA2D0D" w:rsidR="000A6AB6" w:rsidRDefault="000A6AB6">
      <w:pPr>
        <w:pStyle w:val="EndnoteText"/>
      </w:pPr>
      <w:r>
        <w:rPr>
          <w:rStyle w:val="EndnoteReference"/>
        </w:rPr>
        <w:endnoteRef/>
      </w:r>
      <w:r>
        <w:t xml:space="preserve"> </w:t>
      </w:r>
      <w:r w:rsidRPr="00D6646F">
        <w:rPr>
          <w:lang w:val="en-US"/>
        </w:rPr>
        <w:t xml:space="preserve">Australian Human Rights Commission, </w:t>
      </w:r>
      <w:r w:rsidRPr="00D6646F">
        <w:t xml:space="preserve">‘Submission to the UN Committee Against Torture under the </w:t>
      </w:r>
      <w:r w:rsidRPr="00D6646F">
        <w:rPr>
          <w:i/>
        </w:rPr>
        <w:t>Convention Against Torture</w:t>
      </w:r>
      <w:r w:rsidRPr="00D6646F">
        <w:t>, 17 October 2014, [</w:t>
      </w:r>
      <w:r>
        <w:t>70-77</w:t>
      </w:r>
      <w:r w:rsidRPr="00D6646F">
        <w:t xml:space="preserve">]. At </w:t>
      </w:r>
      <w:hyperlink r:id="rId38" w:history="1">
        <w:r w:rsidRPr="00D6646F">
          <w:rPr>
            <w:rStyle w:val="Hyperlink"/>
          </w:rPr>
          <w:t>http://tbinternet.ohchr.org/_layouts/treatybodyexternal/Download.aspx?symbolno=INT%2fCAT%2fNGO%2fAUS%2f18690&amp;Lang=en</w:t>
        </w:r>
      </w:hyperlink>
      <w:r w:rsidRPr="00D6646F">
        <w:t xml:space="preserve"> (viewed 8 June 2016)</w:t>
      </w:r>
      <w:r>
        <w:t>;</w:t>
      </w:r>
    </w:p>
  </w:endnote>
  <w:endnote w:id="42">
    <w:p w14:paraId="16D6DCEF" w14:textId="3E5DAE17" w:rsidR="000A6AB6" w:rsidRPr="00563521" w:rsidRDefault="000A6AB6">
      <w:pPr>
        <w:pStyle w:val="EndnoteText"/>
      </w:pPr>
      <w:r>
        <w:rPr>
          <w:rStyle w:val="EndnoteReference"/>
        </w:rPr>
        <w:endnoteRef/>
      </w:r>
      <w:r>
        <w:t xml:space="preserve"> </w:t>
      </w:r>
      <w:r w:rsidRPr="00563521">
        <w:t>Youth Justice and Other Legislation Amendment Bill</w:t>
      </w:r>
      <w:r>
        <w:t xml:space="preserve"> 2016 (Qld) cl 30 amending </w:t>
      </w:r>
      <w:r>
        <w:rPr>
          <w:i/>
        </w:rPr>
        <w:t>Youth Justice Act</w:t>
      </w:r>
      <w:r>
        <w:t xml:space="preserve"> </w:t>
      </w:r>
      <w:r>
        <w:rPr>
          <w:i/>
        </w:rPr>
        <w:t xml:space="preserve">1992 </w:t>
      </w:r>
      <w:r>
        <w:t>(Qld) s 276B.</w:t>
      </w:r>
    </w:p>
  </w:endnote>
  <w:endnote w:id="43">
    <w:p w14:paraId="6F53189F" w14:textId="71BFD5CC" w:rsidR="000A6AB6" w:rsidRDefault="000A6AB6" w:rsidP="00D31BF1">
      <w:pPr>
        <w:pStyle w:val="EndnoteText"/>
      </w:pPr>
      <w:r>
        <w:rPr>
          <w:rStyle w:val="EndnoteReference"/>
        </w:rPr>
        <w:endnoteRef/>
      </w:r>
      <w:r>
        <w:t xml:space="preserve"> </w:t>
      </w:r>
      <w:r>
        <w:rPr>
          <w:i/>
        </w:rPr>
        <w:t>Youth Justice Act</w:t>
      </w:r>
      <w:r>
        <w:t xml:space="preserve"> </w:t>
      </w:r>
      <w:r>
        <w:rPr>
          <w:i/>
        </w:rPr>
        <w:t xml:space="preserve">1992 </w:t>
      </w:r>
      <w:r>
        <w:t>(Qld) sch 4 definition of ‘child’.</w:t>
      </w:r>
    </w:p>
  </w:endnote>
  <w:endnote w:id="44">
    <w:p w14:paraId="5AED941E" w14:textId="28BC8216" w:rsidR="000A6AB6" w:rsidRDefault="000A6AB6">
      <w:pPr>
        <w:pStyle w:val="EndnoteText"/>
      </w:pPr>
      <w:r>
        <w:rPr>
          <w:rStyle w:val="EndnoteReference"/>
        </w:rPr>
        <w:endnoteRef/>
      </w:r>
      <w:r>
        <w:t xml:space="preserve"> See Youth Justice Amendment Bill 2016 (NT).</w:t>
      </w:r>
    </w:p>
  </w:endnote>
  <w:endnote w:id="45">
    <w:p w14:paraId="0675C8CC" w14:textId="77777777" w:rsidR="000A6AB6" w:rsidRDefault="000A6AB6" w:rsidP="00B44B34">
      <w:pPr>
        <w:pStyle w:val="EndnoteText"/>
      </w:pPr>
      <w:r>
        <w:rPr>
          <w:rStyle w:val="EndnoteReference"/>
        </w:rPr>
        <w:endnoteRef/>
      </w:r>
      <w:r>
        <w:t xml:space="preserve">   Senate Standing Committees on Community Affairs, Parliament of Australia, </w:t>
      </w:r>
      <w:r w:rsidRPr="004204E0">
        <w:rPr>
          <w:i/>
        </w:rPr>
        <w:t>Violence, abuse and neglect against people with disability in institutional and residential settings</w:t>
      </w:r>
      <w:r>
        <w:t xml:space="preserve">, Recommendation 6.  At </w:t>
      </w:r>
      <w:hyperlink r:id="rId39" w:history="1">
        <w:r w:rsidRPr="003E5281">
          <w:rPr>
            <w:rStyle w:val="Hyperlink"/>
          </w:rPr>
          <w:t>http://www.aph.gov.au/Parliamentary_Business/Committees/Senate/Community_Affairs/Violence_abuse_neglect (14</w:t>
        </w:r>
      </w:hyperlink>
      <w:r>
        <w:t xml:space="preserve"> June 2016).</w:t>
      </w:r>
    </w:p>
  </w:endnote>
  <w:endnote w:id="46">
    <w:p w14:paraId="6FA4DBE6" w14:textId="77777777" w:rsidR="000A6AB6" w:rsidRDefault="000A6AB6" w:rsidP="00B44B34">
      <w:pPr>
        <w:pStyle w:val="EndnoteText"/>
      </w:pPr>
      <w:r>
        <w:rPr>
          <w:rStyle w:val="EndnoteReference"/>
        </w:rPr>
        <w:endnoteRef/>
      </w:r>
      <w:r>
        <w:rPr>
          <w:rFonts w:cs="Arial"/>
        </w:rPr>
        <w:t xml:space="preserve"> </w:t>
      </w:r>
      <w:r>
        <w:rPr>
          <w:rFonts w:cs="Arial"/>
          <w:iCs/>
        </w:rPr>
        <w:t>Australian Human Rights Commission</w:t>
      </w:r>
      <w:r>
        <w:rPr>
          <w:rFonts w:cs="Arial"/>
          <w:i/>
          <w:iCs/>
        </w:rPr>
        <w:t>, Equal Before the Law: Towards disability justice strategies</w:t>
      </w:r>
      <w:r>
        <w:rPr>
          <w:rFonts w:cs="Arial"/>
          <w:iCs/>
        </w:rPr>
        <w:t xml:space="preserve"> (2014) p 12. At </w:t>
      </w:r>
      <w:hyperlink r:id="rId40" w:history="1">
        <w:r>
          <w:rPr>
            <w:rStyle w:val="Hyperlink"/>
            <w:rFonts w:cs="Arial"/>
          </w:rPr>
          <w:t>https://www.humanrights.gov.au/our-work/disability-rights/publications/equal-law</w:t>
        </w:r>
      </w:hyperlink>
      <w:r>
        <w:rPr>
          <w:rFonts w:cs="Arial"/>
        </w:rPr>
        <w:t xml:space="preserve"> </w:t>
      </w:r>
      <w:r>
        <w:rPr>
          <w:rFonts w:cs="Arial"/>
          <w:iCs/>
        </w:rPr>
        <w:t xml:space="preserve">(viewed 22 June 2015). </w:t>
      </w:r>
    </w:p>
  </w:endnote>
  <w:endnote w:id="47">
    <w:p w14:paraId="229503B0" w14:textId="77777777" w:rsidR="000A6AB6" w:rsidRDefault="000A6AB6" w:rsidP="00910A26">
      <w:pPr>
        <w:pStyle w:val="EndnoteText"/>
      </w:pPr>
      <w:r>
        <w:rPr>
          <w:rStyle w:val="EndnoteReference"/>
        </w:rPr>
        <w:endnoteRef/>
      </w:r>
      <w:r>
        <w:rPr>
          <w:rFonts w:cs="Arial"/>
        </w:rPr>
        <w:t xml:space="preserve"> </w:t>
      </w:r>
      <w:r>
        <w:rPr>
          <w:rFonts w:cs="Arial"/>
          <w:iCs/>
        </w:rPr>
        <w:t>Australian Human Rights Commission</w:t>
      </w:r>
      <w:r>
        <w:rPr>
          <w:rFonts w:cs="Arial"/>
          <w:i/>
          <w:iCs/>
        </w:rPr>
        <w:t>, Equal Before the Law: Towards disability justice strategies</w:t>
      </w:r>
      <w:r>
        <w:rPr>
          <w:rFonts w:cs="Arial"/>
          <w:iCs/>
        </w:rPr>
        <w:t xml:space="preserve"> (2014) p 12. At </w:t>
      </w:r>
      <w:hyperlink r:id="rId41" w:history="1">
        <w:r>
          <w:rPr>
            <w:rStyle w:val="Hyperlink"/>
            <w:rFonts w:cs="Arial"/>
          </w:rPr>
          <w:t>https://www.humanrights.gov.au/our-work/disability-rights/publications/equal-law</w:t>
        </w:r>
      </w:hyperlink>
      <w:r>
        <w:rPr>
          <w:rFonts w:cs="Arial"/>
        </w:rPr>
        <w:t xml:space="preserve"> </w:t>
      </w:r>
      <w:r>
        <w:rPr>
          <w:rFonts w:cs="Arial"/>
          <w:iCs/>
        </w:rPr>
        <w:t xml:space="preserve">(viewed 22 June 2015). </w:t>
      </w:r>
    </w:p>
  </w:endnote>
  <w:endnote w:id="48">
    <w:p w14:paraId="49BB379A" w14:textId="77777777" w:rsidR="000A6AB6" w:rsidRDefault="000A6AB6" w:rsidP="00CA6525">
      <w:pPr>
        <w:pStyle w:val="EndnoteText"/>
      </w:pPr>
      <w:r>
        <w:rPr>
          <w:rStyle w:val="EndnoteReference"/>
        </w:rPr>
        <w:endnoteRef/>
      </w:r>
      <w:r>
        <w:t xml:space="preserve"> </w:t>
      </w:r>
      <w:r w:rsidRPr="00D6646F">
        <w:rPr>
          <w:lang w:val="en-US"/>
        </w:rPr>
        <w:t xml:space="preserve">Australian Human Rights Commission, </w:t>
      </w:r>
      <w:r w:rsidRPr="00D6646F">
        <w:t xml:space="preserve">‘Submission to the UN Committee Against Torture under the </w:t>
      </w:r>
      <w:r w:rsidRPr="00D6646F">
        <w:rPr>
          <w:i/>
        </w:rPr>
        <w:t>Convention Against Torture</w:t>
      </w:r>
      <w:r w:rsidRPr="00D6646F">
        <w:t>, 17 October 2014, [</w:t>
      </w:r>
      <w:r>
        <w:t>87</w:t>
      </w:r>
      <w:r w:rsidRPr="00D6646F">
        <w:t xml:space="preserve">]. At </w:t>
      </w:r>
      <w:hyperlink r:id="rId42" w:history="1">
        <w:r w:rsidRPr="00D6646F">
          <w:rPr>
            <w:rStyle w:val="Hyperlink"/>
          </w:rPr>
          <w:t>http://tbinternet.ohchr.org/_layouts/treatybodyexternal/Download.aspx?symbolno=INT%2fCAT%2fNGO%2fAUS%2f18690&amp;Lang=en</w:t>
        </w:r>
      </w:hyperlink>
      <w:r w:rsidRPr="00D6646F">
        <w:t xml:space="preserve"> (viewed 8 June 2016).</w:t>
      </w:r>
    </w:p>
  </w:endnote>
  <w:endnote w:id="49">
    <w:p w14:paraId="2E50DF6B" w14:textId="77777777" w:rsidR="000A6AB6" w:rsidRDefault="000A6AB6" w:rsidP="00CA6525">
      <w:pPr>
        <w:pStyle w:val="EndnoteText"/>
      </w:pPr>
      <w:r>
        <w:rPr>
          <w:rStyle w:val="EndnoteReference"/>
        </w:rPr>
        <w:endnoteRef/>
      </w:r>
      <w:r>
        <w:t xml:space="preserve"> Australian Human Rights Commission, ‘Submission to the Universal Periodic Review, 15 April 2015, [44]</w:t>
      </w:r>
      <w:r>
        <w:rPr>
          <w:lang w:val="en-US"/>
        </w:rPr>
        <w:t xml:space="preserve">. At </w:t>
      </w:r>
      <w:hyperlink r:id="rId43" w:history="1">
        <w:r w:rsidRPr="004775D3">
          <w:rPr>
            <w:rStyle w:val="Hyperlink"/>
            <w:lang w:val="en-US"/>
          </w:rPr>
          <w:t>https://www.humanrights.gov.au/submissions/australia-s-second-universal-periodic-review</w:t>
        </w:r>
      </w:hyperlink>
      <w:r>
        <w:rPr>
          <w:lang w:val="en-US"/>
        </w:rPr>
        <w:t xml:space="preserve"> (viewed 8 June 2016).</w:t>
      </w:r>
    </w:p>
  </w:endnote>
  <w:endnote w:id="50">
    <w:p w14:paraId="0CA8B509" w14:textId="77777777" w:rsidR="000A6AB6" w:rsidRDefault="000A6AB6" w:rsidP="00BF735D">
      <w:pPr>
        <w:pStyle w:val="EndnoteText"/>
      </w:pPr>
      <w:r>
        <w:rPr>
          <w:rStyle w:val="EndnoteReference"/>
        </w:rPr>
        <w:endnoteRef/>
      </w:r>
      <w:r>
        <w:t xml:space="preserve"> </w:t>
      </w:r>
      <w:r w:rsidRPr="00D6646F">
        <w:rPr>
          <w:lang w:val="en-US"/>
        </w:rPr>
        <w:t xml:space="preserve">Australian Human Rights Commission, </w:t>
      </w:r>
      <w:r w:rsidRPr="00D6646F">
        <w:t xml:space="preserve">‘Submission to the UN Committee Against Torture under the </w:t>
      </w:r>
      <w:r w:rsidRPr="00D6646F">
        <w:rPr>
          <w:i/>
        </w:rPr>
        <w:t>Convention Against Torture</w:t>
      </w:r>
      <w:r w:rsidRPr="00D6646F">
        <w:t>, 17 October 2014, [</w:t>
      </w:r>
      <w:r>
        <w:t>84</w:t>
      </w:r>
      <w:r w:rsidRPr="00D6646F">
        <w:t xml:space="preserve">]. At </w:t>
      </w:r>
      <w:hyperlink r:id="rId44" w:history="1">
        <w:r w:rsidRPr="00D6646F">
          <w:rPr>
            <w:rStyle w:val="Hyperlink"/>
          </w:rPr>
          <w:t>http://tbinternet.ohchr.org/_layouts/treatybodyexternal/Download.aspx?symbolno=INT%2fCAT%2fNGO%2fAUS%2f18690&amp;Lang=en</w:t>
        </w:r>
      </w:hyperlink>
      <w:r w:rsidRPr="00D6646F">
        <w:t xml:space="preserve"> (viewed 8 June 2016).</w:t>
      </w:r>
    </w:p>
  </w:endnote>
  <w:endnote w:id="51">
    <w:p w14:paraId="31CD035C" w14:textId="77777777" w:rsidR="000A6AB6" w:rsidRPr="009D46E5" w:rsidRDefault="000A6AB6" w:rsidP="003C65E3">
      <w:pPr>
        <w:pStyle w:val="EndnoteText"/>
        <w:rPr>
          <w:lang w:val="en-US"/>
        </w:rPr>
      </w:pPr>
      <w:r>
        <w:rPr>
          <w:rStyle w:val="EndnoteReference"/>
        </w:rPr>
        <w:endnoteRef/>
      </w:r>
      <w:r>
        <w:t xml:space="preserve"> </w:t>
      </w:r>
      <w:r w:rsidRPr="00D6646F">
        <w:rPr>
          <w:lang w:val="en-US"/>
        </w:rPr>
        <w:t xml:space="preserve">Australian Human Rights Commission, </w:t>
      </w:r>
      <w:r w:rsidRPr="00D6646F">
        <w:t xml:space="preserve">‘Submission to the UN Committee Against Torture under the </w:t>
      </w:r>
      <w:r w:rsidRPr="00D6646F">
        <w:rPr>
          <w:i/>
        </w:rPr>
        <w:t>Convention Against Torture</w:t>
      </w:r>
      <w:r w:rsidRPr="00D6646F">
        <w:t xml:space="preserve">, 17 October 2014, [93]. At </w:t>
      </w:r>
      <w:hyperlink r:id="rId45" w:history="1">
        <w:r w:rsidRPr="00D6646F">
          <w:rPr>
            <w:rStyle w:val="Hyperlink"/>
          </w:rPr>
          <w:t>http://tbinternet.ohchr.org/_layouts/treatybodyexternal/Download.aspx?symbolno=INT%2fCAT%2fNGO%2fAUS%2f18690&amp;Lang=en</w:t>
        </w:r>
      </w:hyperlink>
      <w:r w:rsidRPr="00D6646F">
        <w:t xml:space="preserve"> (viewed 8 June 2016).</w:t>
      </w:r>
    </w:p>
  </w:endnote>
  <w:endnote w:id="52">
    <w:p w14:paraId="2106A62F" w14:textId="77777777" w:rsidR="000A6AB6" w:rsidRPr="00F828DF" w:rsidRDefault="000A6AB6">
      <w:pPr>
        <w:pStyle w:val="EndnoteText"/>
        <w:rPr>
          <w:lang w:val="en-US"/>
        </w:rPr>
      </w:pPr>
      <w:r>
        <w:rPr>
          <w:rStyle w:val="EndnoteReference"/>
        </w:rPr>
        <w:endnoteRef/>
      </w:r>
      <w:r>
        <w:t xml:space="preserve"> Australian Human Rights Commission, ‘Submission to the Universal Periodic Review, 15 April 2015, [37]-[38]</w:t>
      </w:r>
      <w:r>
        <w:rPr>
          <w:lang w:val="en-US"/>
        </w:rPr>
        <w:t xml:space="preserve">. At </w:t>
      </w:r>
      <w:hyperlink r:id="rId46" w:history="1">
        <w:r w:rsidRPr="004775D3">
          <w:rPr>
            <w:rStyle w:val="Hyperlink"/>
            <w:lang w:val="en-US"/>
          </w:rPr>
          <w:t>https://www.humanrights.gov.au/submissions/australia-s-second-universal-periodic-review</w:t>
        </w:r>
      </w:hyperlink>
      <w:r>
        <w:rPr>
          <w:lang w:val="en-US"/>
        </w:rPr>
        <w:t xml:space="preserve"> (viewed 8 June 2016).</w:t>
      </w:r>
    </w:p>
  </w:endnote>
  <w:endnote w:id="53">
    <w:p w14:paraId="172210AD" w14:textId="77777777" w:rsidR="000A6AB6" w:rsidRPr="00764096" w:rsidRDefault="000A6AB6">
      <w:pPr>
        <w:pStyle w:val="EndnoteText"/>
        <w:rPr>
          <w:lang w:val="en-US"/>
        </w:rPr>
      </w:pPr>
      <w:r>
        <w:rPr>
          <w:rStyle w:val="EndnoteReference"/>
        </w:rPr>
        <w:endnoteRef/>
      </w:r>
      <w:r>
        <w:t xml:space="preserve"> </w:t>
      </w:r>
      <w:r w:rsidRPr="00105D61">
        <w:rPr>
          <w:rFonts w:eastAsia="Times New Roman" w:cs="Arial"/>
          <w:i/>
        </w:rPr>
        <w:t>Counter-Terrorism Legislation Amendment Act (No.1) 2014</w:t>
      </w:r>
      <w:r w:rsidRPr="00105D61">
        <w:rPr>
          <w:rFonts w:eastAsia="Times New Roman" w:cs="Arial"/>
        </w:rPr>
        <w:t xml:space="preserve"> (Cth)</w:t>
      </w:r>
      <w:r>
        <w:rPr>
          <w:rFonts w:eastAsia="Times New Roman" w:cs="Arial"/>
        </w:rPr>
        <w:t xml:space="preserve">, </w:t>
      </w:r>
      <w:r>
        <w:rPr>
          <w:i/>
        </w:rPr>
        <w:t xml:space="preserve">Australian Citizenship and Other Legislation Amendment Act 2014 </w:t>
      </w:r>
      <w:r>
        <w:t>(Cth)</w:t>
      </w:r>
      <w:r>
        <w:rPr>
          <w:rFonts w:eastAsia="Times New Roman" w:cs="Arial"/>
        </w:rPr>
        <w:t xml:space="preserve"> and </w:t>
      </w:r>
      <w:r w:rsidRPr="00C6517B">
        <w:rPr>
          <w:i/>
        </w:rPr>
        <w:t>Telecommunications (Interception and Access)</w:t>
      </w:r>
      <w:r>
        <w:rPr>
          <w:i/>
        </w:rPr>
        <w:t xml:space="preserve"> Amendment (Data Retention) Act</w:t>
      </w:r>
      <w:r w:rsidRPr="00C6517B">
        <w:t xml:space="preserve"> </w:t>
      </w:r>
      <w:r w:rsidRPr="00C6517B">
        <w:rPr>
          <w:i/>
        </w:rPr>
        <w:t>2014</w:t>
      </w:r>
      <w:r>
        <w:t xml:space="preserve"> (Cth).</w:t>
      </w:r>
      <w:r w:rsidRPr="00105D61">
        <w:rPr>
          <w:rFonts w:eastAsia="Times New Roman" w:cs="Arial"/>
        </w:rPr>
        <w:t xml:space="preserve"> The Commission's concerns about this legislation are detailed in its submissions on the proposed legislation. See </w:t>
      </w:r>
      <w:r w:rsidRPr="00105D61">
        <w:rPr>
          <w:rFonts w:eastAsia="Times New Roman" w:cs="Arial"/>
          <w:i/>
          <w:iCs/>
          <w:color w:val="000000"/>
        </w:rPr>
        <w:t>Submission to the Parliamentary Joint Committee on Intelligence and Security Inquiry into the Counter-Terrorism Legislat</w:t>
      </w:r>
      <w:r>
        <w:rPr>
          <w:rFonts w:eastAsia="Times New Roman" w:cs="Arial"/>
          <w:i/>
          <w:iCs/>
          <w:color w:val="000000"/>
        </w:rPr>
        <w:t>ion Amendment Bill (No. 1) 2014</w:t>
      </w:r>
      <w:r>
        <w:rPr>
          <w:rFonts w:eastAsia="Times New Roman" w:cs="Arial"/>
          <w:iCs/>
          <w:color w:val="000000"/>
        </w:rPr>
        <w:t xml:space="preserve">, Submission No 14. </w:t>
      </w:r>
      <w:r w:rsidRPr="00105D61">
        <w:rPr>
          <w:rFonts w:eastAsia="Times New Roman" w:cs="Arial"/>
          <w:color w:val="000000"/>
        </w:rPr>
        <w:t xml:space="preserve">At </w:t>
      </w:r>
      <w:hyperlink r:id="rId47" w:history="1">
        <w:r w:rsidRPr="004775D3">
          <w:rPr>
            <w:rStyle w:val="Hyperlink"/>
          </w:rPr>
          <w:t>http://www.aph.gov.au/Parliamentary_Business/Committees/Joint/Intelligence_and_Security/Amendment_Bill/Submissions</w:t>
        </w:r>
      </w:hyperlink>
      <w:r>
        <w:t xml:space="preserve"> </w:t>
      </w:r>
      <w:r w:rsidRPr="00105D61">
        <w:rPr>
          <w:rFonts w:eastAsia="Times New Roman" w:cs="Arial"/>
          <w:color w:val="000000"/>
        </w:rPr>
        <w:t xml:space="preserve">(viewed </w:t>
      </w:r>
      <w:r>
        <w:rPr>
          <w:rFonts w:eastAsia="Times New Roman" w:cs="Arial"/>
          <w:color w:val="000000"/>
        </w:rPr>
        <w:t xml:space="preserve">8 June 2016); </w:t>
      </w:r>
      <w:r>
        <w:rPr>
          <w:rFonts w:eastAsia="Times New Roman" w:cs="Arial"/>
          <w:i/>
          <w:color w:val="000000"/>
        </w:rPr>
        <w:t xml:space="preserve">Submission to the Parliamentary Joint Committee on Intelligence and Security inquiry into the </w:t>
      </w:r>
      <w:r w:rsidRPr="00675AF0">
        <w:rPr>
          <w:rFonts w:eastAsia="Times New Roman" w:cs="Arial"/>
          <w:i/>
          <w:color w:val="000000"/>
        </w:rPr>
        <w:t>Australian Citizenship Amendment (Allegiance to Australia) Bill 2015</w:t>
      </w:r>
      <w:r>
        <w:rPr>
          <w:rFonts w:eastAsia="Times New Roman" w:cs="Arial"/>
          <w:i/>
          <w:color w:val="000000"/>
        </w:rPr>
        <w:t xml:space="preserve">, </w:t>
      </w:r>
      <w:r>
        <w:rPr>
          <w:rFonts w:eastAsia="Times New Roman" w:cs="Arial"/>
          <w:color w:val="000000"/>
        </w:rPr>
        <w:t xml:space="preserve">Submission No. 13. At </w:t>
      </w:r>
      <w:hyperlink r:id="rId48" w:history="1">
        <w:r w:rsidRPr="004775D3">
          <w:rPr>
            <w:rStyle w:val="Hyperlink"/>
            <w:rFonts w:eastAsia="Times New Roman" w:cs="Arial"/>
          </w:rPr>
          <w:t>http://www.aph.gov.au/Parliamentary_Business/Committees/Joint/Intelligence_and_Security/Citizenship_Bill/Submissions</w:t>
        </w:r>
      </w:hyperlink>
      <w:r>
        <w:rPr>
          <w:rFonts w:eastAsia="Times New Roman" w:cs="Arial"/>
          <w:color w:val="000000"/>
        </w:rPr>
        <w:t xml:space="preserve"> (viewed 8 June 2016); </w:t>
      </w:r>
      <w:r>
        <w:rPr>
          <w:rFonts w:eastAsia="Times New Roman" w:cs="Arial"/>
          <w:i/>
          <w:color w:val="000000"/>
        </w:rPr>
        <w:t>Submission to the Parliamentary Joint Committee on Intelligence and Security Inquiry into the</w:t>
      </w:r>
      <w:r w:rsidRPr="00105D61">
        <w:rPr>
          <w:rFonts w:ascii="Lucida Sans Unicode" w:hAnsi="Lucida Sans Unicode" w:cs="Lucida Sans Unicode"/>
          <w:color w:val="000000"/>
          <w:sz w:val="17"/>
          <w:szCs w:val="17"/>
          <w:shd w:val="clear" w:color="auto" w:fill="FFFFFF"/>
        </w:rPr>
        <w:t xml:space="preserve"> </w:t>
      </w:r>
      <w:r w:rsidRPr="00105D61">
        <w:rPr>
          <w:rFonts w:eastAsia="Times New Roman" w:cs="Arial"/>
          <w:i/>
          <w:color w:val="000000"/>
        </w:rPr>
        <w:t>Telecommunications (Interception and Access) Amendment (Data Retention) Bill</w:t>
      </w:r>
      <w:r w:rsidRPr="00105D61">
        <w:rPr>
          <w:rFonts w:eastAsia="Times New Roman" w:cs="Arial"/>
          <w:i/>
          <w:iCs/>
          <w:color w:val="000000"/>
        </w:rPr>
        <w:t> </w:t>
      </w:r>
      <w:r>
        <w:rPr>
          <w:rFonts w:eastAsia="Times New Roman" w:cs="Arial"/>
          <w:i/>
          <w:color w:val="000000"/>
        </w:rPr>
        <w:t xml:space="preserve">2014, </w:t>
      </w:r>
      <w:r>
        <w:rPr>
          <w:rFonts w:eastAsia="Times New Roman" w:cs="Arial"/>
          <w:color w:val="000000"/>
        </w:rPr>
        <w:t xml:space="preserve">Submission No. 42. At    </w:t>
      </w:r>
      <w:hyperlink r:id="rId49" w:history="1">
        <w:r w:rsidRPr="004775D3">
          <w:rPr>
            <w:rStyle w:val="Hyperlink"/>
            <w:rFonts w:eastAsia="Times New Roman" w:cs="Arial"/>
          </w:rPr>
          <w:t>http://www.aph.gov.au/Parliamentary_Business/Committees/Joint/Intelligence_and_Security/Data_Retention/Submissions</w:t>
        </w:r>
      </w:hyperlink>
      <w:r>
        <w:rPr>
          <w:rFonts w:eastAsia="Times New Roman" w:cs="Arial"/>
          <w:color w:val="000000"/>
        </w:rPr>
        <w:t xml:space="preserve"> (viewed 8 June 2016)</w:t>
      </w:r>
    </w:p>
  </w:endnote>
  <w:endnote w:id="54">
    <w:p w14:paraId="10E667C9" w14:textId="77777777" w:rsidR="000A6AB6" w:rsidRPr="00602874" w:rsidRDefault="000A6AB6" w:rsidP="003C65E3">
      <w:pPr>
        <w:pStyle w:val="EndnoteText"/>
        <w:rPr>
          <w:lang w:val="en-US"/>
        </w:rPr>
      </w:pPr>
      <w:r>
        <w:rPr>
          <w:rStyle w:val="EndnoteReference"/>
        </w:rPr>
        <w:endnoteRef/>
      </w:r>
      <w:r>
        <w:t xml:space="preserve"> Department of Prime Minister &amp; Cabinet</w:t>
      </w:r>
      <w:r w:rsidRPr="00F37083">
        <w:t xml:space="preserve">, </w:t>
      </w:r>
      <w:r w:rsidRPr="00F37083">
        <w:rPr>
          <w:i/>
        </w:rPr>
        <w:t>Independent National Security Legislation Monitor</w:t>
      </w:r>
      <w:r>
        <w:t>.</w:t>
      </w:r>
      <w:r w:rsidRPr="00F37083">
        <w:t xml:space="preserve"> At </w:t>
      </w:r>
      <w:hyperlink r:id="rId50" w:history="1">
        <w:r w:rsidRPr="004775D3">
          <w:rPr>
            <w:rStyle w:val="Hyperlink"/>
          </w:rPr>
          <w:t>https://www.dpmc.gov.au/national-security/independent-national-security-legislation-monitor</w:t>
        </w:r>
      </w:hyperlink>
      <w:r>
        <w:t xml:space="preserve"> (viewed 8 June 2016)</w:t>
      </w:r>
      <w:r w:rsidRPr="00F37083">
        <w:t>.</w:t>
      </w:r>
      <w:r>
        <w:t xml:space="preserve"> </w:t>
      </w:r>
    </w:p>
  </w:endnote>
  <w:endnote w:id="55">
    <w:p w14:paraId="6EF2813D" w14:textId="77777777" w:rsidR="000A6AB6" w:rsidRPr="003A5EDB" w:rsidRDefault="000A6AB6" w:rsidP="007D6E54">
      <w:pPr>
        <w:pStyle w:val="EndnoteText"/>
        <w:rPr>
          <w:lang w:val="en-US"/>
        </w:rPr>
      </w:pPr>
      <w:r>
        <w:rPr>
          <w:rStyle w:val="EndnoteReference"/>
        </w:rPr>
        <w:endnoteRef/>
      </w:r>
      <w:r>
        <w:t xml:space="preserve"> Department of Prime Minister &amp; Cabinet</w:t>
      </w:r>
      <w:r w:rsidRPr="00F37083">
        <w:t xml:space="preserve">, </w:t>
      </w:r>
      <w:r w:rsidRPr="00F37083">
        <w:rPr>
          <w:i/>
        </w:rPr>
        <w:t>Independent National Security Legislation Monitor</w:t>
      </w:r>
      <w:r>
        <w:t>.</w:t>
      </w:r>
      <w:r w:rsidRPr="00F37083">
        <w:t xml:space="preserve"> At </w:t>
      </w:r>
      <w:hyperlink r:id="rId51" w:history="1">
        <w:r w:rsidRPr="004775D3">
          <w:rPr>
            <w:rStyle w:val="Hyperlink"/>
          </w:rPr>
          <w:t>https://www.dpmc.gov.au/national-security/independent-national-security-legislation-monitor</w:t>
        </w:r>
      </w:hyperlink>
      <w:r>
        <w:t xml:space="preserve"> (viewed 8 June 2016)</w:t>
      </w:r>
      <w:r w:rsidRPr="00F37083">
        <w:t>.</w:t>
      </w:r>
    </w:p>
  </w:endnote>
  <w:endnote w:id="56">
    <w:p w14:paraId="4537B1C1" w14:textId="77777777" w:rsidR="000A6AB6" w:rsidRDefault="000A6AB6" w:rsidP="00BA1BEE">
      <w:pPr>
        <w:pStyle w:val="EndnoteText"/>
      </w:pPr>
      <w:r>
        <w:rPr>
          <w:rStyle w:val="EndnoteReference"/>
        </w:rPr>
        <w:endnoteRef/>
      </w:r>
      <w:r>
        <w:t xml:space="preserve"> Peter Dutton, Minister for Immigration and Border Protection, ‘</w:t>
      </w:r>
      <w:r w:rsidRPr="00F55DD7">
        <w:t xml:space="preserve">OSB marks milestone </w:t>
      </w:r>
      <w:r>
        <w:t>–</w:t>
      </w:r>
      <w:r w:rsidRPr="00F55DD7">
        <w:t xml:space="preserve"> year with no boats</w:t>
      </w:r>
      <w:r>
        <w:t xml:space="preserve">’ (Media Release, 6 August 2015). At </w:t>
      </w:r>
      <w:hyperlink r:id="rId52" w:history="1">
        <w:r w:rsidRPr="00561FBA">
          <w:rPr>
            <w:rStyle w:val="Hyperlink"/>
          </w:rPr>
          <w:t>http://parlinfo.aph.gov.au/parlInfo/search/display/display.w3p;query=Id%3A%22media%2Fpressrel%2F3996167%22</w:t>
        </w:r>
      </w:hyperlink>
      <w:r>
        <w:t xml:space="preserve"> (viewed 14 June 2016). </w:t>
      </w:r>
    </w:p>
  </w:endnote>
  <w:endnote w:id="57">
    <w:p w14:paraId="7A283756" w14:textId="77777777" w:rsidR="000A6AB6" w:rsidRDefault="000A6AB6" w:rsidP="00BA1BEE">
      <w:pPr>
        <w:pStyle w:val="EndnoteText"/>
      </w:pPr>
      <w:r>
        <w:rPr>
          <w:rStyle w:val="EndnoteReference"/>
        </w:rPr>
        <w:endnoteRef/>
      </w:r>
      <w:r>
        <w:rPr>
          <w:iCs/>
        </w:rPr>
        <w:t xml:space="preserve"> </w:t>
      </w:r>
      <w:r w:rsidRPr="00F81D1D">
        <w:rPr>
          <w:i/>
          <w:iCs/>
        </w:rPr>
        <w:t xml:space="preserve">Migration Act 1958 </w:t>
      </w:r>
      <w:r w:rsidRPr="00F81D1D">
        <w:t xml:space="preserve">(Cth), s </w:t>
      </w:r>
      <w:r>
        <w:t xml:space="preserve">189, </w:t>
      </w:r>
      <w:r w:rsidRPr="00F81D1D">
        <w:t>196.</w:t>
      </w:r>
    </w:p>
  </w:endnote>
  <w:endnote w:id="58">
    <w:p w14:paraId="50B0B8AB" w14:textId="77777777" w:rsidR="000A6AB6" w:rsidRDefault="000A6AB6" w:rsidP="00BA1BEE">
      <w:pPr>
        <w:pStyle w:val="EndnoteText"/>
      </w:pPr>
      <w:r>
        <w:rPr>
          <w:rStyle w:val="EndnoteReference"/>
        </w:rPr>
        <w:endnoteRef/>
      </w:r>
      <w:r>
        <w:t xml:space="preserve"> Department of Immigration and Border Protection, </w:t>
      </w:r>
      <w:r w:rsidRPr="0019207E">
        <w:rPr>
          <w:i/>
        </w:rPr>
        <w:t xml:space="preserve">Immigration Detention </w:t>
      </w:r>
      <w:r>
        <w:rPr>
          <w:i/>
        </w:rPr>
        <w:t xml:space="preserve">and Community </w:t>
      </w:r>
      <w:r w:rsidRPr="0019207E">
        <w:rPr>
          <w:i/>
        </w:rPr>
        <w:t>Statistics Summary</w:t>
      </w:r>
      <w:r>
        <w:t xml:space="preserve"> (31 December 2014), 3. At </w:t>
      </w:r>
      <w:hyperlink r:id="rId53" w:history="1">
        <w:r w:rsidRPr="00561FBA">
          <w:rPr>
            <w:rStyle w:val="Hyperlink"/>
          </w:rPr>
          <w:t>http://www.border.gov.au/ReportsandPublications/Documents/statistics/immigration-detention-statistics-dec2014.pdf</w:t>
        </w:r>
      </w:hyperlink>
      <w:r>
        <w:t xml:space="preserve"> (viewed 21 April 2016); Department of Immigration and Border Protection, </w:t>
      </w:r>
      <w:r w:rsidRPr="0019207E">
        <w:rPr>
          <w:i/>
        </w:rPr>
        <w:t xml:space="preserve">Immigration Detention </w:t>
      </w:r>
      <w:r>
        <w:rPr>
          <w:i/>
        </w:rPr>
        <w:t xml:space="preserve">and Community </w:t>
      </w:r>
      <w:r w:rsidRPr="0019207E">
        <w:rPr>
          <w:i/>
        </w:rPr>
        <w:t>Statistics Summary</w:t>
      </w:r>
      <w:r>
        <w:t xml:space="preserve"> (31 March 2016), 4. At </w:t>
      </w:r>
      <w:hyperlink r:id="rId54" w:history="1">
        <w:r w:rsidRPr="00561FBA">
          <w:rPr>
            <w:rStyle w:val="Hyperlink"/>
          </w:rPr>
          <w:t>http://www.border.gov.au/ReportsandPublications/Documents/statistics/immigration-detention-statistics-31-mar-2016.pdf</w:t>
        </w:r>
      </w:hyperlink>
      <w:r>
        <w:t xml:space="preserve"> (viewed 21 April 2016). </w:t>
      </w:r>
    </w:p>
  </w:endnote>
  <w:endnote w:id="59">
    <w:p w14:paraId="26A958EE" w14:textId="77777777" w:rsidR="000A6AB6" w:rsidRDefault="000A6AB6" w:rsidP="00BA1BEE">
      <w:pPr>
        <w:pStyle w:val="EndnoteText"/>
      </w:pPr>
      <w:r>
        <w:rPr>
          <w:rStyle w:val="EndnoteReference"/>
        </w:rPr>
        <w:endnoteRef/>
      </w:r>
      <w:r>
        <w:t xml:space="preserve"> </w:t>
      </w:r>
      <w:r w:rsidRPr="00AC1EB5">
        <w:t>In April 2016, the Minister for Immigration and Border Protection announced that no children were being held in closed detention facilities in Australia.</w:t>
      </w:r>
      <w:r>
        <w:t xml:space="preserve"> See Peter Dutton, Minister for Immigration and Border Protection, ‘Doorstop interview’ (Brisbane, 3 April 2016). At </w:t>
      </w:r>
      <w:hyperlink r:id="rId55" w:history="1">
        <w:r w:rsidRPr="008824AF">
          <w:rPr>
            <w:rStyle w:val="Hyperlink"/>
          </w:rPr>
          <w:t>http://www.minister.border.gov.au/peterdutton/2016/Pages/doorstop-interview-03042016.aspx</w:t>
        </w:r>
      </w:hyperlink>
      <w:r>
        <w:t xml:space="preserve"> (viewed 21 April 2016).</w:t>
      </w:r>
    </w:p>
  </w:endnote>
  <w:endnote w:id="60">
    <w:p w14:paraId="49C57003" w14:textId="77777777" w:rsidR="000A6AB6" w:rsidRDefault="000A6AB6" w:rsidP="00BA1BEE">
      <w:pPr>
        <w:pStyle w:val="EndnoteText"/>
      </w:pPr>
      <w:r>
        <w:rPr>
          <w:rStyle w:val="EndnoteReference"/>
        </w:rPr>
        <w:endnoteRef/>
      </w:r>
      <w:r>
        <w:t xml:space="preserve"> Scott Morrison, Minister for Immigration and Border Protection, ‘Government success stopping illegal boats to save $2.5 billion’ (Media Release, 13 May 2014). At </w:t>
      </w:r>
      <w:hyperlink r:id="rId56" w:history="1">
        <w:r w:rsidRPr="00A860B6">
          <w:rPr>
            <w:rStyle w:val="Hyperlink"/>
          </w:rPr>
          <w:t>http://parlinfo.aph.gov.au/parlInfo/download/media/pressrel/3165273/upload_binary/3165273.pdf</w:t>
        </w:r>
      </w:hyperlink>
      <w:r w:rsidRPr="00FA2344">
        <w:t>;</w:t>
      </w:r>
      <w:r>
        <w:t xml:space="preserve">  </w:t>
      </w:r>
    </w:p>
    <w:p w14:paraId="3666FCDB" w14:textId="77777777" w:rsidR="000A6AB6" w:rsidRDefault="000A6AB6" w:rsidP="00BA1BEE">
      <w:pPr>
        <w:pStyle w:val="EndnoteText"/>
      </w:pPr>
      <w:r>
        <w:t>Scott Morrison, Minister for Immigration and Border Protection, ‘</w:t>
      </w:r>
      <w:r w:rsidRPr="000B6C09">
        <w:t>Government closes Labor's Inverbrackie detention centre</w:t>
      </w:r>
      <w:r>
        <w:t xml:space="preserve">’ (Media Release, 12 December 2014). At </w:t>
      </w:r>
      <w:hyperlink r:id="rId57" w:history="1">
        <w:r w:rsidRPr="00A860B6">
          <w:rPr>
            <w:rStyle w:val="Hyperlink"/>
          </w:rPr>
          <w:t>http://parlinfo.aph.gov.au/parlInfo/search/display/display.w3p;query=Id%3A%22media%2Fpressrel%2F3575101%22</w:t>
        </w:r>
      </w:hyperlink>
      <w:r>
        <w:t xml:space="preserve"> (viewed 31 May 2016); Peter Dutton, Minister for Immigration and Border Protection, ‘</w:t>
      </w:r>
      <w:r w:rsidRPr="006A7BF6">
        <w:t>Government closes Darwin's Bladin detention facility</w:t>
      </w:r>
      <w:r>
        <w:t xml:space="preserve">’ (Media Release, 21 February 2015). At </w:t>
      </w:r>
      <w:hyperlink r:id="rId58" w:history="1">
        <w:r w:rsidRPr="00A860B6">
          <w:rPr>
            <w:rStyle w:val="Hyperlink"/>
          </w:rPr>
          <w:t>http://www.minister.border.gov.au/peterdutton/2015/Pages/government-closes-bladin-detention-facility.aspx</w:t>
        </w:r>
      </w:hyperlink>
      <w:r>
        <w:t xml:space="preserve"> (viewed 31 May 2016); Commonwealth of Australia, </w:t>
      </w:r>
      <w:r w:rsidRPr="00426B65">
        <w:rPr>
          <w:i/>
        </w:rPr>
        <w:t>Budget Paper No. 2 2016-17</w:t>
      </w:r>
      <w:r>
        <w:t xml:space="preserve"> (3 May 2016) 123. At </w:t>
      </w:r>
      <w:hyperlink r:id="rId59" w:history="1">
        <w:r w:rsidRPr="00A860B6">
          <w:rPr>
            <w:rStyle w:val="Hyperlink"/>
          </w:rPr>
          <w:t>http://budget.gov.au/2016-17/content/bp2/download/BP2_consolidated.pdf</w:t>
        </w:r>
      </w:hyperlink>
      <w:r>
        <w:t xml:space="preserve"> (viewed 31 May 2016); Commonwealth of Australia, </w:t>
      </w:r>
      <w:r w:rsidRPr="00426B65">
        <w:rPr>
          <w:i/>
        </w:rPr>
        <w:t>Budget Paper No. 2 2016-17</w:t>
      </w:r>
      <w:r>
        <w:t xml:space="preserve"> (3 May 2016) 123. At </w:t>
      </w:r>
      <w:hyperlink r:id="rId60" w:history="1">
        <w:r w:rsidRPr="00A860B6">
          <w:rPr>
            <w:rStyle w:val="Hyperlink"/>
          </w:rPr>
          <w:t>http://budget.gov.au/2016-17/content/bp2/download/BP2_consolidated.pdf</w:t>
        </w:r>
      </w:hyperlink>
      <w:r>
        <w:t xml:space="preserve"> (viewed 31 May 2016). </w:t>
      </w:r>
    </w:p>
  </w:endnote>
  <w:endnote w:id="61">
    <w:p w14:paraId="47C89CA3" w14:textId="77777777" w:rsidR="000A6AB6" w:rsidRDefault="000A6AB6" w:rsidP="00BA1BEE">
      <w:pPr>
        <w:pStyle w:val="EndnoteText"/>
      </w:pPr>
      <w:r>
        <w:rPr>
          <w:rStyle w:val="EndnoteReference"/>
        </w:rPr>
        <w:endnoteRef/>
      </w:r>
      <w:r>
        <w:t xml:space="preserve"> Department of Immigration and Border Protection, </w:t>
      </w:r>
      <w:r w:rsidRPr="0019207E">
        <w:rPr>
          <w:i/>
        </w:rPr>
        <w:t xml:space="preserve">Immigration Detention </w:t>
      </w:r>
      <w:r>
        <w:rPr>
          <w:i/>
        </w:rPr>
        <w:t xml:space="preserve">and Community </w:t>
      </w:r>
      <w:r w:rsidRPr="0019207E">
        <w:rPr>
          <w:i/>
        </w:rPr>
        <w:t>Statistics Summary</w:t>
      </w:r>
      <w:r>
        <w:t xml:space="preserve"> (31 March 2016), 11. At </w:t>
      </w:r>
      <w:hyperlink r:id="rId61" w:history="1">
        <w:r w:rsidRPr="00561FBA">
          <w:rPr>
            <w:rStyle w:val="Hyperlink"/>
          </w:rPr>
          <w:t>http://www.border.gov.au/ReportsandPublications/Documents/statistics/immigration-detention-statistics-31-mar-2016.pdf</w:t>
        </w:r>
      </w:hyperlink>
      <w:r>
        <w:t xml:space="preserve"> (viewed 21 April 2016).</w:t>
      </w:r>
    </w:p>
  </w:endnote>
  <w:endnote w:id="62">
    <w:p w14:paraId="762E0722" w14:textId="77777777" w:rsidR="000A6AB6" w:rsidRDefault="000A6AB6" w:rsidP="00BA1BEE">
      <w:pPr>
        <w:pStyle w:val="EndnoteText"/>
      </w:pPr>
      <w:r>
        <w:rPr>
          <w:rStyle w:val="EndnoteReference"/>
        </w:rPr>
        <w:endnoteRef/>
      </w:r>
      <w:r>
        <w:t xml:space="preserve"> See the Department of Immigration and Border Protection’s immigration detention statistics summaries from 31 August 2014 to 31 March 2016, available at </w:t>
      </w:r>
      <w:hyperlink r:id="rId62" w:history="1">
        <w:r w:rsidRPr="008824AF">
          <w:rPr>
            <w:rStyle w:val="Hyperlink"/>
          </w:rPr>
          <w:t>http://www.border.gov.au/about/reports-publications/research-statistics/statistics/live-in-australia/immigration-detention</w:t>
        </w:r>
      </w:hyperlink>
      <w:r>
        <w:t xml:space="preserve"> (viewed 21 April 2016).</w:t>
      </w:r>
    </w:p>
  </w:endnote>
  <w:endnote w:id="63">
    <w:p w14:paraId="5ED48F19" w14:textId="77777777" w:rsidR="000A6AB6" w:rsidRDefault="000A6AB6" w:rsidP="00BA1BEE">
      <w:pPr>
        <w:pStyle w:val="EndnoteText"/>
      </w:pPr>
      <w:r>
        <w:rPr>
          <w:rStyle w:val="EndnoteReference"/>
        </w:rPr>
        <w:endnoteRef/>
      </w:r>
      <w:r>
        <w:t xml:space="preserve"> Department of Immigration and Border Protection, </w:t>
      </w:r>
      <w:r w:rsidRPr="0019207E">
        <w:rPr>
          <w:i/>
        </w:rPr>
        <w:t xml:space="preserve">Immigration Detention </w:t>
      </w:r>
      <w:r>
        <w:rPr>
          <w:i/>
        </w:rPr>
        <w:t xml:space="preserve">and Community </w:t>
      </w:r>
      <w:r w:rsidRPr="0019207E">
        <w:rPr>
          <w:i/>
        </w:rPr>
        <w:t>Statistics Summary</w:t>
      </w:r>
      <w:r>
        <w:t xml:space="preserve"> (31 December 2014), 6. At </w:t>
      </w:r>
      <w:hyperlink r:id="rId63" w:history="1">
        <w:r w:rsidRPr="00561FBA">
          <w:rPr>
            <w:rStyle w:val="Hyperlink"/>
          </w:rPr>
          <w:t>http://www.border.gov.au/ReportsandPublications/Documents/statistics/immigration-detention-statistics-dec2014.pdf</w:t>
        </w:r>
      </w:hyperlink>
      <w:r>
        <w:t xml:space="preserve"> (viewed 21 April 2016); Department of Immigration and Border Protection, </w:t>
      </w:r>
      <w:r w:rsidRPr="0019207E">
        <w:rPr>
          <w:i/>
        </w:rPr>
        <w:t xml:space="preserve">Immigration Detention </w:t>
      </w:r>
      <w:r>
        <w:rPr>
          <w:i/>
        </w:rPr>
        <w:t xml:space="preserve">and Community </w:t>
      </w:r>
      <w:r w:rsidRPr="0019207E">
        <w:rPr>
          <w:i/>
        </w:rPr>
        <w:t>Statistics Summary</w:t>
      </w:r>
      <w:r>
        <w:t xml:space="preserve"> (31 March 2016), 7. At </w:t>
      </w:r>
      <w:hyperlink r:id="rId64" w:history="1">
        <w:r w:rsidRPr="00561FBA">
          <w:rPr>
            <w:rStyle w:val="Hyperlink"/>
          </w:rPr>
          <w:t>http://www.border.gov.au/ReportsandPublications/Documents/statistics/immigration-detention-statistics-31-mar-2016.pdf</w:t>
        </w:r>
      </w:hyperlink>
      <w:r>
        <w:t xml:space="preserve"> (viewed 21 April 2016). </w:t>
      </w:r>
    </w:p>
  </w:endnote>
  <w:endnote w:id="64">
    <w:p w14:paraId="1B8293B7" w14:textId="77777777" w:rsidR="000A6AB6" w:rsidRPr="00503FF2" w:rsidRDefault="000A6AB6" w:rsidP="00BA1BEE">
      <w:pPr>
        <w:pStyle w:val="EndnoteText"/>
      </w:pPr>
      <w:r>
        <w:rPr>
          <w:rStyle w:val="EndnoteReference"/>
        </w:rPr>
        <w:endnoteRef/>
      </w:r>
      <w:r>
        <w:t xml:space="preserve"> </w:t>
      </w:r>
      <w:r w:rsidRPr="00514A7E">
        <w:rPr>
          <w:i/>
          <w:lang w:val="en"/>
        </w:rPr>
        <w:t>Migration Amendment (Character and General Visa Cancellation) Act 2014</w:t>
      </w:r>
      <w:r>
        <w:rPr>
          <w:i/>
          <w:lang w:val="en"/>
        </w:rPr>
        <w:t xml:space="preserve"> </w:t>
      </w:r>
      <w:r>
        <w:rPr>
          <w:lang w:val="en"/>
        </w:rPr>
        <w:t xml:space="preserve">(Cth). </w:t>
      </w:r>
    </w:p>
  </w:endnote>
  <w:endnote w:id="65">
    <w:p w14:paraId="6A4D755D" w14:textId="77777777" w:rsidR="000A6AB6" w:rsidRDefault="000A6AB6" w:rsidP="00BA1BEE">
      <w:pPr>
        <w:pStyle w:val="EndnoteText"/>
      </w:pPr>
      <w:r>
        <w:rPr>
          <w:rStyle w:val="EndnoteReference"/>
        </w:rPr>
        <w:endnoteRef/>
      </w:r>
      <w:r>
        <w:t xml:space="preserve"> </w:t>
      </w:r>
      <w:r w:rsidRPr="00DC7446">
        <w:rPr>
          <w:i/>
        </w:rPr>
        <w:t>F.J. et al v Australia</w:t>
      </w:r>
      <w:r>
        <w:t xml:space="preserve">, Communication No. </w:t>
      </w:r>
      <w:r w:rsidRPr="00191AFA">
        <w:t>No. 2233/2013</w:t>
      </w:r>
      <w:r>
        <w:t xml:space="preserve">, UN Doc </w:t>
      </w:r>
      <w:r w:rsidRPr="00191AFA">
        <w:t>CCPR/C/116/D/2233/2013</w:t>
      </w:r>
      <w:r>
        <w:t xml:space="preserve"> (18 April 2016) [10.6-11]. </w:t>
      </w:r>
    </w:p>
  </w:endnote>
  <w:endnote w:id="66">
    <w:p w14:paraId="44E1DBCF" w14:textId="77777777" w:rsidR="000A6AB6" w:rsidRDefault="000A6AB6" w:rsidP="00BA1BEE">
      <w:pPr>
        <w:pStyle w:val="EndnoteText"/>
      </w:pPr>
      <w:r>
        <w:rPr>
          <w:rStyle w:val="EndnoteReference"/>
        </w:rPr>
        <w:endnoteRef/>
      </w:r>
      <w:r>
        <w:t xml:space="preserve"> See, for example, </w:t>
      </w:r>
      <w:r w:rsidRPr="004670A2">
        <w:t>Janette P Green and Kathy Eagar</w:t>
      </w:r>
      <w:r>
        <w:t xml:space="preserve">, ‘The health of people in Australian immigration detention centres’ (2010) 192 2 </w:t>
      </w:r>
      <w:r>
        <w:rPr>
          <w:i/>
        </w:rPr>
        <w:t xml:space="preserve">Medical Journal of Australia </w:t>
      </w:r>
      <w:r>
        <w:t xml:space="preserve">65; </w:t>
      </w:r>
      <w:r w:rsidRPr="0037309A">
        <w:t xml:space="preserve">Louise </w:t>
      </w:r>
      <w:r>
        <w:t xml:space="preserve">K </w:t>
      </w:r>
      <w:r w:rsidRPr="0037309A">
        <w:t>Newman</w:t>
      </w:r>
      <w:r>
        <w:t xml:space="preserve">, Nicholas G Procter and Michael J Dudley, ‘Suicide and self-harm in immigration detention’ (2011) 195 6 </w:t>
      </w:r>
      <w:r>
        <w:rPr>
          <w:i/>
        </w:rPr>
        <w:t>Medical Journal of Australia</w:t>
      </w:r>
      <w:r>
        <w:t xml:space="preserve"> 310; Melissa Bull et al, ‘Sickness in the system of long-term immigration detention’ (2012) 26 1 </w:t>
      </w:r>
      <w:r>
        <w:rPr>
          <w:i/>
        </w:rPr>
        <w:t xml:space="preserve">Journal of Refugee Studies </w:t>
      </w:r>
      <w:r>
        <w:t xml:space="preserve">47; </w:t>
      </w:r>
      <w:r w:rsidRPr="009E20A5">
        <w:t xml:space="preserve">Commonwealth Ombudsman, </w:t>
      </w:r>
      <w:r w:rsidRPr="009E20A5">
        <w:rPr>
          <w:i/>
        </w:rPr>
        <w:t>Suicide and Self-harm in the Immigration Detention Network</w:t>
      </w:r>
      <w:r>
        <w:t xml:space="preserve"> (2013).</w:t>
      </w:r>
      <w:r w:rsidRPr="009E20A5">
        <w:t xml:space="preserve"> At </w:t>
      </w:r>
      <w:hyperlink r:id="rId65" w:history="1">
        <w:r w:rsidRPr="008824AF">
          <w:rPr>
            <w:rStyle w:val="Hyperlink"/>
          </w:rPr>
          <w:t>http://www.ombudsman.gov.au/__data/assets/pdf_file/0022/30298/December-2013-Suicide-and-self-harm-in-the-Immigration-Detention-Network.pdf</w:t>
        </w:r>
      </w:hyperlink>
      <w:r>
        <w:t xml:space="preserve"> </w:t>
      </w:r>
      <w:r w:rsidRPr="009E20A5">
        <w:t xml:space="preserve">(viewed </w:t>
      </w:r>
      <w:r>
        <w:t xml:space="preserve">21 April 2016); Ilan </w:t>
      </w:r>
      <w:r w:rsidRPr="004F6266">
        <w:t xml:space="preserve">Katz </w:t>
      </w:r>
      <w:r w:rsidRPr="008A0C59">
        <w:rPr>
          <w:iCs/>
        </w:rPr>
        <w:t>et al</w:t>
      </w:r>
      <w:r w:rsidRPr="004F6266">
        <w:t>,</w:t>
      </w:r>
      <w:r>
        <w:t xml:space="preserve"> </w:t>
      </w:r>
      <w:r w:rsidRPr="00DC02DA">
        <w:rPr>
          <w:i/>
        </w:rPr>
        <w:t>The experiences of Irregular Maritime Arrivals detained in immigration detention facilities</w:t>
      </w:r>
      <w:r>
        <w:rPr>
          <w:i/>
        </w:rPr>
        <w:t xml:space="preserve">: Final report </w:t>
      </w:r>
      <w:r>
        <w:t xml:space="preserve">(2013). At </w:t>
      </w:r>
      <w:hyperlink r:id="rId66" w:anchor="search=%22experiences%20of%20irregular%20maritime%20arrivals%22" w:history="1">
        <w:r w:rsidRPr="008824AF">
          <w:rPr>
            <w:rStyle w:val="Hyperlink"/>
          </w:rPr>
          <w:t>http://www.border.gov.au/ReportsandPublications/Documents/research/IMA-experiences-IDF.pdf#search=%22experiences%20of%20irregular%20maritime%20arrivals%22</w:t>
        </w:r>
      </w:hyperlink>
      <w:r>
        <w:t xml:space="preserve"> (viewed 21 April 2016).</w:t>
      </w:r>
    </w:p>
  </w:endnote>
  <w:endnote w:id="67">
    <w:p w14:paraId="27BA7FF3" w14:textId="77777777" w:rsidR="000A6AB6" w:rsidRDefault="000A6AB6" w:rsidP="00BA1BEE">
      <w:pPr>
        <w:pStyle w:val="EndnoteText"/>
      </w:pPr>
      <w:r>
        <w:rPr>
          <w:rStyle w:val="EndnoteReference"/>
        </w:rPr>
        <w:endnoteRef/>
      </w:r>
      <w:r>
        <w:t xml:space="preserve"> For example, a</w:t>
      </w:r>
      <w:r w:rsidRPr="008435AB">
        <w:t xml:space="preserve"> 2004 study of asylum seeker families in immigration deten</w:t>
      </w:r>
      <w:r>
        <w:t>tion</w:t>
      </w:r>
      <w:r w:rsidRPr="008435AB">
        <w:t xml:space="preserve"> found that this incidence of psychiatric disorders amongst both adults and children in detention increased over time.</w:t>
      </w:r>
      <w:r>
        <w:t xml:space="preserve"> See Zachary Steel et al, ‘Psychiatric status of asylum seeker families held for a protracted period in a remote detention centre in Australia’ (2004) 28 2 </w:t>
      </w:r>
      <w:r>
        <w:rPr>
          <w:i/>
        </w:rPr>
        <w:t>Australian and New Zealand Journal of Public Health</w:t>
      </w:r>
      <w:r>
        <w:t xml:space="preserve"> 23. </w:t>
      </w:r>
    </w:p>
  </w:endnote>
  <w:endnote w:id="68">
    <w:p w14:paraId="3204B6AA" w14:textId="77777777" w:rsidR="000A6AB6" w:rsidRDefault="000A6AB6" w:rsidP="00BA1BEE">
      <w:pPr>
        <w:pStyle w:val="EndnoteText"/>
      </w:pPr>
      <w:r>
        <w:rPr>
          <w:rStyle w:val="EndnoteReference"/>
        </w:rPr>
        <w:endnoteRef/>
      </w:r>
      <w:r>
        <w:t xml:space="preserve"> While Nauru has recently decriminalised same-sex sexual activity, it remained a criminal offence at the time that the transfers took place in these cases.</w:t>
      </w:r>
    </w:p>
  </w:endnote>
  <w:endnote w:id="69">
    <w:p w14:paraId="350FE285" w14:textId="77777777" w:rsidR="000A6AB6" w:rsidRDefault="000A6AB6" w:rsidP="00BA1BEE">
      <w:pPr>
        <w:pStyle w:val="EndnoteText"/>
      </w:pPr>
      <w:r>
        <w:rPr>
          <w:rStyle w:val="EndnoteReference"/>
        </w:rPr>
        <w:endnoteRef/>
      </w:r>
      <w:r>
        <w:t xml:space="preserve"> See United Nations High Commissioner for Refugees, </w:t>
      </w:r>
      <w:r w:rsidRPr="000D6805">
        <w:rPr>
          <w:i/>
        </w:rPr>
        <w:t>UNHCR Mission to the Republic of Nauru, 3-5 December 2012</w:t>
      </w:r>
      <w:r>
        <w:t xml:space="preserve"> (2012). At </w:t>
      </w:r>
      <w:hyperlink r:id="rId67" w:history="1">
        <w:r w:rsidRPr="00533AD8">
          <w:rPr>
            <w:rStyle w:val="Hyperlink"/>
          </w:rPr>
          <w:t>http://reliefweb.int/sites/reliefweb.int/files/resources/2012-12-14%2Bnauru%2Bmonitoring%2Breport%2Bfinal.pdf</w:t>
        </w:r>
      </w:hyperlink>
      <w:r>
        <w:t xml:space="preserve"> (viewed 30 March 2016); United Nations High Commissioner for Refugees, </w:t>
      </w:r>
      <w:r w:rsidRPr="00D7494C">
        <w:rPr>
          <w:i/>
        </w:rPr>
        <w:t>UNHCR Mission to Manus Island, Papua New Guinea, 15-17 January 2013</w:t>
      </w:r>
      <w:r>
        <w:t xml:space="preserve"> (2013). At </w:t>
      </w:r>
      <w:hyperlink r:id="rId68" w:history="1">
        <w:r w:rsidRPr="00533AD8">
          <w:rPr>
            <w:rStyle w:val="Hyperlink"/>
          </w:rPr>
          <w:t>http://unhcr.org.au/wp-content/uploads/2015/05/15Jan2013_ManusMission.pdf</w:t>
        </w:r>
      </w:hyperlink>
      <w:r>
        <w:t xml:space="preserve"> (viewed 29 March 2016); United Nations High Commissioner for Refugees, </w:t>
      </w:r>
      <w:r w:rsidRPr="00D7494C">
        <w:rPr>
          <w:i/>
        </w:rPr>
        <w:t>UNHCR Monitoring Visit to Manus Island, Papua New Guinea</w:t>
      </w:r>
      <w:r>
        <w:rPr>
          <w:i/>
        </w:rPr>
        <w:t xml:space="preserve">, </w:t>
      </w:r>
      <w:r w:rsidRPr="00D7494C">
        <w:rPr>
          <w:i/>
        </w:rPr>
        <w:t>11-13 June 2013</w:t>
      </w:r>
      <w:r>
        <w:t xml:space="preserve"> (2013). At </w:t>
      </w:r>
      <w:hyperlink r:id="rId69" w:history="1">
        <w:r w:rsidRPr="00533AD8">
          <w:rPr>
            <w:rStyle w:val="Hyperlink"/>
          </w:rPr>
          <w:t>http://unhcr.org.au/wp-content/uploads/2015/05/11June2013_ManusMonitoringVisit.pdf</w:t>
        </w:r>
      </w:hyperlink>
      <w:r>
        <w:t xml:space="preserve"> (viewed 29 March 2016); </w:t>
      </w:r>
      <w:r w:rsidRPr="004E01F8">
        <w:t>Parliamentary Joint Committee on Human Rights</w:t>
      </w:r>
      <w:r>
        <w:t xml:space="preserve">, Parliament of Australia, </w:t>
      </w:r>
      <w:r w:rsidRPr="004E01F8">
        <w:rPr>
          <w:i/>
        </w:rPr>
        <w:t>Examination of the Migration (Regional Processing) package of legislation</w:t>
      </w:r>
      <w:r>
        <w:t xml:space="preserve"> (19 June 2013). At </w:t>
      </w:r>
      <w:hyperlink r:id="rId70" w:history="1">
        <w:r w:rsidRPr="00533AD8">
          <w:rPr>
            <w:rStyle w:val="Hyperlink"/>
          </w:rPr>
          <w:t>http://www.aph.gov.au/Parliamentary_Business/Committees/Joint/Human_Rights/Completed_inquiries/2013/2013/92013/index</w:t>
        </w:r>
      </w:hyperlink>
      <w:r>
        <w:t xml:space="preserve"> (viewed 30 March 2016); United Nations High Commissioner for Refugees, </w:t>
      </w:r>
      <w:r w:rsidRPr="00D7494C">
        <w:rPr>
          <w:i/>
        </w:rPr>
        <w:t>UNHCR monitoring visit to the Republic of Nauru, 7 to 9 October 2013</w:t>
      </w:r>
      <w:r>
        <w:t xml:space="preserve"> (2013). At </w:t>
      </w:r>
      <w:hyperlink r:id="rId71" w:history="1">
        <w:r w:rsidRPr="00533AD8">
          <w:rPr>
            <w:rStyle w:val="Hyperlink"/>
          </w:rPr>
          <w:t>http://unhcr.org.au/wp-content/uploads/2015/05/2013-12-06-Report-of-UNHCR-Visit-to-Nauru-of-7-9-October-2013.pdf</w:t>
        </w:r>
      </w:hyperlink>
      <w:r>
        <w:t xml:space="preserve"> (viewed 29 March 2016); United Nations High Commissioner for Refugees, </w:t>
      </w:r>
      <w:r w:rsidRPr="007659EC">
        <w:rPr>
          <w:i/>
        </w:rPr>
        <w:t>UNHCR monitoring visit to Manus Island, Papua New Guinea, 23 to 25 October 2013</w:t>
      </w:r>
      <w:r>
        <w:t xml:space="preserve"> (2013). At </w:t>
      </w:r>
      <w:hyperlink r:id="rId72" w:history="1">
        <w:r w:rsidRPr="00533AD8">
          <w:rPr>
            <w:rStyle w:val="Hyperlink"/>
          </w:rPr>
          <w:t>http://unhcr.org.au/wp-content/uploads/2015/05/23Oct2013_ManusMonitoringVisit.pdf</w:t>
        </w:r>
      </w:hyperlink>
      <w:r>
        <w:t xml:space="preserve"> (viewed 29 March 2016); Robert Cornall, </w:t>
      </w:r>
      <w:r w:rsidRPr="00BF1059">
        <w:rPr>
          <w:i/>
        </w:rPr>
        <w:t>Review into the events of 16-18 February 2014 at the Manus Regional Processing Centre</w:t>
      </w:r>
      <w:r>
        <w:t xml:space="preserve"> (Department of Immigration and Border Protection, 23 May 2014). At </w:t>
      </w:r>
      <w:hyperlink r:id="rId73" w:history="1">
        <w:r w:rsidRPr="00533AD8">
          <w:rPr>
            <w:rStyle w:val="Hyperlink"/>
          </w:rPr>
          <w:t>https://www.border.gov.au/ReportsandPublications/Documents/reviews-and-inquiries/review-robert-cornall.pdf</w:t>
        </w:r>
      </w:hyperlink>
      <w:r>
        <w:t xml:space="preserve"> (viewed 30 March 2016); United Nations </w:t>
      </w:r>
      <w:r>
        <w:rPr>
          <w:bCs/>
        </w:rPr>
        <w:t xml:space="preserve">Committee against Torture, </w:t>
      </w:r>
      <w:r w:rsidRPr="00542C00">
        <w:rPr>
          <w:bCs/>
          <w:i/>
        </w:rPr>
        <w:t>Concluding observations on the combined fourth and fifth periodic reports of Australia</w:t>
      </w:r>
      <w:r>
        <w:rPr>
          <w:bCs/>
        </w:rPr>
        <w:t xml:space="preserve">, UN Doc </w:t>
      </w:r>
      <w:r w:rsidRPr="00542C00">
        <w:rPr>
          <w:bCs/>
        </w:rPr>
        <w:t>CAT/C/AUS/CO/4-5</w:t>
      </w:r>
      <w:r>
        <w:rPr>
          <w:bCs/>
        </w:rPr>
        <w:t xml:space="preserve"> (</w:t>
      </w:r>
      <w:r w:rsidRPr="00542C00">
        <w:rPr>
          <w:bCs/>
        </w:rPr>
        <w:t>23 December 2014</w:t>
      </w:r>
      <w:r>
        <w:rPr>
          <w:bCs/>
        </w:rPr>
        <w:t xml:space="preserve">), 6. At </w:t>
      </w:r>
      <w:hyperlink r:id="rId74" w:history="1">
        <w:r w:rsidRPr="00533AD8">
          <w:rPr>
            <w:rStyle w:val="Hyperlink"/>
            <w:bCs/>
          </w:rPr>
          <w:t>http://tbinternet.ohchr.org/_layouts/treatybodyexternal/Download.aspx?symbolno=CAT/C/AUS/CO/4-5&amp;Lang=En</w:t>
        </w:r>
      </w:hyperlink>
      <w:r>
        <w:rPr>
          <w:bCs/>
        </w:rPr>
        <w:t xml:space="preserve"> (viewed 30 March 2016); </w:t>
      </w:r>
      <w:r>
        <w:t xml:space="preserve">Philip Moss, </w:t>
      </w:r>
      <w:r w:rsidRPr="004D20C7">
        <w:rPr>
          <w:i/>
        </w:rPr>
        <w:t>Review into recent allegations relating to conditions and circumstances at the Regional Processing Centre in Nauru</w:t>
      </w:r>
      <w:r>
        <w:t xml:space="preserve"> (Department of Immigration and Border Protection, 6 February 2015). At </w:t>
      </w:r>
      <w:hyperlink r:id="rId75" w:history="1">
        <w:r w:rsidRPr="00533AD8">
          <w:rPr>
            <w:rStyle w:val="Hyperlink"/>
          </w:rPr>
          <w:t>https://www.border.gov.au/ReportsandPublications/Documents/reviews-and-inquiries/review-conditions-circumstances-nauru.pdf</w:t>
        </w:r>
      </w:hyperlink>
      <w:r>
        <w:t xml:space="preserve"> (viewed 30 March 2016); </w:t>
      </w:r>
      <w:r w:rsidRPr="00900852">
        <w:rPr>
          <w:lang w:val="x-none"/>
        </w:rPr>
        <w:t>Juan E. Méndez</w:t>
      </w:r>
      <w:r>
        <w:t xml:space="preserve">, Special Rapporteur </w:t>
      </w:r>
      <w:r w:rsidRPr="00900852">
        <w:t xml:space="preserve">on torture and other cruel, inhuman or degrading treatment or punishment, </w:t>
      </w:r>
      <w:r w:rsidRPr="00900852">
        <w:rPr>
          <w:i/>
        </w:rPr>
        <w:t>Observations on communications transmitted to Governments and replies received</w:t>
      </w:r>
      <w:r>
        <w:t>, United Nations Human Rights Council, 28</w:t>
      </w:r>
      <w:r w:rsidRPr="00900852">
        <w:rPr>
          <w:vertAlign w:val="superscript"/>
        </w:rPr>
        <w:t>th</w:t>
      </w:r>
      <w:r>
        <w:t xml:space="preserve"> sess, Agenda Item 3, UN Doc </w:t>
      </w:r>
      <w:r w:rsidRPr="00900852">
        <w:t>A/HRC/28/68/Add.1</w:t>
      </w:r>
      <w:r>
        <w:t xml:space="preserve"> (5 March 2015). At </w:t>
      </w:r>
      <w:hyperlink r:id="rId76" w:history="1">
        <w:r w:rsidRPr="00533AD8">
          <w:rPr>
            <w:rStyle w:val="Hyperlink"/>
          </w:rPr>
          <w:t>http://www.ohchr.org/EN/HRBodies/HRC/RegularSessions/Session28/Documents/A_HRC_28_68_Add.1_en.doc</w:t>
        </w:r>
      </w:hyperlink>
      <w:r>
        <w:t xml:space="preserve"> (viewed 29 March 2016); Senate Legal and Constitutional Affairs References Committee, Parliament of Australia, </w:t>
      </w:r>
      <w:r w:rsidRPr="00113859">
        <w:rPr>
          <w:i/>
        </w:rPr>
        <w:t>Incident at the Manus Island Detention Centre from 16 February to 18 February 2014</w:t>
      </w:r>
      <w:r>
        <w:t xml:space="preserve"> (December 2014) 37–54. At </w:t>
      </w:r>
      <w:hyperlink r:id="rId77" w:history="1">
        <w:r w:rsidRPr="00A860B6">
          <w:rPr>
            <w:rStyle w:val="Hyperlink"/>
          </w:rPr>
          <w:t>http://www.aph.gov.au/Parliamentary_Business/Committees/Senate/Legal_and_Constitutional_Affairs/Manus_Island/~/media/Committees/Senate/committee/legcon_ctte/Manus_Island/Report/report.pdf</w:t>
        </w:r>
      </w:hyperlink>
      <w:r>
        <w:t xml:space="preserve"> (viewed 31 May 2016); Select Committee on the recent allegations relating to conditions and circumstances at the Regional Processing Centre in Nauru, Parliament of Australia, </w:t>
      </w:r>
      <w:r w:rsidRPr="004B6E0D">
        <w:rPr>
          <w:i/>
        </w:rPr>
        <w:t>Taking responsibility: C</w:t>
      </w:r>
      <w:r>
        <w:rPr>
          <w:i/>
        </w:rPr>
        <w:t xml:space="preserve">onditions and </w:t>
      </w:r>
      <w:r w:rsidRPr="004B6E0D">
        <w:rPr>
          <w:i/>
        </w:rPr>
        <w:t>circumstances at Australia's Regional Processing Centre in Nauru</w:t>
      </w:r>
      <w:r>
        <w:rPr>
          <w:i/>
        </w:rPr>
        <w:t xml:space="preserve"> </w:t>
      </w:r>
      <w:r>
        <w:t xml:space="preserve">(August 2015) 59–86. At </w:t>
      </w:r>
      <w:hyperlink r:id="rId78" w:history="1">
        <w:r w:rsidRPr="00A860B6">
          <w:rPr>
            <w:rStyle w:val="Hyperlink"/>
          </w:rPr>
          <w:t>http://www.aph.gov.au/Parliamentary_Business/Committees/Senate/Regional_processing_Nauru/Regional_processing_Nauru/~/media/Committees/nauru_ctte/Final_Report/report.pdf</w:t>
        </w:r>
      </w:hyperlink>
      <w:r>
        <w:t xml:space="preserve"> (viewed 6 May 2016); Elizabeth Elliott and </w:t>
      </w:r>
      <w:r w:rsidRPr="00935EAA">
        <w:t>Hasantha Gunasekera</w:t>
      </w:r>
      <w:r>
        <w:t xml:space="preserve">, </w:t>
      </w:r>
      <w:r w:rsidRPr="005C540A">
        <w:rPr>
          <w:i/>
        </w:rPr>
        <w:t xml:space="preserve">The health and well-being of children in immigration detention: Report to the Australian Human Rights Commission </w:t>
      </w:r>
      <w:r>
        <w:rPr>
          <w:i/>
        </w:rPr>
        <w:t xml:space="preserve">– </w:t>
      </w:r>
      <w:r w:rsidRPr="005C540A">
        <w:rPr>
          <w:i/>
        </w:rPr>
        <w:t>Monitoring Visit to Wickham Poin</w:t>
      </w:r>
      <w:r>
        <w:rPr>
          <w:i/>
        </w:rPr>
        <w:t>t Detention Centre, Darwin, NT</w:t>
      </w:r>
      <w:r>
        <w:t xml:space="preserve"> (Australian Human Rights Commission, 2016) 12. At </w:t>
      </w:r>
      <w:hyperlink r:id="rId79" w:history="1">
        <w:r w:rsidRPr="00533AD8">
          <w:rPr>
            <w:rStyle w:val="Hyperlink"/>
          </w:rPr>
          <w:t>https://www.humanrights.gov.au/our-work/asylum-seekers-and-refugees/publications/health-and-well-being-children-immigration</w:t>
        </w:r>
      </w:hyperlink>
      <w:r>
        <w:t xml:space="preserve"> (viewed 30 March 2016).</w:t>
      </w:r>
    </w:p>
  </w:endnote>
  <w:endnote w:id="70">
    <w:p w14:paraId="3D71C815" w14:textId="77777777" w:rsidR="000A6AB6" w:rsidRDefault="000A6AB6" w:rsidP="00BA1BEE">
      <w:pPr>
        <w:pStyle w:val="EndnoteText"/>
      </w:pPr>
      <w:r>
        <w:rPr>
          <w:rStyle w:val="EndnoteReference"/>
        </w:rPr>
        <w:endnoteRef/>
      </w:r>
      <w:r>
        <w:t xml:space="preserve"> As indicated by a comparison of the issues raised in the documents referred to above. </w:t>
      </w:r>
    </w:p>
  </w:endnote>
  <w:endnote w:id="71">
    <w:p w14:paraId="218DF85A" w14:textId="48FC9BB5" w:rsidR="000A6AB6" w:rsidRDefault="000A6AB6" w:rsidP="00BA1BEE">
      <w:pPr>
        <w:pStyle w:val="EndnoteText"/>
      </w:pPr>
      <w:r>
        <w:rPr>
          <w:rStyle w:val="EndnoteReference"/>
        </w:rPr>
        <w:endnoteRef/>
      </w:r>
      <w:r>
        <w:t xml:space="preserve"> Elizabeth Elliott and </w:t>
      </w:r>
      <w:r w:rsidRPr="00935EAA">
        <w:t>Hasantha Gunasekera</w:t>
      </w:r>
      <w:r>
        <w:t xml:space="preserve">, </w:t>
      </w:r>
      <w:r w:rsidRPr="005C540A">
        <w:rPr>
          <w:i/>
        </w:rPr>
        <w:t xml:space="preserve">The health and well-being of children in immigration detention: Report to the Australian Human Rights Commission </w:t>
      </w:r>
      <w:r>
        <w:rPr>
          <w:i/>
        </w:rPr>
        <w:t xml:space="preserve">– </w:t>
      </w:r>
      <w:r w:rsidRPr="005C540A">
        <w:rPr>
          <w:i/>
        </w:rPr>
        <w:t>Monitoring Visit to Wickham Poin</w:t>
      </w:r>
      <w:r>
        <w:rPr>
          <w:i/>
        </w:rPr>
        <w:t>t Detention Centre, Darwin, NT</w:t>
      </w:r>
      <w:r>
        <w:t xml:space="preserve"> (Australian Human Rights Commission, 2016). At </w:t>
      </w:r>
      <w:hyperlink r:id="rId80" w:history="1">
        <w:r w:rsidRPr="00533AD8">
          <w:rPr>
            <w:rStyle w:val="Hyperlink"/>
          </w:rPr>
          <w:t>https://www.humanrights.gov.au/our-work/asylum-seekers-and-refugees/publications/health-and-well-being-children-immigration</w:t>
        </w:r>
      </w:hyperlink>
      <w:r>
        <w:t xml:space="preserve"> (viewed 30 March 2016).</w:t>
      </w:r>
    </w:p>
  </w:endnote>
  <w:endnote w:id="72">
    <w:p w14:paraId="0D41DD82" w14:textId="77777777" w:rsidR="000A6AB6" w:rsidRPr="0028238A" w:rsidRDefault="000A6AB6">
      <w:pPr>
        <w:pStyle w:val="EndnoteText"/>
        <w:rPr>
          <w:lang w:val="en-US"/>
        </w:rPr>
      </w:pPr>
      <w:r>
        <w:rPr>
          <w:rStyle w:val="EndnoteReference"/>
        </w:rPr>
        <w:endnoteRef/>
      </w:r>
      <w:r>
        <w:t xml:space="preserve"> Royal Commission into Institutional Responses to Child Sexual Abuse, </w:t>
      </w:r>
      <w:r>
        <w:rPr>
          <w:i/>
        </w:rPr>
        <w:t>Letters Patent</w:t>
      </w:r>
      <w:r>
        <w:t>.</w:t>
      </w:r>
      <w:r>
        <w:rPr>
          <w:i/>
        </w:rPr>
        <w:t xml:space="preserve"> </w:t>
      </w:r>
      <w:r>
        <w:rPr>
          <w:lang w:val="en-US"/>
        </w:rPr>
        <w:t xml:space="preserve">At </w:t>
      </w:r>
      <w:hyperlink r:id="rId81" w:history="1">
        <w:r w:rsidRPr="004775D3">
          <w:rPr>
            <w:rStyle w:val="Hyperlink"/>
            <w:lang w:val="en-US"/>
          </w:rPr>
          <w:t>https://www.childabuseroyalcommission.gov.au/about-us/terms-of-reference</w:t>
        </w:r>
      </w:hyperlink>
      <w:r>
        <w:rPr>
          <w:lang w:val="en-US"/>
        </w:rPr>
        <w:t xml:space="preserve"> (viewed 8 June 2016).</w:t>
      </w:r>
    </w:p>
  </w:endnote>
  <w:endnote w:id="73">
    <w:p w14:paraId="32DB8E2F" w14:textId="68774F9D" w:rsidR="000A6AB6" w:rsidRPr="006B28F3" w:rsidRDefault="000A6AB6">
      <w:pPr>
        <w:pStyle w:val="EndnoteText"/>
        <w:rPr>
          <w:lang w:val="en-US"/>
        </w:rPr>
      </w:pPr>
      <w:r>
        <w:rPr>
          <w:rStyle w:val="EndnoteReference"/>
        </w:rPr>
        <w:endnoteRef/>
      </w:r>
      <w:r>
        <w:t xml:space="preserve"> Royal Commission into Institutional Responses to Child Sexual Abuse, </w:t>
      </w:r>
      <w:r w:rsidRPr="00AF00B7">
        <w:rPr>
          <w:i/>
        </w:rPr>
        <w:t>Redress and civil litigation report</w:t>
      </w:r>
      <w:r>
        <w:t xml:space="preserve"> (14 September 2015). </w:t>
      </w:r>
      <w:r>
        <w:rPr>
          <w:lang w:val="en-US"/>
        </w:rPr>
        <w:t xml:space="preserve">At </w:t>
      </w:r>
      <w:hyperlink r:id="rId82" w:history="1">
        <w:r w:rsidRPr="004775D3">
          <w:rPr>
            <w:rStyle w:val="Hyperlink"/>
            <w:lang w:val="en-US"/>
          </w:rPr>
          <w:t>https://www.childabuseroyalcommission.gov.au/about-us/our-reports</w:t>
        </w:r>
      </w:hyperlink>
      <w:r>
        <w:rPr>
          <w:lang w:val="en-US"/>
        </w:rPr>
        <w:t xml:space="preserve"> (viewed 8 June 2016).</w:t>
      </w:r>
    </w:p>
  </w:endnote>
  <w:endnote w:id="74">
    <w:p w14:paraId="59558466" w14:textId="77777777" w:rsidR="000A6AB6" w:rsidRDefault="000A6AB6">
      <w:pPr>
        <w:pStyle w:val="EndnoteText"/>
      </w:pPr>
      <w:r>
        <w:rPr>
          <w:rStyle w:val="EndnoteReference"/>
        </w:rPr>
        <w:endnoteRef/>
      </w:r>
      <w:r>
        <w:t xml:space="preserve"> </w:t>
      </w:r>
      <w:r w:rsidRPr="00D6646F">
        <w:rPr>
          <w:lang w:val="en-US"/>
        </w:rPr>
        <w:t xml:space="preserve">Australian Human Rights Commission, </w:t>
      </w:r>
      <w:r w:rsidRPr="00D6646F">
        <w:t xml:space="preserve">‘Submission to the UN Committee Against Torture under the </w:t>
      </w:r>
      <w:r w:rsidRPr="00D6646F">
        <w:rPr>
          <w:i/>
        </w:rPr>
        <w:t>Convention Against Torture</w:t>
      </w:r>
      <w:r w:rsidRPr="00D6646F">
        <w:t>, 17 Octobe</w:t>
      </w:r>
      <w:r>
        <w:t>r 2014, [223-226</w:t>
      </w:r>
      <w:r w:rsidRPr="00D6646F">
        <w:t xml:space="preserve">]. At </w:t>
      </w:r>
      <w:hyperlink r:id="rId83" w:history="1">
        <w:r w:rsidRPr="00D6646F">
          <w:rPr>
            <w:rStyle w:val="Hyperlink"/>
          </w:rPr>
          <w:t>http://tbinternet.ohchr.org/_layouts/treatybodyexternal/Download.aspx?symbolno=INT%2fCAT%2fNGO%2fAUS%2f18690&amp;Lang=en</w:t>
        </w:r>
      </w:hyperlink>
      <w:r w:rsidRPr="00D6646F">
        <w:t xml:space="preserve"> (viewed 8 June 2016)</w:t>
      </w:r>
      <w:r>
        <w:t xml:space="preserve">; Australian Human Rights Commission, ‘Submission by the Australian Human Rights Commission under the </w:t>
      </w:r>
      <w:r>
        <w:rPr>
          <w:i/>
        </w:rPr>
        <w:t>Universal Periodic Review Process</w:t>
      </w:r>
      <w:r>
        <w:t>, April 2015, [26]</w:t>
      </w:r>
      <w:r w:rsidRPr="00D6646F">
        <w:t>.</w:t>
      </w:r>
      <w:r>
        <w:t xml:space="preserve"> At </w:t>
      </w:r>
      <w:hyperlink r:id="rId84" w:history="1">
        <w:r w:rsidRPr="00CF3595">
          <w:rPr>
            <w:rStyle w:val="Hyperlink"/>
          </w:rPr>
          <w:t>https://www.humanrights.gov.au/submissions/australia-s-second-universal-periodic-review</w:t>
        </w:r>
      </w:hyperlink>
      <w:r>
        <w:t xml:space="preserve"> (viewed 9 June 2016).</w:t>
      </w:r>
    </w:p>
  </w:endnote>
  <w:endnote w:id="75">
    <w:p w14:paraId="40C52EF2" w14:textId="77777777" w:rsidR="000A6AB6" w:rsidRDefault="000A6AB6">
      <w:pPr>
        <w:pStyle w:val="EndnoteText"/>
      </w:pPr>
      <w:r>
        <w:rPr>
          <w:rStyle w:val="EndnoteReference"/>
        </w:rPr>
        <w:endnoteRef/>
      </w:r>
      <w:r>
        <w:t xml:space="preserve"> Australian Human Rights Commission, ‘Submission by the Australian Human Rights Commission under the </w:t>
      </w:r>
      <w:r>
        <w:rPr>
          <w:i/>
        </w:rPr>
        <w:t>Universal Periodic Review Process</w:t>
      </w:r>
      <w:r>
        <w:t>, April 2015, [26]</w:t>
      </w:r>
      <w:r w:rsidRPr="00D6646F">
        <w:t>.</w:t>
      </w:r>
      <w:r>
        <w:t xml:space="preserve"> At </w:t>
      </w:r>
      <w:hyperlink r:id="rId85" w:history="1">
        <w:r w:rsidRPr="00CF3595">
          <w:rPr>
            <w:rStyle w:val="Hyperlink"/>
          </w:rPr>
          <w:t>https://www.humanrights.gov.au/submissions/australia-s-second-universal-periodic-review</w:t>
        </w:r>
      </w:hyperlink>
      <w:r>
        <w:t xml:space="preserve"> (viewed 9 June 2016). </w:t>
      </w:r>
    </w:p>
  </w:endnote>
  <w:endnote w:id="76">
    <w:p w14:paraId="67A6D759" w14:textId="77777777" w:rsidR="000A6AB6" w:rsidRDefault="000A6AB6" w:rsidP="00A3482B">
      <w:pPr>
        <w:pStyle w:val="EndnoteText"/>
      </w:pPr>
      <w:r>
        <w:rPr>
          <w:rStyle w:val="EndnoteReference"/>
        </w:rPr>
        <w:endnoteRef/>
      </w:r>
      <w:r>
        <w:t xml:space="preserve"> </w:t>
      </w:r>
      <w:r w:rsidRPr="00C2274F">
        <w:rPr>
          <w:i/>
        </w:rPr>
        <w:t>Report of the Working Group on the Universal Periodic Review</w:t>
      </w:r>
      <w:r>
        <w:t xml:space="preserve"> </w:t>
      </w:r>
      <w:r>
        <w:rPr>
          <w:i/>
        </w:rPr>
        <w:t>Australia</w:t>
      </w:r>
      <w:r>
        <w:t>, HRC, 31</w:t>
      </w:r>
      <w:r w:rsidRPr="007C5493">
        <w:rPr>
          <w:vertAlign w:val="superscript"/>
        </w:rPr>
        <w:t>st</w:t>
      </w:r>
      <w:r>
        <w:t xml:space="preserve"> sess, Agenda Item 6, Addendum 1, UN Doc A/HRC/31/14 (31 January 2016) [38-39]. At </w:t>
      </w:r>
      <w:hyperlink r:id="rId86" w:history="1">
        <w:r w:rsidRPr="00CF3595">
          <w:rPr>
            <w:rStyle w:val="Hyperlink"/>
          </w:rPr>
          <w:t>http://www.ohchr.org/EN/HRBodies/UPR/Pages/AUSession23.aspx</w:t>
        </w:r>
      </w:hyperlink>
      <w:r>
        <w:t xml:space="preserve"> (viewed 9 June 2016).</w:t>
      </w:r>
    </w:p>
  </w:endnote>
  <w:endnote w:id="77">
    <w:p w14:paraId="20CE669D" w14:textId="77777777" w:rsidR="000A6AB6" w:rsidRPr="005B5EF2" w:rsidRDefault="000A6AB6" w:rsidP="007F2570">
      <w:pPr>
        <w:pStyle w:val="EndnoteText"/>
      </w:pPr>
      <w:r w:rsidRPr="005B5EF2">
        <w:rPr>
          <w:rStyle w:val="EndnoteReference"/>
        </w:rPr>
        <w:endnoteRef/>
      </w:r>
      <w:r w:rsidRPr="005B5EF2">
        <w:t xml:space="preserve"> Australian Human Rights Commission, </w:t>
      </w:r>
      <w:r w:rsidRPr="005B5EF2">
        <w:rPr>
          <w:i/>
          <w:iCs/>
        </w:rPr>
        <w:t>Resilient Individuals: Sexual Orientation Gender Identity &amp; Intersex Rights 2015</w:t>
      </w:r>
      <w:r w:rsidRPr="005B5EF2">
        <w:t xml:space="preserve">, 57. At </w:t>
      </w:r>
      <w:hyperlink r:id="rId87" w:history="1">
        <w:r w:rsidRPr="005B5EF2">
          <w:rPr>
            <w:rStyle w:val="Hyperlink"/>
          </w:rPr>
          <w:t>https://www.humanrights.gov.au/our-work/sexual-orientation-sex-gender-identity/publications/resilient-individuals-sexual</w:t>
        </w:r>
      </w:hyperlink>
      <w:r w:rsidRPr="005B5EF2">
        <w:t xml:space="preserve"> (viewed 17 June 2016).</w:t>
      </w:r>
    </w:p>
  </w:endnote>
  <w:endnote w:id="78">
    <w:p w14:paraId="29435B78" w14:textId="77777777" w:rsidR="000A6AB6" w:rsidRDefault="000A6AB6" w:rsidP="007F2570">
      <w:pPr>
        <w:pStyle w:val="EndnoteText"/>
      </w:pPr>
      <w:r w:rsidRPr="005B5EF2">
        <w:rPr>
          <w:rStyle w:val="EndnoteReference"/>
        </w:rPr>
        <w:endnoteRef/>
      </w:r>
      <w:r w:rsidRPr="005B5EF2">
        <w:t xml:space="preserve"> Tiffany Jones et al, </w:t>
      </w:r>
      <w:r w:rsidRPr="005B5EF2">
        <w:rPr>
          <w:i/>
        </w:rPr>
        <w:t xml:space="preserve">Intersex: Stories and Statistics from Australia </w:t>
      </w:r>
      <w:r w:rsidRPr="005B5EF2">
        <w:t>(OpenBook Publishers, 2016) 109 -113.</w:t>
      </w:r>
    </w:p>
  </w:endnote>
  <w:endnote w:id="79">
    <w:p w14:paraId="4775BB63" w14:textId="36CD1503" w:rsidR="000A6AB6" w:rsidRDefault="000A6AB6">
      <w:pPr>
        <w:pStyle w:val="EndnoteText"/>
      </w:pPr>
      <w:r>
        <w:rPr>
          <w:rStyle w:val="EndnoteReference"/>
        </w:rPr>
        <w:endnoteRef/>
      </w:r>
      <w:r>
        <w:t xml:space="preserve"> Senate Standing Committee on Community Affairs, </w:t>
      </w:r>
      <w:r w:rsidRPr="00A6611A">
        <w:rPr>
          <w:i/>
        </w:rPr>
        <w:t>Involuntary or coerced sterilisation of intersex people in Australia</w:t>
      </w:r>
      <w:r>
        <w:t xml:space="preserve"> (2013). At </w:t>
      </w:r>
      <w:hyperlink r:id="rId88" w:history="1">
        <w:r w:rsidRPr="00247612">
          <w:rPr>
            <w:rStyle w:val="Hyperlink"/>
          </w:rPr>
          <w:t>http://www.aph.gov.au/Parliamentary_Business/Committees/Senate/Community_Affairs/Involuntary_Sterilisation/Sec_Report/index</w:t>
        </w:r>
      </w:hyperlink>
      <w:r>
        <w:t xml:space="preserve"> (viewed 20 June 2016). </w:t>
      </w:r>
    </w:p>
  </w:endnote>
  <w:endnote w:id="80">
    <w:p w14:paraId="56F323A7" w14:textId="77751BF1" w:rsidR="000A6AB6" w:rsidRPr="00A6611A" w:rsidRDefault="000A6AB6" w:rsidP="00745FD7">
      <w:pPr>
        <w:spacing w:before="0" w:after="0"/>
        <w:rPr>
          <w:sz w:val="20"/>
          <w:szCs w:val="20"/>
        </w:rPr>
      </w:pPr>
      <w:r w:rsidRPr="00745FD7">
        <w:rPr>
          <w:rStyle w:val="EndnoteReference"/>
          <w:szCs w:val="20"/>
        </w:rPr>
        <w:endnoteRef/>
      </w:r>
      <w:r w:rsidRPr="00745FD7">
        <w:rPr>
          <w:sz w:val="20"/>
          <w:szCs w:val="20"/>
        </w:rPr>
        <w:t xml:space="preserve"> Commonwealth, </w:t>
      </w:r>
      <w:r w:rsidRPr="00745FD7">
        <w:rPr>
          <w:i/>
          <w:sz w:val="22"/>
          <w:szCs w:val="22"/>
        </w:rPr>
        <w:t xml:space="preserve">Parliamentary Debates, </w:t>
      </w:r>
      <w:r w:rsidRPr="00745FD7">
        <w:rPr>
          <w:sz w:val="22"/>
          <w:szCs w:val="22"/>
        </w:rPr>
        <w:t xml:space="preserve">Senate, 17 June 2015, </w:t>
      </w:r>
      <w:r w:rsidRPr="00745FD7">
        <w:rPr>
          <w:sz w:val="20"/>
          <w:szCs w:val="20"/>
        </w:rPr>
        <w:t xml:space="preserve">3755-3769 (Senator Fifield). At </w:t>
      </w:r>
      <w:hyperlink r:id="rId89" w:history="1">
        <w:r w:rsidRPr="00745FD7">
          <w:rPr>
            <w:rStyle w:val="Hyperlink"/>
            <w:sz w:val="20"/>
            <w:szCs w:val="20"/>
          </w:rPr>
          <w:t>http://parlinfo.aph.gov.au/parlInfo/search/display/display.w3p;query=Id%3A%22chamber%2Fhansards%2Fb72114df-d068-4aeb-8fd0-833d5a01f955%2F0164%22;src1=sm1</w:t>
        </w:r>
      </w:hyperlink>
      <w:r w:rsidRPr="00745FD7">
        <w:rPr>
          <w:rStyle w:val="Hyperlink"/>
          <w:sz w:val="20"/>
          <w:szCs w:val="20"/>
        </w:rPr>
        <w:t xml:space="preserve"> </w:t>
      </w:r>
      <w:r w:rsidRPr="00745FD7">
        <w:rPr>
          <w:sz w:val="20"/>
          <w:szCs w:val="20"/>
        </w:rPr>
        <w:t>(viewed 20 June 2016)</w:t>
      </w:r>
    </w:p>
    <w:p w14:paraId="1983E1A5" w14:textId="1D8AC1A2" w:rsidR="000A6AB6" w:rsidRDefault="000A6AB6">
      <w:pPr>
        <w:pStyle w:val="EndnoteText"/>
      </w:pPr>
    </w:p>
  </w:endnote>
  <w:endnote w:id="81">
    <w:p w14:paraId="061FB06A" w14:textId="77777777" w:rsidR="000A6AB6" w:rsidRDefault="000A6AB6" w:rsidP="007F2570">
      <w:pPr>
        <w:pStyle w:val="EndnoteText"/>
      </w:pPr>
      <w:r>
        <w:rPr>
          <w:rStyle w:val="EndnoteReference"/>
        </w:rPr>
        <w:endnoteRef/>
      </w:r>
      <w:r>
        <w:t xml:space="preserve"> </w:t>
      </w:r>
      <w:r w:rsidRPr="005B5EF2">
        <w:t xml:space="preserve">Australian Human Rights Commission, </w:t>
      </w:r>
      <w:r w:rsidRPr="005B5EF2">
        <w:rPr>
          <w:i/>
          <w:iCs/>
        </w:rPr>
        <w:t>Resilient Individuals: Sexual Orientation Gender Identity &amp; Intersex Rights 2015</w:t>
      </w:r>
      <w:r w:rsidRPr="005B5EF2">
        <w:t>,</w:t>
      </w:r>
      <w:r>
        <w:t xml:space="preserve"> 50</w:t>
      </w:r>
      <w:r w:rsidRPr="005B5EF2">
        <w:t xml:space="preserve">. At </w:t>
      </w:r>
      <w:hyperlink r:id="rId90" w:history="1">
        <w:r w:rsidRPr="005B5EF2">
          <w:rPr>
            <w:rStyle w:val="Hyperlink"/>
          </w:rPr>
          <w:t>https://www.humanrights.gov.au/our-work/sexual-orientation-sex-gender-identity/publications/resilient-individuals-sexual</w:t>
        </w:r>
      </w:hyperlink>
      <w:r w:rsidRPr="005B5EF2">
        <w:t xml:space="preserve"> (viewed 17 June 2016).</w:t>
      </w:r>
    </w:p>
  </w:endnote>
  <w:endnote w:id="82">
    <w:p w14:paraId="08BF8EFB" w14:textId="77777777" w:rsidR="000A6AB6" w:rsidRPr="00260274" w:rsidRDefault="000A6AB6" w:rsidP="007F2570">
      <w:pPr>
        <w:pStyle w:val="EndnoteText"/>
      </w:pPr>
      <w:r>
        <w:rPr>
          <w:rStyle w:val="EndnoteReference"/>
        </w:rPr>
        <w:endnoteRef/>
      </w:r>
      <w:r>
        <w:t xml:space="preserve"> </w:t>
      </w:r>
      <w:r>
        <w:rPr>
          <w:i/>
        </w:rPr>
        <w:t xml:space="preserve">Births, Deaths and Marriages Registration Act 1997 </w:t>
      </w:r>
      <w:r>
        <w:t>(ACT) s 24(1)(c)(i).</w:t>
      </w:r>
    </w:p>
  </w:endnote>
  <w:endnote w:id="83">
    <w:p w14:paraId="51592729" w14:textId="77777777" w:rsidR="000A6AB6" w:rsidRPr="007C5493" w:rsidRDefault="000A6AB6">
      <w:pPr>
        <w:pStyle w:val="EndnoteText"/>
      </w:pPr>
      <w:r>
        <w:rPr>
          <w:rStyle w:val="EndnoteReference"/>
        </w:rPr>
        <w:endnoteRef/>
      </w:r>
      <w:r>
        <w:t xml:space="preserve"> </w:t>
      </w:r>
      <w:r w:rsidRPr="00C2274F">
        <w:rPr>
          <w:i/>
        </w:rPr>
        <w:t>Report of the Working Group on the Universal Periodic Review</w:t>
      </w:r>
      <w:r>
        <w:t xml:space="preserve"> </w:t>
      </w:r>
      <w:r>
        <w:rPr>
          <w:i/>
        </w:rPr>
        <w:t>Australia</w:t>
      </w:r>
      <w:r>
        <w:t>, HRC, 31</w:t>
      </w:r>
      <w:r w:rsidRPr="007C5493">
        <w:rPr>
          <w:vertAlign w:val="superscript"/>
        </w:rPr>
        <w:t>st</w:t>
      </w:r>
      <w:r>
        <w:t xml:space="preserve"> sess, Agenda Item 6, UN Doc A/HRC/31/14 (31 January 2016) [143]. At </w:t>
      </w:r>
      <w:hyperlink w:history="1">
        <w:r w:rsidRPr="00CF3595">
          <w:rPr>
            <w:rStyle w:val="Hyperlink"/>
          </w:rPr>
          <w:t>http://  www.ohchr.org/EN/HRBodies/UPR/Pages/AUSession23.aspx</w:t>
        </w:r>
      </w:hyperlink>
      <w:r>
        <w:t xml:space="preserve"> (viewed 9 June 2016).</w:t>
      </w:r>
      <w:r>
        <w:rPr>
          <w:i/>
        </w:rPr>
        <w:t xml:space="preserve"> </w:t>
      </w:r>
    </w:p>
  </w:endnote>
  <w:endnote w:id="84">
    <w:p w14:paraId="6440301A" w14:textId="77777777" w:rsidR="000A6AB6" w:rsidRDefault="000A6AB6" w:rsidP="00BB6AD3">
      <w:pPr>
        <w:pStyle w:val="EndnoteText"/>
      </w:pPr>
      <w:r>
        <w:rPr>
          <w:rStyle w:val="EndnoteReference"/>
        </w:rPr>
        <w:endnoteRef/>
      </w:r>
      <w:r>
        <w:t xml:space="preserve"> Queensland 55</w:t>
      </w:r>
      <w:r w:rsidRPr="001C53F9">
        <w:rPr>
          <w:vertAlign w:val="superscript"/>
        </w:rPr>
        <w:t>th</w:t>
      </w:r>
      <w:r>
        <w:t xml:space="preserve"> Parliament, </w:t>
      </w:r>
      <w:r w:rsidRPr="001C53F9">
        <w:rPr>
          <w:i/>
        </w:rPr>
        <w:t>‘Inquiry into the adequacy of existing protections for Queensland’s seniors’</w:t>
      </w:r>
      <w:r>
        <w:t xml:space="preserve">, Communities, Disability Services and Domestic and Family Violence Prevention Committee Report No. 2. August 2015. At </w:t>
      </w:r>
      <w:hyperlink r:id="rId91" w:history="1">
        <w:r w:rsidRPr="00930F69">
          <w:rPr>
            <w:rStyle w:val="Hyperlink"/>
          </w:rPr>
          <w:t>http://www.parliament.qld.gov.au/documents/tableOffice/TabledPapers/2015/5515T876.pdf</w:t>
        </w:r>
      </w:hyperlink>
      <w:r>
        <w:t xml:space="preserve"> </w:t>
      </w:r>
    </w:p>
  </w:endnote>
  <w:endnote w:id="85">
    <w:p w14:paraId="0D8237FB" w14:textId="77777777" w:rsidR="000A6AB6" w:rsidRDefault="000A6AB6" w:rsidP="00BB6AD3">
      <w:pPr>
        <w:pStyle w:val="EndnoteText"/>
      </w:pPr>
      <w:r>
        <w:rPr>
          <w:rStyle w:val="EndnoteReference"/>
        </w:rPr>
        <w:endnoteRef/>
      </w:r>
      <w:r>
        <w:t xml:space="preserve"> NSW Legislative Council, </w:t>
      </w:r>
      <w:r w:rsidRPr="00C8784E">
        <w:rPr>
          <w:i/>
        </w:rPr>
        <w:t>’Inquiry into Elder Abuse</w:t>
      </w:r>
      <w:r>
        <w:t xml:space="preserve">’, General Purpose Standing Committee No. 2, Report forthcoming. At </w:t>
      </w:r>
      <w:hyperlink r:id="rId92" w:history="1">
        <w:r w:rsidRPr="00930F69">
          <w:rPr>
            <w:rStyle w:val="Hyperlink"/>
          </w:rPr>
          <w:t>https://www.parliament.nsw.gov.au/committees/inquiries/Pages/inquiry-details.aspx?pk=2387</w:t>
        </w:r>
      </w:hyperlink>
      <w:r>
        <w:t xml:space="preserve"> </w:t>
      </w:r>
    </w:p>
  </w:endnote>
  <w:endnote w:id="86">
    <w:p w14:paraId="57AA4630" w14:textId="77777777" w:rsidR="000A6AB6" w:rsidRDefault="000A6AB6" w:rsidP="00BB6AD3">
      <w:pPr>
        <w:pStyle w:val="EndnoteText"/>
      </w:pPr>
      <w:r>
        <w:rPr>
          <w:rStyle w:val="EndnoteReference"/>
        </w:rPr>
        <w:endnoteRef/>
      </w:r>
      <w:r>
        <w:t xml:space="preserve"> Victorian Royal Commission into Family Violence, 30 March 2016. At </w:t>
      </w:r>
      <w:hyperlink r:id="rId93" w:history="1">
        <w:r w:rsidRPr="00930F69">
          <w:rPr>
            <w:rStyle w:val="Hyperlink"/>
          </w:rPr>
          <w:t>http://www.rcfv.com.au/</w:t>
        </w:r>
      </w:hyperlink>
      <w:r>
        <w:t xml:space="preserve"> </w:t>
      </w:r>
    </w:p>
  </w:endnote>
  <w:endnote w:id="87">
    <w:p w14:paraId="3A538D82" w14:textId="77777777" w:rsidR="000A6AB6" w:rsidRPr="008E528F" w:rsidRDefault="000A6AB6" w:rsidP="00BB6AD3">
      <w:pPr>
        <w:pStyle w:val="EndnoteText"/>
      </w:pPr>
      <w:r>
        <w:rPr>
          <w:rStyle w:val="EndnoteReference"/>
        </w:rPr>
        <w:endnoteRef/>
      </w:r>
      <w:r>
        <w:t xml:space="preserve"> Australian Law Reform Commission, </w:t>
      </w:r>
      <w:r>
        <w:rPr>
          <w:i/>
        </w:rPr>
        <w:t>“Inquiry into Protecting the Rights of Older Australians from Abuse’.</w:t>
      </w:r>
      <w:r>
        <w:t xml:space="preserve"> 2016 Inquiry ongoing. At </w:t>
      </w:r>
      <w:hyperlink r:id="rId94" w:history="1">
        <w:r w:rsidRPr="00930F69">
          <w:rPr>
            <w:rStyle w:val="Hyperlink"/>
          </w:rPr>
          <w:t>https://www.alrc.gov.au/inquiries/elder-abuse/terms-reference</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91C7E" w14:textId="77777777" w:rsidR="000A6AB6" w:rsidRPr="0090165F" w:rsidRDefault="000A6AB6" w:rsidP="00162A8D">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F1608" w14:textId="77777777" w:rsidR="000A6AB6" w:rsidRPr="004A187B" w:rsidRDefault="000A6AB6" w:rsidP="008B23BC">
    <w:pPr>
      <w:pStyle w:val="Footer"/>
    </w:pPr>
    <w:r>
      <w:rPr>
        <w:noProof/>
        <w:lang w:val="en-GB" w:eastAsia="en-GB"/>
      </w:rPr>
      <mc:AlternateContent>
        <mc:Choice Requires="wps">
          <w:drawing>
            <wp:anchor distT="0" distB="0" distL="114300" distR="114300" simplePos="0" relativeHeight="251660288" behindDoc="0" locked="0" layoutInCell="1" allowOverlap="1" wp14:anchorId="2D326E76" wp14:editId="02C45FC4">
              <wp:simplePos x="0" y="0"/>
              <wp:positionH relativeFrom="column">
                <wp:posOffset>-548005</wp:posOffset>
              </wp:positionH>
              <wp:positionV relativeFrom="paragraph">
                <wp:posOffset>-1305560</wp:posOffset>
              </wp:positionV>
              <wp:extent cx="6071235" cy="85407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235" cy="854075"/>
                      </a:xfrm>
                      <a:prstGeom prst="rect">
                        <a:avLst/>
                      </a:prstGeom>
                      <a:noFill/>
                      <a:ln w="6350">
                        <a:noFill/>
                      </a:ln>
                      <a:effectLst/>
                    </wps:spPr>
                    <wps:txbx>
                      <w:txbxContent>
                        <w:p w14:paraId="53BD1B20" w14:textId="77777777" w:rsidR="000A6AB6" w:rsidRPr="0003606D" w:rsidRDefault="000A6AB6" w:rsidP="0003606D">
                          <w:pPr>
                            <w:pStyle w:val="coveraddresses"/>
                          </w:pPr>
                          <w:r w:rsidRPr="0003606D">
                            <w:t>ABN 47 996 232 602</w:t>
                          </w:r>
                        </w:p>
                        <w:p w14:paraId="18C68C4B" w14:textId="77777777" w:rsidR="000A6AB6" w:rsidRPr="0003606D" w:rsidRDefault="000A6AB6" w:rsidP="0003606D">
                          <w:pPr>
                            <w:pStyle w:val="coveraddresses"/>
                          </w:pPr>
                          <w:r w:rsidRPr="0003606D">
                            <w:t>Level 3, 175 Pitt Street, Sydney NSW 2000</w:t>
                          </w:r>
                        </w:p>
                        <w:p w14:paraId="1400E1C8" w14:textId="77777777" w:rsidR="000A6AB6" w:rsidRPr="0003606D" w:rsidRDefault="000A6AB6" w:rsidP="0003606D">
                          <w:pPr>
                            <w:pStyle w:val="coveraddresses"/>
                          </w:pPr>
                          <w:r w:rsidRPr="0003606D">
                            <w:t>GPO Box 5218, Sydney NSW 2001</w:t>
                          </w:r>
                        </w:p>
                        <w:p w14:paraId="00E2628B" w14:textId="77777777" w:rsidR="000A6AB6" w:rsidRPr="0003606D" w:rsidRDefault="000A6AB6" w:rsidP="0003606D">
                          <w:pPr>
                            <w:pStyle w:val="coveraddresses"/>
                          </w:pPr>
                          <w:r w:rsidRPr="0003606D">
                            <w:t>General enquiries 1300 369 711</w:t>
                          </w:r>
                        </w:p>
                        <w:p w14:paraId="07EB1A68" w14:textId="77777777" w:rsidR="000A6AB6" w:rsidRPr="0003606D" w:rsidRDefault="000A6AB6" w:rsidP="0003606D">
                          <w:pPr>
                            <w:pStyle w:val="coveraddresses"/>
                          </w:pPr>
                          <w:r w:rsidRPr="0003606D">
                            <w:t>Complaints info line 1300 656 419</w:t>
                          </w:r>
                        </w:p>
                        <w:p w14:paraId="6160CC31" w14:textId="77777777" w:rsidR="000A6AB6" w:rsidRPr="0003606D" w:rsidRDefault="000A6AB6" w:rsidP="0003606D">
                          <w:pPr>
                            <w:pStyle w:val="coveraddresses"/>
                          </w:pPr>
                          <w:r w:rsidRPr="0003606D">
                            <w:t>TTY 1800 620 241</w:t>
                          </w:r>
                        </w:p>
                        <w:p w14:paraId="598652EC" w14:textId="77777777" w:rsidR="000A6AB6" w:rsidRPr="00B63D24" w:rsidRDefault="000A6AB6" w:rsidP="00B63D24">
                          <w:pPr>
                            <w:pStyle w:val="Footer"/>
                          </w:pPr>
                          <w:r w:rsidRPr="00B63D24">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D326E76" id="_x0000_t202" coordsize="21600,21600" o:spt="202" path="m,l,21600r21600,l21600,xe">
              <v:stroke joinstyle="miter"/>
              <v:path gradientshapeok="t" o:connecttype="rect"/>
            </v:shapetype>
            <v:shape id="Text Box 9" o:spid="_x0000_s1029" type="#_x0000_t202" style="position:absolute;margin-left:-43.15pt;margin-top:-102.8pt;width:478.05pt;height:6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" filled="f" stroked="f" strokeweight=".5pt">
              <v:path arrowok="t"/>
              <v:textbox inset="0,0,0,0">
                <w:txbxContent>
                  <w:p w14:paraId="53BD1B20" w14:textId="77777777" w:rsidR="000A6AB6" w:rsidRPr="0003606D" w:rsidRDefault="000A6AB6" w:rsidP="0003606D">
                    <w:pPr>
                      <w:pStyle w:val="coveraddresses"/>
                    </w:pPr>
                    <w:r w:rsidRPr="0003606D">
                      <w:t>ABN 47 996 232 602</w:t>
                    </w:r>
                  </w:p>
                  <w:p w14:paraId="18C68C4B" w14:textId="77777777" w:rsidR="000A6AB6" w:rsidRPr="0003606D" w:rsidRDefault="000A6AB6" w:rsidP="0003606D">
                    <w:pPr>
                      <w:pStyle w:val="coveraddresses"/>
                    </w:pPr>
                    <w:r w:rsidRPr="0003606D">
                      <w:t>Level 3, 175 Pitt Street, Sydney NSW 2000</w:t>
                    </w:r>
                  </w:p>
                  <w:p w14:paraId="1400E1C8" w14:textId="77777777" w:rsidR="000A6AB6" w:rsidRPr="0003606D" w:rsidRDefault="000A6AB6" w:rsidP="0003606D">
                    <w:pPr>
                      <w:pStyle w:val="coveraddresses"/>
                    </w:pPr>
                    <w:r w:rsidRPr="0003606D">
                      <w:t>GPO Box 5218, Sydney NSW 2001</w:t>
                    </w:r>
                  </w:p>
                  <w:p w14:paraId="00E2628B" w14:textId="77777777" w:rsidR="000A6AB6" w:rsidRPr="0003606D" w:rsidRDefault="000A6AB6" w:rsidP="0003606D">
                    <w:pPr>
                      <w:pStyle w:val="coveraddresses"/>
                    </w:pPr>
                    <w:r w:rsidRPr="0003606D">
                      <w:t>General enquiries 1300 369 711</w:t>
                    </w:r>
                  </w:p>
                  <w:p w14:paraId="07EB1A68" w14:textId="77777777" w:rsidR="000A6AB6" w:rsidRPr="0003606D" w:rsidRDefault="000A6AB6" w:rsidP="0003606D">
                    <w:pPr>
                      <w:pStyle w:val="coveraddresses"/>
                    </w:pPr>
                    <w:r w:rsidRPr="0003606D">
                      <w:t>Complaints info line 1300 656 419</w:t>
                    </w:r>
                  </w:p>
                  <w:p w14:paraId="6160CC31" w14:textId="77777777" w:rsidR="000A6AB6" w:rsidRPr="0003606D" w:rsidRDefault="000A6AB6" w:rsidP="0003606D">
                    <w:pPr>
                      <w:pStyle w:val="coveraddresses"/>
                    </w:pPr>
                    <w:r w:rsidRPr="0003606D">
                      <w:t>TTY 1800 620 241</w:t>
                    </w:r>
                  </w:p>
                  <w:p w14:paraId="598652EC" w14:textId="77777777" w:rsidR="000A6AB6" w:rsidRPr="00B63D24" w:rsidRDefault="000A6AB6" w:rsidP="00B63D24">
                    <w:pPr>
                      <w:pStyle w:val="Footer"/>
                    </w:pPr>
                    <w:r w:rsidRPr="00B63D24">
                      <w:tab/>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90235" w14:textId="59A6B8CF" w:rsidR="000A6AB6" w:rsidRPr="0090165F" w:rsidRDefault="000A6AB6" w:rsidP="00162A8D">
    <w:pPr>
      <w:pStyle w:val="Footer"/>
      <w:jc w:val="right"/>
    </w:pPr>
    <w:r>
      <w:rPr>
        <w:rStyle w:val="PageNumber"/>
      </w:rPr>
      <w:fldChar w:fldCharType="begin"/>
    </w:r>
    <w:r>
      <w:rPr>
        <w:rStyle w:val="PageNumber"/>
      </w:rPr>
      <w:instrText xml:space="preserve"> PAGE </w:instrText>
    </w:r>
    <w:r>
      <w:rPr>
        <w:rStyle w:val="PageNumber"/>
      </w:rPr>
      <w:fldChar w:fldCharType="separate"/>
    </w:r>
    <w:r w:rsidR="00BE3D5B">
      <w:rPr>
        <w:rStyle w:val="PageNumber"/>
        <w:noProof/>
      </w:rPr>
      <w:t>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DB57B7" w14:textId="77777777" w:rsidR="000A6AB6" w:rsidRDefault="000A6AB6" w:rsidP="00F14C6D">
      <w:r>
        <w:separator/>
      </w:r>
    </w:p>
  </w:footnote>
  <w:footnote w:type="continuationSeparator" w:id="0">
    <w:p w14:paraId="4D09BE8A" w14:textId="77777777" w:rsidR="000A6AB6" w:rsidRDefault="000A6AB6" w:rsidP="00F14C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DB3B1" w14:textId="77777777" w:rsidR="000A6AB6" w:rsidRDefault="00BE3D5B">
    <w:pPr>
      <w:pStyle w:val="Header"/>
    </w:pPr>
    <w:r>
      <w:rPr>
        <w:noProof/>
      </w:rPr>
      <w:pict w14:anchorId="44E428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8" o:spid="_x0000_s2050" type="#_x0000_t75" style="position:absolute;margin-left:0;margin-top:0;width:595.65pt;height:870.15pt;z-index:-251660288;mso-position-horizontal:center;mso-position-horizontal-relative:margin;mso-position-vertical:center;mso-position-vertical-relative:margin" o:allowincell="f">
          <v:imagedata r:id="rId1" o:title="MS word cover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8E210" w14:textId="77777777" w:rsidR="000A6AB6" w:rsidRPr="00D27262" w:rsidRDefault="00BE3D5B" w:rsidP="002B1B65">
    <w:pPr>
      <w:spacing w:before="0" w:after="0"/>
      <w:jc w:val="right"/>
      <w:rPr>
        <w:sz w:val="22"/>
        <w:szCs w:val="22"/>
      </w:rPr>
    </w:pPr>
    <w:r>
      <w:rPr>
        <w:noProof/>
        <w:sz w:val="22"/>
        <w:szCs w:val="22"/>
      </w:rPr>
      <w:pict w14:anchorId="7FE97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9" o:spid="_x0000_s2051" type="#_x0000_t75" style="position:absolute;left:0;text-align:left;margin-left:0;margin-top:0;width:595.65pt;height:870.15pt;z-index:-251659264;mso-position-horizontal:center;mso-position-horizontal-relative:margin;mso-position-vertical:center;mso-position-vertical-relative:margin" o:allowincell="f">
          <v:imagedata r:id="rId1" o:title="MS word cover1"/>
          <w10:wrap anchorx="margin" anchory="margin"/>
        </v:shape>
      </w:pict>
    </w:r>
    <w:r w:rsidR="000A6AB6" w:rsidRPr="00D27262">
      <w:rPr>
        <w:sz w:val="22"/>
        <w:szCs w:val="22"/>
      </w:rPr>
      <w:t>Au</w:t>
    </w:r>
    <w:r w:rsidR="000A6AB6">
      <w:rPr>
        <w:sz w:val="22"/>
        <w:szCs w:val="22"/>
      </w:rPr>
      <w:t>stralian Human Rights Commission</w:t>
    </w:r>
  </w:p>
  <w:p w14:paraId="1EA5735B" w14:textId="77777777" w:rsidR="000A6AB6" w:rsidRDefault="000A6AB6" w:rsidP="002B1B65">
    <w:pPr>
      <w:pStyle w:val="Footer"/>
      <w:jc w:val="right"/>
      <w:rPr>
        <w:i/>
        <w:szCs w:val="22"/>
      </w:rPr>
    </w:pPr>
    <w:r w:rsidRPr="00D27262">
      <w:rPr>
        <w:b/>
        <w:i/>
        <w:szCs w:val="22"/>
      </w:rPr>
      <w:t>Short document title</w:t>
    </w:r>
    <w:r w:rsidRPr="00D27262">
      <w:rPr>
        <w:i/>
        <w:szCs w:val="22"/>
      </w:rPr>
      <w:t xml:space="preserve">, </w:t>
    </w:r>
    <w:r>
      <w:rPr>
        <w:i/>
        <w:szCs w:val="22"/>
      </w:rPr>
      <w:t>Short description – Date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9" w:type="dxa"/>
      <w:tblInd w:w="108" w:type="dxa"/>
      <w:tblLayout w:type="fixed"/>
      <w:tblLook w:val="00A0" w:firstRow="1" w:lastRow="0" w:firstColumn="1" w:lastColumn="0" w:noHBand="0" w:noVBand="0"/>
    </w:tblPr>
    <w:tblGrid>
      <w:gridCol w:w="1508"/>
      <w:gridCol w:w="2688"/>
      <w:gridCol w:w="2302"/>
      <w:gridCol w:w="2130"/>
      <w:gridCol w:w="1721"/>
    </w:tblGrid>
    <w:tr w:rsidR="000A6AB6" w:rsidRPr="00B85DD4" w14:paraId="2774B295" w14:textId="77777777" w:rsidTr="00165E3C">
      <w:trPr>
        <w:trHeight w:val="1276"/>
      </w:trPr>
      <w:tc>
        <w:tcPr>
          <w:tcW w:w="1508" w:type="dxa"/>
        </w:tcPr>
        <w:p w14:paraId="3E45409B" w14:textId="77777777" w:rsidR="000A6AB6" w:rsidRPr="00B85DD4" w:rsidRDefault="000A6AB6" w:rsidP="00B520BC">
          <w:pPr>
            <w:pStyle w:val="Header"/>
            <w:tabs>
              <w:tab w:val="left" w:pos="4686"/>
              <w:tab w:val="left" w:pos="7088"/>
              <w:tab w:val="left" w:pos="7242"/>
            </w:tabs>
            <w:ind w:left="-108"/>
            <w:rPr>
              <w:rFonts w:cs="ArialMT"/>
              <w:b/>
              <w:spacing w:val="-20"/>
            </w:rPr>
          </w:pPr>
        </w:p>
      </w:tc>
      <w:tc>
        <w:tcPr>
          <w:tcW w:w="2688" w:type="dxa"/>
          <w:vAlign w:val="center"/>
        </w:tcPr>
        <w:p w14:paraId="01CC3D86" w14:textId="77777777" w:rsidR="000A6AB6" w:rsidRPr="00B85DD4" w:rsidRDefault="000A6AB6" w:rsidP="002B1B65">
          <w:pPr>
            <w:spacing w:before="0" w:after="0"/>
            <w:rPr>
              <w:rFonts w:cs="ArialMT"/>
              <w:i/>
              <w:color w:val="808080"/>
              <w:sz w:val="17"/>
            </w:rPr>
          </w:pPr>
        </w:p>
      </w:tc>
      <w:tc>
        <w:tcPr>
          <w:tcW w:w="2302" w:type="dxa"/>
        </w:tcPr>
        <w:p w14:paraId="1360EE89" w14:textId="77777777" w:rsidR="000A6AB6" w:rsidRPr="00B85DD4" w:rsidRDefault="000A6AB6" w:rsidP="00B520BC">
          <w:pPr>
            <w:pStyle w:val="HeaderFooter"/>
            <w:rPr>
              <w:b/>
              <w:spacing w:val="-20"/>
              <w:sz w:val="40"/>
            </w:rPr>
          </w:pPr>
        </w:p>
      </w:tc>
      <w:tc>
        <w:tcPr>
          <w:tcW w:w="2130" w:type="dxa"/>
        </w:tcPr>
        <w:p w14:paraId="08ABC1BC" w14:textId="77777777" w:rsidR="000A6AB6" w:rsidRPr="00B85DD4" w:rsidRDefault="000A6AB6" w:rsidP="00B520BC">
          <w:pPr>
            <w:pStyle w:val="HeaderFooter"/>
            <w:rPr>
              <w:b/>
              <w:spacing w:val="-20"/>
              <w:sz w:val="40"/>
            </w:rPr>
          </w:pPr>
        </w:p>
      </w:tc>
      <w:tc>
        <w:tcPr>
          <w:tcW w:w="1721" w:type="dxa"/>
        </w:tcPr>
        <w:p w14:paraId="40340A1C" w14:textId="77777777" w:rsidR="000A6AB6" w:rsidRPr="00B85DD4" w:rsidRDefault="000A6AB6" w:rsidP="00B520BC">
          <w:pPr>
            <w:pStyle w:val="HeaderFooter"/>
            <w:spacing w:before="227" w:after="340"/>
            <w:rPr>
              <w:b/>
              <w:spacing w:val="-20"/>
              <w:sz w:val="40"/>
            </w:rPr>
          </w:pPr>
        </w:p>
      </w:tc>
    </w:tr>
  </w:tbl>
  <w:p w14:paraId="42F3D2DF" w14:textId="77777777" w:rsidR="000A6AB6" w:rsidRDefault="00BE3D5B">
    <w:pPr>
      <w:pStyle w:val="Header"/>
    </w:pPr>
    <w:r>
      <w:rPr>
        <w:rFonts w:cs="ArialMT"/>
        <w:b/>
        <w:noProof/>
        <w:spacing w:val="-20"/>
      </w:rPr>
      <w:pict w14:anchorId="3A3563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7" o:spid="_x0000_s2056" type="#_x0000_t75" style="position:absolute;margin-left:-71.05pt;margin-top:-116pt;width:595.65pt;height:870.15pt;z-index:-251661312;mso-position-horizontal-relative:margin;mso-position-vertical-relative:margin" o:allowincell="f">
          <v:imagedata r:id="rId1" o:title="MS word cover1"/>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33313" w14:textId="77777777" w:rsidR="000A6AB6" w:rsidRDefault="00BE3D5B">
    <w:pPr>
      <w:pStyle w:val="Header"/>
    </w:pPr>
    <w:r>
      <w:rPr>
        <w:noProof/>
      </w:rPr>
      <w:pict w14:anchorId="429A8C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21" o:spid="_x0000_s2053" type="#_x0000_t75" style="position:absolute;margin-left:0;margin-top:0;width:595.65pt;height:870.15pt;z-index:-251657216;mso-position-horizontal:center;mso-position-horizontal-relative:margin;mso-position-vertical:center;mso-position-vertical-relative:margin" o:allowincell="f">
          <v:imagedata r:id="rId1" o:title="MS word cover1"/>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194F5" w14:textId="77777777" w:rsidR="000A6AB6" w:rsidRPr="00D27262" w:rsidRDefault="000A6AB6" w:rsidP="00B34946">
    <w:pPr>
      <w:spacing w:before="0" w:after="60"/>
      <w:jc w:val="right"/>
      <w:rPr>
        <w:sz w:val="22"/>
        <w:szCs w:val="22"/>
      </w:rPr>
    </w:pPr>
    <w:r w:rsidRPr="00D27262">
      <w:rPr>
        <w:sz w:val="22"/>
        <w:szCs w:val="22"/>
      </w:rPr>
      <w:t>Au</w:t>
    </w:r>
    <w:r>
      <w:rPr>
        <w:sz w:val="22"/>
        <w:szCs w:val="22"/>
      </w:rPr>
      <w:t>stralian Human Rights Commission</w:t>
    </w:r>
  </w:p>
  <w:p w14:paraId="5B6C7E0D" w14:textId="77777777" w:rsidR="000A6AB6" w:rsidRPr="00D729AD" w:rsidRDefault="000A6AB6" w:rsidP="002F4CE1">
    <w:pPr>
      <w:pStyle w:val="Footer"/>
      <w:spacing w:after="240"/>
      <w:jc w:val="right"/>
      <w:rPr>
        <w:i/>
        <w:szCs w:val="18"/>
      </w:rPr>
    </w:pPr>
    <w:r>
      <w:rPr>
        <w:b/>
        <w:i/>
        <w:szCs w:val="18"/>
      </w:rPr>
      <w:t xml:space="preserve">Information for LOIPR </w:t>
    </w:r>
    <w:r w:rsidRPr="00D51507">
      <w:rPr>
        <w:b/>
        <w:i/>
        <w:szCs w:val="18"/>
      </w:rPr>
      <w:t>- Australia</w:t>
    </w:r>
    <w:r w:rsidRPr="00D51507">
      <w:rPr>
        <w:i/>
        <w:szCs w:val="18"/>
      </w:rPr>
      <w:t>, 27 June 2016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9" w:type="dxa"/>
      <w:tblInd w:w="108" w:type="dxa"/>
      <w:tblLayout w:type="fixed"/>
      <w:tblLook w:val="00A0" w:firstRow="1" w:lastRow="0" w:firstColumn="1" w:lastColumn="0" w:noHBand="0" w:noVBand="0"/>
    </w:tblPr>
    <w:tblGrid>
      <w:gridCol w:w="1508"/>
      <w:gridCol w:w="2688"/>
      <w:gridCol w:w="2302"/>
      <w:gridCol w:w="2130"/>
      <w:gridCol w:w="1721"/>
    </w:tblGrid>
    <w:tr w:rsidR="000A6AB6" w:rsidRPr="00B85DD4" w14:paraId="5A26A47A" w14:textId="77777777" w:rsidTr="002B1B65">
      <w:trPr>
        <w:trHeight w:val="1603"/>
      </w:trPr>
      <w:tc>
        <w:tcPr>
          <w:tcW w:w="1508" w:type="dxa"/>
        </w:tcPr>
        <w:p w14:paraId="61C38031" w14:textId="77777777" w:rsidR="000A6AB6" w:rsidRPr="00B85DD4" w:rsidRDefault="000A6AB6" w:rsidP="00B520BC">
          <w:pPr>
            <w:pStyle w:val="Header"/>
            <w:tabs>
              <w:tab w:val="left" w:pos="4686"/>
              <w:tab w:val="left" w:pos="7088"/>
              <w:tab w:val="left" w:pos="7242"/>
            </w:tabs>
            <w:ind w:left="-108"/>
            <w:rPr>
              <w:rFonts w:cs="ArialMT"/>
              <w:b/>
              <w:spacing w:val="-20"/>
            </w:rPr>
          </w:pPr>
          <w:r w:rsidRPr="004D6E55">
            <w:rPr>
              <w:rFonts w:cs="ArialMT"/>
              <w:b/>
              <w:noProof/>
              <w:spacing w:val="-20"/>
              <w:lang w:val="en-GB" w:eastAsia="en-GB"/>
            </w:rPr>
            <w:drawing>
              <wp:inline distT="0" distB="0" distL="0" distR="0" wp14:anchorId="3E19D525" wp14:editId="0012D066">
                <wp:extent cx="819150" cy="819150"/>
                <wp:effectExtent l="0" t="0" r="0" b="0"/>
                <wp:docPr id="7" name="Picture 2" descr="Description: Description: HREOC-Globe_PMS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HREOC-Globe_PMS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tc>
      <w:tc>
        <w:tcPr>
          <w:tcW w:w="2688" w:type="dxa"/>
          <w:vAlign w:val="center"/>
        </w:tcPr>
        <w:p w14:paraId="2419B6E3" w14:textId="77777777" w:rsidR="000A6AB6" w:rsidRPr="00D36BB2" w:rsidRDefault="000A6AB6" w:rsidP="002B1B65">
          <w:pPr>
            <w:pStyle w:val="LogoType"/>
            <w:pBdr>
              <w:bottom w:val="single" w:sz="4" w:space="1" w:color="808080"/>
            </w:pBdr>
            <w:spacing w:line="240" w:lineRule="auto"/>
          </w:pPr>
          <w:r w:rsidRPr="00D36BB2">
            <w:t>Australian</w:t>
          </w:r>
        </w:p>
        <w:p w14:paraId="0989E933" w14:textId="77777777" w:rsidR="000A6AB6" w:rsidRPr="00D36BB2" w:rsidRDefault="000A6AB6" w:rsidP="002B1B65">
          <w:pPr>
            <w:pStyle w:val="LogoType"/>
            <w:pBdr>
              <w:bottom w:val="single" w:sz="4" w:space="1" w:color="808080"/>
            </w:pBdr>
            <w:spacing w:line="240" w:lineRule="auto"/>
          </w:pPr>
          <w:r w:rsidRPr="00D36BB2">
            <w:t>Human Rights</w:t>
          </w:r>
        </w:p>
        <w:p w14:paraId="0AC40EFD" w14:textId="77777777" w:rsidR="000A6AB6" w:rsidRPr="00D36BB2" w:rsidRDefault="000A6AB6" w:rsidP="002B1B65">
          <w:pPr>
            <w:pStyle w:val="LogoType"/>
            <w:pBdr>
              <w:bottom w:val="single" w:sz="4" w:space="1" w:color="808080"/>
            </w:pBdr>
            <w:spacing w:line="240" w:lineRule="auto"/>
          </w:pPr>
          <w:r w:rsidRPr="00D36BB2">
            <w:t>Commission</w:t>
          </w:r>
        </w:p>
        <w:p w14:paraId="1E7FC200" w14:textId="77777777" w:rsidR="000A6AB6" w:rsidRPr="00B85DD4" w:rsidRDefault="000A6AB6" w:rsidP="002B1B65">
          <w:pPr>
            <w:spacing w:before="0" w:after="0"/>
            <w:rPr>
              <w:rFonts w:cs="ArialMT"/>
              <w:i/>
              <w:color w:val="808080"/>
              <w:sz w:val="17"/>
            </w:rPr>
          </w:pPr>
          <w:r w:rsidRPr="00B85DD4">
            <w:rPr>
              <w:rFonts w:cs="ArialMT"/>
              <w:i/>
              <w:color w:val="808080"/>
              <w:sz w:val="17"/>
            </w:rPr>
            <w:t>everyone, everywhere, everyday</w:t>
          </w:r>
        </w:p>
      </w:tc>
      <w:tc>
        <w:tcPr>
          <w:tcW w:w="2302" w:type="dxa"/>
        </w:tcPr>
        <w:p w14:paraId="2642356C" w14:textId="77777777" w:rsidR="000A6AB6" w:rsidRPr="00B85DD4" w:rsidRDefault="000A6AB6" w:rsidP="00B520BC">
          <w:pPr>
            <w:pStyle w:val="HeaderFooter"/>
            <w:rPr>
              <w:b/>
              <w:spacing w:val="-20"/>
              <w:sz w:val="40"/>
            </w:rPr>
          </w:pPr>
        </w:p>
      </w:tc>
      <w:tc>
        <w:tcPr>
          <w:tcW w:w="2130" w:type="dxa"/>
        </w:tcPr>
        <w:p w14:paraId="55082548" w14:textId="77777777" w:rsidR="000A6AB6" w:rsidRPr="00B85DD4" w:rsidRDefault="000A6AB6" w:rsidP="00B520BC">
          <w:pPr>
            <w:pStyle w:val="HeaderFooter"/>
            <w:rPr>
              <w:b/>
              <w:spacing w:val="-20"/>
              <w:sz w:val="40"/>
            </w:rPr>
          </w:pPr>
        </w:p>
      </w:tc>
      <w:tc>
        <w:tcPr>
          <w:tcW w:w="1721" w:type="dxa"/>
        </w:tcPr>
        <w:p w14:paraId="348B2C13" w14:textId="77777777" w:rsidR="000A6AB6" w:rsidRPr="00B85DD4" w:rsidRDefault="000A6AB6" w:rsidP="00B520BC">
          <w:pPr>
            <w:pStyle w:val="HeaderFooter"/>
            <w:spacing w:before="227" w:after="340"/>
            <w:rPr>
              <w:b/>
              <w:spacing w:val="-20"/>
              <w:sz w:val="40"/>
            </w:rPr>
          </w:pPr>
        </w:p>
      </w:tc>
    </w:tr>
  </w:tbl>
  <w:p w14:paraId="1780B26A" w14:textId="77777777" w:rsidR="000A6AB6" w:rsidRDefault="00BE3D5B">
    <w:pPr>
      <w:pStyle w:val="Header"/>
    </w:pPr>
    <w:r>
      <w:rPr>
        <w:rFonts w:cs="ArialMT"/>
        <w:b/>
        <w:noProof/>
        <w:spacing w:val="-20"/>
      </w:rPr>
      <w:pict w14:anchorId="6CD198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20" o:spid="_x0000_s2055" type="#_x0000_t75" style="position:absolute;margin-left:0;margin-top:0;width:595.65pt;height:870.15pt;z-index:-251658240;mso-position-horizontal:center;mso-position-horizontal-relative:margin;mso-position-vertical:center;mso-position-vertical-relative:margin" o:allowincell="f">
          <v:imagedata r:id="rId2" o:title="MS word cover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E30129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F36045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5558AC8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1EC8FA0"/>
    <w:lvl w:ilvl="0">
      <w:start w:val="1"/>
      <w:numFmt w:val="decimal"/>
      <w:pStyle w:val="ListNumber2"/>
      <w:lvlText w:val="%1."/>
      <w:lvlJc w:val="left"/>
      <w:pPr>
        <w:tabs>
          <w:tab w:val="num" w:pos="643"/>
        </w:tabs>
        <w:ind w:left="643" w:hanging="360"/>
      </w:pPr>
    </w:lvl>
  </w:abstractNum>
  <w:abstractNum w:abstractNumId="4">
    <w:nsid w:val="FFFFFF80"/>
    <w:multiLevelType w:val="singleLevel"/>
    <w:tmpl w:val="3104E1E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2C21C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5656989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AF9C86F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F3FEF416"/>
    <w:lvl w:ilvl="0">
      <w:start w:val="1"/>
      <w:numFmt w:val="decimal"/>
      <w:pStyle w:val="ListNumber"/>
      <w:lvlText w:val="%1."/>
      <w:lvlJc w:val="left"/>
      <w:pPr>
        <w:tabs>
          <w:tab w:val="num" w:pos="360"/>
        </w:tabs>
        <w:ind w:left="360" w:hanging="360"/>
      </w:pPr>
    </w:lvl>
  </w:abstractNum>
  <w:abstractNum w:abstractNumId="9">
    <w:nsid w:val="FFFFFF89"/>
    <w:multiLevelType w:val="singleLevel"/>
    <w:tmpl w:val="8D00DF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2C0403"/>
    <w:multiLevelType w:val="hybridMultilevel"/>
    <w:tmpl w:val="2EC6C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2785881"/>
    <w:multiLevelType w:val="multilevel"/>
    <w:tmpl w:val="C7709D0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851"/>
        </w:tabs>
        <w:ind w:left="851" w:hanging="851"/>
      </w:pPr>
      <w:rPr>
        <w:rFonts w:hint="default"/>
      </w:rPr>
    </w:lvl>
    <w:lvl w:ilvl="3">
      <w:start w:val="1"/>
      <w:numFmt w:val="lowerRoman"/>
      <w:lvlText w:val="(%4)"/>
      <w:lvlJc w:val="left"/>
      <w:pPr>
        <w:tabs>
          <w:tab w:val="num" w:pos="851"/>
        </w:tabs>
        <w:ind w:left="851" w:hanging="851"/>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2">
    <w:nsid w:val="04BA0358"/>
    <w:multiLevelType w:val="hybridMultilevel"/>
    <w:tmpl w:val="E5707E86"/>
    <w:lvl w:ilvl="0" w:tplc="0C09000F">
      <w:start w:val="1"/>
      <w:numFmt w:val="decimal"/>
      <w:lvlText w:val="%1."/>
      <w:lvlJc w:val="left"/>
      <w:pPr>
        <w:ind w:left="720" w:hanging="360"/>
      </w:pPr>
      <w:rPr>
        <w:rFonts w:hint="default"/>
        <w:sz w:val="24"/>
        <w:szCs w:val="24"/>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0AA63491"/>
    <w:multiLevelType w:val="hybridMultilevel"/>
    <w:tmpl w:val="8A16DC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11633D76"/>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6B95AB4"/>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CB237C"/>
    <w:multiLevelType w:val="hybridMultilevel"/>
    <w:tmpl w:val="E00CCA60"/>
    <w:lvl w:ilvl="0" w:tplc="53CC345C">
      <w:start w:val="7"/>
      <w:numFmt w:val="decimal"/>
      <w:pStyle w:val="SubmissionNormal"/>
      <w:lvlText w:val="%1."/>
      <w:lvlJc w:val="left"/>
      <w:pPr>
        <w:tabs>
          <w:tab w:val="num" w:pos="810"/>
        </w:tabs>
        <w:ind w:left="810" w:hanging="360"/>
      </w:pPr>
      <w:rPr>
        <w:rFonts w:ascii="Arial" w:hAnsi="Arial" w:cs="Arial" w:hint="default"/>
        <w:b w:val="0"/>
      </w:rPr>
    </w:lvl>
    <w:lvl w:ilvl="1" w:tplc="0C090001">
      <w:start w:val="1"/>
      <w:numFmt w:val="bullet"/>
      <w:lvlText w:val=""/>
      <w:lvlJc w:val="left"/>
      <w:pPr>
        <w:tabs>
          <w:tab w:val="num" w:pos="1440"/>
        </w:tabs>
        <w:ind w:left="1440" w:hanging="360"/>
      </w:pPr>
      <w:rPr>
        <w:rFonts w:ascii="Symbol" w:hAnsi="Symbol" w:hint="default"/>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1B71560"/>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243B1A64"/>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4701633"/>
    <w:multiLevelType w:val="multilevel"/>
    <w:tmpl w:val="0D60825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851"/>
        </w:tabs>
        <w:ind w:left="851" w:hanging="851"/>
      </w:pPr>
      <w:rPr>
        <w:rFonts w:hint="default"/>
      </w:rPr>
    </w:lvl>
    <w:lvl w:ilvl="3">
      <w:start w:val="1"/>
      <w:numFmt w:val="lowerRoman"/>
      <w:lvlText w:val="(%4)"/>
      <w:lvlJc w:val="left"/>
      <w:pPr>
        <w:tabs>
          <w:tab w:val="num" w:pos="851"/>
        </w:tabs>
        <w:ind w:left="851" w:hanging="851"/>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0">
    <w:nsid w:val="27594CC3"/>
    <w:multiLevelType w:val="hybridMultilevel"/>
    <w:tmpl w:val="C4A470E0"/>
    <w:lvl w:ilvl="0" w:tplc="0C090001">
      <w:start w:val="1"/>
      <w:numFmt w:val="bullet"/>
      <w:lvlText w:val=""/>
      <w:lvlJc w:val="left"/>
      <w:pPr>
        <w:ind w:left="1530" w:hanging="360"/>
      </w:pPr>
      <w:rPr>
        <w:rFonts w:ascii="Symbol" w:hAnsi="Symbol" w:hint="default"/>
      </w:rPr>
    </w:lvl>
    <w:lvl w:ilvl="1" w:tplc="0C090003" w:tentative="1">
      <w:start w:val="1"/>
      <w:numFmt w:val="bullet"/>
      <w:lvlText w:val="o"/>
      <w:lvlJc w:val="left"/>
      <w:pPr>
        <w:ind w:left="2250" w:hanging="360"/>
      </w:pPr>
      <w:rPr>
        <w:rFonts w:ascii="Courier New" w:hAnsi="Courier New" w:cs="Courier New" w:hint="default"/>
      </w:rPr>
    </w:lvl>
    <w:lvl w:ilvl="2" w:tplc="0C090005" w:tentative="1">
      <w:start w:val="1"/>
      <w:numFmt w:val="bullet"/>
      <w:lvlText w:val=""/>
      <w:lvlJc w:val="left"/>
      <w:pPr>
        <w:ind w:left="2970" w:hanging="360"/>
      </w:pPr>
      <w:rPr>
        <w:rFonts w:ascii="Wingdings" w:hAnsi="Wingdings" w:hint="default"/>
      </w:rPr>
    </w:lvl>
    <w:lvl w:ilvl="3" w:tplc="0C090001" w:tentative="1">
      <w:start w:val="1"/>
      <w:numFmt w:val="bullet"/>
      <w:lvlText w:val=""/>
      <w:lvlJc w:val="left"/>
      <w:pPr>
        <w:ind w:left="3690" w:hanging="360"/>
      </w:pPr>
      <w:rPr>
        <w:rFonts w:ascii="Symbol" w:hAnsi="Symbol" w:hint="default"/>
      </w:rPr>
    </w:lvl>
    <w:lvl w:ilvl="4" w:tplc="0C090003" w:tentative="1">
      <w:start w:val="1"/>
      <w:numFmt w:val="bullet"/>
      <w:lvlText w:val="o"/>
      <w:lvlJc w:val="left"/>
      <w:pPr>
        <w:ind w:left="4410" w:hanging="360"/>
      </w:pPr>
      <w:rPr>
        <w:rFonts w:ascii="Courier New" w:hAnsi="Courier New" w:cs="Courier New" w:hint="default"/>
      </w:rPr>
    </w:lvl>
    <w:lvl w:ilvl="5" w:tplc="0C090005" w:tentative="1">
      <w:start w:val="1"/>
      <w:numFmt w:val="bullet"/>
      <w:lvlText w:val=""/>
      <w:lvlJc w:val="left"/>
      <w:pPr>
        <w:ind w:left="5130" w:hanging="360"/>
      </w:pPr>
      <w:rPr>
        <w:rFonts w:ascii="Wingdings" w:hAnsi="Wingdings" w:hint="default"/>
      </w:rPr>
    </w:lvl>
    <w:lvl w:ilvl="6" w:tplc="0C090001" w:tentative="1">
      <w:start w:val="1"/>
      <w:numFmt w:val="bullet"/>
      <w:lvlText w:val=""/>
      <w:lvlJc w:val="left"/>
      <w:pPr>
        <w:ind w:left="5850" w:hanging="360"/>
      </w:pPr>
      <w:rPr>
        <w:rFonts w:ascii="Symbol" w:hAnsi="Symbol" w:hint="default"/>
      </w:rPr>
    </w:lvl>
    <w:lvl w:ilvl="7" w:tplc="0C090003" w:tentative="1">
      <w:start w:val="1"/>
      <w:numFmt w:val="bullet"/>
      <w:lvlText w:val="o"/>
      <w:lvlJc w:val="left"/>
      <w:pPr>
        <w:ind w:left="6570" w:hanging="360"/>
      </w:pPr>
      <w:rPr>
        <w:rFonts w:ascii="Courier New" w:hAnsi="Courier New" w:cs="Courier New" w:hint="default"/>
      </w:rPr>
    </w:lvl>
    <w:lvl w:ilvl="8" w:tplc="0C090005" w:tentative="1">
      <w:start w:val="1"/>
      <w:numFmt w:val="bullet"/>
      <w:lvlText w:val=""/>
      <w:lvlJc w:val="left"/>
      <w:pPr>
        <w:ind w:left="7290" w:hanging="360"/>
      </w:pPr>
      <w:rPr>
        <w:rFonts w:ascii="Wingdings" w:hAnsi="Wingdings" w:hint="default"/>
      </w:rPr>
    </w:lvl>
  </w:abstractNum>
  <w:abstractNum w:abstractNumId="21">
    <w:nsid w:val="282130BC"/>
    <w:multiLevelType w:val="hybridMultilevel"/>
    <w:tmpl w:val="2848B230"/>
    <w:lvl w:ilvl="0" w:tplc="82BE52F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287970A2"/>
    <w:multiLevelType w:val="hybridMultilevel"/>
    <w:tmpl w:val="485EA6EA"/>
    <w:lvl w:ilvl="0" w:tplc="C3DC8B78">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2B4E0873"/>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2E0F36BC"/>
    <w:multiLevelType w:val="hybridMultilevel"/>
    <w:tmpl w:val="073A78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49031F4"/>
    <w:multiLevelType w:val="hybridMultilevel"/>
    <w:tmpl w:val="19508716"/>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ECE19DF"/>
    <w:multiLevelType w:val="multilevel"/>
    <w:tmpl w:val="4F443BA0"/>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461A09E4"/>
    <w:multiLevelType w:val="multilevel"/>
    <w:tmpl w:val="4F443BA0"/>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78E476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9FF7A73"/>
    <w:multiLevelType w:val="multilevel"/>
    <w:tmpl w:val="D26AA220"/>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Heading3"/>
      <w:lvlText w:val="(%3)"/>
      <w:lvlJc w:val="left"/>
      <w:pPr>
        <w:tabs>
          <w:tab w:val="num" w:pos="851"/>
        </w:tabs>
        <w:ind w:left="851" w:hanging="851"/>
      </w:pPr>
      <w:rPr>
        <w:rFonts w:hint="default"/>
      </w:rPr>
    </w:lvl>
    <w:lvl w:ilvl="3">
      <w:start w:val="1"/>
      <w:numFmt w:val="lowerRoman"/>
      <w:pStyle w:val="Heading4"/>
      <w:lvlText w:val="(%4)"/>
      <w:lvlJc w:val="left"/>
      <w:pPr>
        <w:tabs>
          <w:tab w:val="num" w:pos="851"/>
        </w:tabs>
        <w:ind w:left="851" w:hanging="851"/>
      </w:pPr>
      <w:rPr>
        <w:rFonts w:hint="default"/>
      </w:rPr>
    </w:lvl>
    <w:lvl w:ilvl="4">
      <w:start w:val="1"/>
      <w:numFmt w:val="decimal"/>
      <w:pStyle w:val="Heading5"/>
      <w:lvlText w:val="%1.%2.%3.%4.%5"/>
      <w:lvlJc w:val="left"/>
      <w:pPr>
        <w:tabs>
          <w:tab w:val="num" w:pos="0"/>
        </w:tabs>
        <w:ind w:left="1008" w:hanging="1008"/>
      </w:pPr>
      <w:rPr>
        <w:rFonts w:hint="default"/>
      </w:rPr>
    </w:lvl>
    <w:lvl w:ilvl="5">
      <w:start w:val="1"/>
      <w:numFmt w:val="decimal"/>
      <w:pStyle w:val="Heading6"/>
      <w:lvlText w:val="%1.%2.%3.%4.%5.%6"/>
      <w:lvlJc w:val="left"/>
      <w:pPr>
        <w:tabs>
          <w:tab w:val="num" w:pos="0"/>
        </w:tabs>
        <w:ind w:left="1152" w:hanging="1152"/>
      </w:pPr>
      <w:rPr>
        <w:rFonts w:hint="default"/>
      </w:rPr>
    </w:lvl>
    <w:lvl w:ilvl="6">
      <w:start w:val="1"/>
      <w:numFmt w:val="decimal"/>
      <w:pStyle w:val="Heading7"/>
      <w:lvlText w:val="%1.%2.%3.%4.%5.%6.%7"/>
      <w:lvlJc w:val="left"/>
      <w:pPr>
        <w:tabs>
          <w:tab w:val="num" w:pos="0"/>
        </w:tabs>
        <w:ind w:left="1296" w:hanging="1296"/>
      </w:pPr>
      <w:rPr>
        <w:rFonts w:hint="default"/>
      </w:rPr>
    </w:lvl>
    <w:lvl w:ilvl="7">
      <w:start w:val="1"/>
      <w:numFmt w:val="decimal"/>
      <w:pStyle w:val="Heading8"/>
      <w:lvlText w:val="%1.%2.%3.%4.%5.%6.%7.%8"/>
      <w:lvlJc w:val="left"/>
      <w:pPr>
        <w:tabs>
          <w:tab w:val="num" w:pos="0"/>
        </w:tabs>
        <w:ind w:left="1440" w:hanging="1440"/>
      </w:pPr>
      <w:rPr>
        <w:rFonts w:hint="default"/>
      </w:rPr>
    </w:lvl>
    <w:lvl w:ilvl="8">
      <w:start w:val="1"/>
      <w:numFmt w:val="decimal"/>
      <w:pStyle w:val="Heading9"/>
      <w:lvlText w:val="%1.%2.%3.%4.%5.%6.%7.%8.%9"/>
      <w:lvlJc w:val="left"/>
      <w:pPr>
        <w:tabs>
          <w:tab w:val="num" w:pos="0"/>
        </w:tabs>
        <w:ind w:left="1584" w:hanging="1584"/>
      </w:pPr>
      <w:rPr>
        <w:rFonts w:hint="default"/>
      </w:rPr>
    </w:lvl>
  </w:abstractNum>
  <w:abstractNum w:abstractNumId="31">
    <w:nsid w:val="4B9008C2"/>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4CC612F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4">
    <w:nsid w:val="4FC33B71"/>
    <w:multiLevelType w:val="hybridMultilevel"/>
    <w:tmpl w:val="6FBA9208"/>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nsid w:val="539D7D54"/>
    <w:multiLevelType w:val="hybridMultilevel"/>
    <w:tmpl w:val="065E8C4E"/>
    <w:lvl w:ilvl="0" w:tplc="4BF2165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343539E"/>
    <w:multiLevelType w:val="hybridMultilevel"/>
    <w:tmpl w:val="5110461E"/>
    <w:lvl w:ilvl="0" w:tplc="0C090001">
      <w:start w:val="1"/>
      <w:numFmt w:val="bullet"/>
      <w:lvlText w:val=""/>
      <w:lvlJc w:val="left"/>
      <w:pPr>
        <w:tabs>
          <w:tab w:val="num" w:pos="1080"/>
        </w:tabs>
        <w:ind w:left="1080" w:hanging="360"/>
      </w:pPr>
      <w:rPr>
        <w:rFonts w:ascii="Symbol" w:hAnsi="Symbol"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nsid w:val="6EA9260D"/>
    <w:multiLevelType w:val="hybridMultilevel"/>
    <w:tmpl w:val="86B40A6E"/>
    <w:lvl w:ilvl="0" w:tplc="0C09000F">
      <w:start w:val="1"/>
      <w:numFmt w:val="decimal"/>
      <w:lvlText w:val="%1."/>
      <w:lvlJc w:val="left"/>
      <w:pPr>
        <w:tabs>
          <w:tab w:val="num" w:pos="360"/>
        </w:tabs>
        <w:ind w:left="360" w:hanging="360"/>
      </w:pPr>
      <w:rPr>
        <w:rFonts w:hint="default"/>
      </w:rPr>
    </w:lvl>
    <w:lvl w:ilvl="1" w:tplc="0C090019">
      <w:start w:val="1"/>
      <w:numFmt w:val="lowerLetter"/>
      <w:lvlText w:val="%2."/>
      <w:lvlJc w:val="left"/>
      <w:pPr>
        <w:tabs>
          <w:tab w:val="num" w:pos="1080"/>
        </w:tabs>
        <w:ind w:left="1080" w:hanging="360"/>
      </w:pPr>
      <w:rPr>
        <w:rFonts w:hint="default"/>
      </w:rPr>
    </w:lvl>
    <w:lvl w:ilvl="2" w:tplc="0C09000F">
      <w:start w:val="1"/>
      <w:numFmt w:val="decimal"/>
      <w:lvlText w:val="%3."/>
      <w:lvlJc w:val="left"/>
      <w:pPr>
        <w:tabs>
          <w:tab w:val="num" w:pos="1980"/>
        </w:tabs>
        <w:ind w:left="1980" w:hanging="360"/>
      </w:pPr>
      <w:rPr>
        <w:rFonts w:hint="default"/>
      </w:r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8">
    <w:nsid w:val="710634CD"/>
    <w:multiLevelType w:val="hybridMultilevel"/>
    <w:tmpl w:val="85B852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2E1368"/>
    <w:multiLevelType w:val="hybridMultilevel"/>
    <w:tmpl w:val="4F443BA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72BC79B0"/>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774D1A5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79726989"/>
    <w:multiLevelType w:val="hybridMultilevel"/>
    <w:tmpl w:val="33F23C4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22"/>
  </w:num>
  <w:num w:numId="2">
    <w:abstractNumId w:val="30"/>
  </w:num>
  <w:num w:numId="3">
    <w:abstractNumId w:val="35"/>
  </w:num>
  <w:num w:numId="4">
    <w:abstractNumId w:val="21"/>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1"/>
  </w:num>
  <w:num w:numId="14">
    <w:abstractNumId w:val="0"/>
  </w:num>
  <w:num w:numId="15">
    <w:abstractNumId w:val="3"/>
  </w:num>
  <w:num w:numId="16">
    <w:abstractNumId w:val="2"/>
  </w:num>
  <w:num w:numId="17">
    <w:abstractNumId w:val="33"/>
  </w:num>
  <w:num w:numId="18">
    <w:abstractNumId w:val="26"/>
  </w:num>
  <w:num w:numId="19">
    <w:abstractNumId w:val="17"/>
  </w:num>
  <w:num w:numId="20">
    <w:abstractNumId w:val="39"/>
  </w:num>
  <w:num w:numId="21">
    <w:abstractNumId w:val="28"/>
  </w:num>
  <w:num w:numId="22">
    <w:abstractNumId w:val="27"/>
  </w:num>
  <w:num w:numId="23">
    <w:abstractNumId w:val="41"/>
  </w:num>
  <w:num w:numId="24">
    <w:abstractNumId w:val="14"/>
  </w:num>
  <w:num w:numId="25">
    <w:abstractNumId w:val="40"/>
  </w:num>
  <w:num w:numId="26">
    <w:abstractNumId w:val="29"/>
  </w:num>
  <w:num w:numId="27">
    <w:abstractNumId w:val="15"/>
  </w:num>
  <w:num w:numId="28">
    <w:abstractNumId w:val="18"/>
  </w:num>
  <w:num w:numId="29">
    <w:abstractNumId w:val="32"/>
  </w:num>
  <w:num w:numId="30">
    <w:abstractNumId w:val="3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6"/>
  </w:num>
  <w:num w:numId="36">
    <w:abstractNumId w:val="16"/>
  </w:num>
  <w:num w:numId="37">
    <w:abstractNumId w:val="11"/>
  </w:num>
  <w:num w:numId="38">
    <w:abstractNumId w:val="12"/>
  </w:num>
  <w:num w:numId="39">
    <w:abstractNumId w:val="10"/>
  </w:num>
  <w:num w:numId="40">
    <w:abstractNumId w:val="19"/>
  </w:num>
  <w:num w:numId="41">
    <w:abstractNumId w:val="3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16"/>
  </w:num>
  <w:num w:numId="44">
    <w:abstractNumId w:val="37"/>
  </w:num>
  <w:num w:numId="45">
    <w:abstractNumId w:val="24"/>
  </w:num>
  <w:num w:numId="46">
    <w:abstractNumId w:val="42"/>
  </w:num>
  <w:num w:numId="47">
    <w:abstractNumId w:val="13"/>
  </w:num>
  <w:num w:numId="48">
    <w:abstractNumId w:val="38"/>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291"/>
    <w:rsid w:val="00034312"/>
    <w:rsid w:val="0003606D"/>
    <w:rsid w:val="00036B14"/>
    <w:rsid w:val="00037C2A"/>
    <w:rsid w:val="0005421A"/>
    <w:rsid w:val="000554E5"/>
    <w:rsid w:val="000579B1"/>
    <w:rsid w:val="00063D4C"/>
    <w:rsid w:val="0006478F"/>
    <w:rsid w:val="00066C81"/>
    <w:rsid w:val="00072D2F"/>
    <w:rsid w:val="00074319"/>
    <w:rsid w:val="00090F75"/>
    <w:rsid w:val="0009128F"/>
    <w:rsid w:val="00092F4D"/>
    <w:rsid w:val="00095F83"/>
    <w:rsid w:val="000A0C8C"/>
    <w:rsid w:val="000A1DB8"/>
    <w:rsid w:val="000A48AC"/>
    <w:rsid w:val="000A6428"/>
    <w:rsid w:val="000A6AB6"/>
    <w:rsid w:val="000B0A5D"/>
    <w:rsid w:val="000B491E"/>
    <w:rsid w:val="000C2CE9"/>
    <w:rsid w:val="000D2D9C"/>
    <w:rsid w:val="000E130A"/>
    <w:rsid w:val="000F12EE"/>
    <w:rsid w:val="000F6156"/>
    <w:rsid w:val="00105D61"/>
    <w:rsid w:val="001108BC"/>
    <w:rsid w:val="00134774"/>
    <w:rsid w:val="00140274"/>
    <w:rsid w:val="00143941"/>
    <w:rsid w:val="00151263"/>
    <w:rsid w:val="00155AF3"/>
    <w:rsid w:val="00162A8D"/>
    <w:rsid w:val="00165E3C"/>
    <w:rsid w:val="00166130"/>
    <w:rsid w:val="001706F4"/>
    <w:rsid w:val="00173FB5"/>
    <w:rsid w:val="0018597E"/>
    <w:rsid w:val="001920E3"/>
    <w:rsid w:val="00196488"/>
    <w:rsid w:val="001970E7"/>
    <w:rsid w:val="001A693B"/>
    <w:rsid w:val="001B0353"/>
    <w:rsid w:val="001B1369"/>
    <w:rsid w:val="001C1D65"/>
    <w:rsid w:val="001C1F8B"/>
    <w:rsid w:val="001C23CA"/>
    <w:rsid w:val="001D2AAD"/>
    <w:rsid w:val="001D53BC"/>
    <w:rsid w:val="001E012C"/>
    <w:rsid w:val="001E2A06"/>
    <w:rsid w:val="001E3FBA"/>
    <w:rsid w:val="001F2BBB"/>
    <w:rsid w:val="001F6736"/>
    <w:rsid w:val="00200677"/>
    <w:rsid w:val="00200886"/>
    <w:rsid w:val="0020264D"/>
    <w:rsid w:val="00207D2D"/>
    <w:rsid w:val="00210D91"/>
    <w:rsid w:val="002131F7"/>
    <w:rsid w:val="002214F9"/>
    <w:rsid w:val="00224AA3"/>
    <w:rsid w:val="00224DA2"/>
    <w:rsid w:val="00231ED1"/>
    <w:rsid w:val="002326F7"/>
    <w:rsid w:val="00233064"/>
    <w:rsid w:val="00242624"/>
    <w:rsid w:val="00242765"/>
    <w:rsid w:val="0024557E"/>
    <w:rsid w:val="00246398"/>
    <w:rsid w:val="00250530"/>
    <w:rsid w:val="00275346"/>
    <w:rsid w:val="00275B7C"/>
    <w:rsid w:val="00277139"/>
    <w:rsid w:val="00280552"/>
    <w:rsid w:val="0028209C"/>
    <w:rsid w:val="0028238A"/>
    <w:rsid w:val="002863D7"/>
    <w:rsid w:val="002B1B65"/>
    <w:rsid w:val="002B6005"/>
    <w:rsid w:val="002B6BE5"/>
    <w:rsid w:val="002C1866"/>
    <w:rsid w:val="002D6BF0"/>
    <w:rsid w:val="002E1155"/>
    <w:rsid w:val="002E580C"/>
    <w:rsid w:val="002F4CE1"/>
    <w:rsid w:val="002F5DE4"/>
    <w:rsid w:val="00300F22"/>
    <w:rsid w:val="00304A37"/>
    <w:rsid w:val="00310ED4"/>
    <w:rsid w:val="00312301"/>
    <w:rsid w:val="0031492A"/>
    <w:rsid w:val="00314FCE"/>
    <w:rsid w:val="00316C1A"/>
    <w:rsid w:val="00323012"/>
    <w:rsid w:val="00323C73"/>
    <w:rsid w:val="00331141"/>
    <w:rsid w:val="00344758"/>
    <w:rsid w:val="00347142"/>
    <w:rsid w:val="003565A8"/>
    <w:rsid w:val="003566EA"/>
    <w:rsid w:val="003578E4"/>
    <w:rsid w:val="00364A1D"/>
    <w:rsid w:val="003710DD"/>
    <w:rsid w:val="00372C79"/>
    <w:rsid w:val="00382C44"/>
    <w:rsid w:val="003A5EDB"/>
    <w:rsid w:val="003B3EB3"/>
    <w:rsid w:val="003B656C"/>
    <w:rsid w:val="003C17BE"/>
    <w:rsid w:val="003C2C8C"/>
    <w:rsid w:val="003C2D11"/>
    <w:rsid w:val="003C65E3"/>
    <w:rsid w:val="003D2CD1"/>
    <w:rsid w:val="003D2F01"/>
    <w:rsid w:val="003D3092"/>
    <w:rsid w:val="003E2C7E"/>
    <w:rsid w:val="003F0AA6"/>
    <w:rsid w:val="003F3200"/>
    <w:rsid w:val="003F3725"/>
    <w:rsid w:val="003F3D72"/>
    <w:rsid w:val="003F47FD"/>
    <w:rsid w:val="004015B8"/>
    <w:rsid w:val="0040360C"/>
    <w:rsid w:val="00406BB1"/>
    <w:rsid w:val="004105B7"/>
    <w:rsid w:val="00416CBE"/>
    <w:rsid w:val="00420061"/>
    <w:rsid w:val="004204E0"/>
    <w:rsid w:val="00421FEE"/>
    <w:rsid w:val="00422417"/>
    <w:rsid w:val="0042399F"/>
    <w:rsid w:val="00424233"/>
    <w:rsid w:val="00425C8C"/>
    <w:rsid w:val="004263CB"/>
    <w:rsid w:val="0043042B"/>
    <w:rsid w:val="004321F5"/>
    <w:rsid w:val="00450CE8"/>
    <w:rsid w:val="0045626E"/>
    <w:rsid w:val="004638B4"/>
    <w:rsid w:val="0046488A"/>
    <w:rsid w:val="00472EFF"/>
    <w:rsid w:val="00474063"/>
    <w:rsid w:val="004754E2"/>
    <w:rsid w:val="00476793"/>
    <w:rsid w:val="00476EBD"/>
    <w:rsid w:val="00481702"/>
    <w:rsid w:val="00482671"/>
    <w:rsid w:val="004977E9"/>
    <w:rsid w:val="004A187B"/>
    <w:rsid w:val="004A219F"/>
    <w:rsid w:val="004A2D3C"/>
    <w:rsid w:val="004C15A8"/>
    <w:rsid w:val="004C475D"/>
    <w:rsid w:val="004C5947"/>
    <w:rsid w:val="004C7412"/>
    <w:rsid w:val="004D04BF"/>
    <w:rsid w:val="004D6E55"/>
    <w:rsid w:val="004E0DFF"/>
    <w:rsid w:val="004E2F1E"/>
    <w:rsid w:val="004F1C7C"/>
    <w:rsid w:val="00501ED0"/>
    <w:rsid w:val="005063A7"/>
    <w:rsid w:val="00512016"/>
    <w:rsid w:val="005123F0"/>
    <w:rsid w:val="00512631"/>
    <w:rsid w:val="00513540"/>
    <w:rsid w:val="00513941"/>
    <w:rsid w:val="00513BC0"/>
    <w:rsid w:val="005225C9"/>
    <w:rsid w:val="00524F22"/>
    <w:rsid w:val="0053051D"/>
    <w:rsid w:val="00533F58"/>
    <w:rsid w:val="00536D01"/>
    <w:rsid w:val="00550962"/>
    <w:rsid w:val="00555F05"/>
    <w:rsid w:val="005611FB"/>
    <w:rsid w:val="00563521"/>
    <w:rsid w:val="00564208"/>
    <w:rsid w:val="00571CEB"/>
    <w:rsid w:val="0058322D"/>
    <w:rsid w:val="00583E2C"/>
    <w:rsid w:val="00584B44"/>
    <w:rsid w:val="00585185"/>
    <w:rsid w:val="00590291"/>
    <w:rsid w:val="00591951"/>
    <w:rsid w:val="005979B7"/>
    <w:rsid w:val="005B2AC4"/>
    <w:rsid w:val="005C3082"/>
    <w:rsid w:val="005C5D41"/>
    <w:rsid w:val="005D1F34"/>
    <w:rsid w:val="005D383D"/>
    <w:rsid w:val="005E3F42"/>
    <w:rsid w:val="005E6CA2"/>
    <w:rsid w:val="005E7B96"/>
    <w:rsid w:val="005F5332"/>
    <w:rsid w:val="00602874"/>
    <w:rsid w:val="00606841"/>
    <w:rsid w:val="00617AF1"/>
    <w:rsid w:val="00632B34"/>
    <w:rsid w:val="00642155"/>
    <w:rsid w:val="006452BC"/>
    <w:rsid w:val="00654793"/>
    <w:rsid w:val="00670A91"/>
    <w:rsid w:val="00675AF0"/>
    <w:rsid w:val="00680147"/>
    <w:rsid w:val="00685CB9"/>
    <w:rsid w:val="00686A16"/>
    <w:rsid w:val="006A6BB3"/>
    <w:rsid w:val="006B28F3"/>
    <w:rsid w:val="006D3FD3"/>
    <w:rsid w:val="006D5EE5"/>
    <w:rsid w:val="006E1664"/>
    <w:rsid w:val="006E5B15"/>
    <w:rsid w:val="006F1C51"/>
    <w:rsid w:val="00702B9A"/>
    <w:rsid w:val="00704838"/>
    <w:rsid w:val="00710B76"/>
    <w:rsid w:val="00713A04"/>
    <w:rsid w:val="007330B3"/>
    <w:rsid w:val="0073456B"/>
    <w:rsid w:val="00743727"/>
    <w:rsid w:val="00745FD7"/>
    <w:rsid w:val="007540BF"/>
    <w:rsid w:val="0075488A"/>
    <w:rsid w:val="00757E10"/>
    <w:rsid w:val="00764096"/>
    <w:rsid w:val="00767FB5"/>
    <w:rsid w:val="00770DCB"/>
    <w:rsid w:val="00771938"/>
    <w:rsid w:val="0077237F"/>
    <w:rsid w:val="00775485"/>
    <w:rsid w:val="00783CC6"/>
    <w:rsid w:val="007872C6"/>
    <w:rsid w:val="0078752E"/>
    <w:rsid w:val="007A3367"/>
    <w:rsid w:val="007B243B"/>
    <w:rsid w:val="007B7E19"/>
    <w:rsid w:val="007C17C5"/>
    <w:rsid w:val="007C1E12"/>
    <w:rsid w:val="007C46CC"/>
    <w:rsid w:val="007C47F4"/>
    <w:rsid w:val="007C5493"/>
    <w:rsid w:val="007D13DF"/>
    <w:rsid w:val="007D29E5"/>
    <w:rsid w:val="007D6E54"/>
    <w:rsid w:val="007E5B88"/>
    <w:rsid w:val="007F0D0B"/>
    <w:rsid w:val="007F23CB"/>
    <w:rsid w:val="007F2570"/>
    <w:rsid w:val="008007A8"/>
    <w:rsid w:val="008042D9"/>
    <w:rsid w:val="00810DA1"/>
    <w:rsid w:val="00814FC0"/>
    <w:rsid w:val="00815D21"/>
    <w:rsid w:val="00822AE5"/>
    <w:rsid w:val="00824F63"/>
    <w:rsid w:val="0083137A"/>
    <w:rsid w:val="00831750"/>
    <w:rsid w:val="00840C15"/>
    <w:rsid w:val="008476A2"/>
    <w:rsid w:val="0085400E"/>
    <w:rsid w:val="008632B9"/>
    <w:rsid w:val="008724DE"/>
    <w:rsid w:val="00873228"/>
    <w:rsid w:val="00882813"/>
    <w:rsid w:val="008848D2"/>
    <w:rsid w:val="00887065"/>
    <w:rsid w:val="0089560E"/>
    <w:rsid w:val="00895D87"/>
    <w:rsid w:val="00895F18"/>
    <w:rsid w:val="00897E58"/>
    <w:rsid w:val="008A3D57"/>
    <w:rsid w:val="008A513F"/>
    <w:rsid w:val="008B23BC"/>
    <w:rsid w:val="008B675B"/>
    <w:rsid w:val="008C46C3"/>
    <w:rsid w:val="008C71B2"/>
    <w:rsid w:val="008E06FB"/>
    <w:rsid w:val="008E3946"/>
    <w:rsid w:val="008E3D60"/>
    <w:rsid w:val="008E3F4C"/>
    <w:rsid w:val="008E7483"/>
    <w:rsid w:val="008F64D1"/>
    <w:rsid w:val="008F67F6"/>
    <w:rsid w:val="008F6B7B"/>
    <w:rsid w:val="00900C0B"/>
    <w:rsid w:val="0090165F"/>
    <w:rsid w:val="00901B82"/>
    <w:rsid w:val="0090388A"/>
    <w:rsid w:val="00907A5F"/>
    <w:rsid w:val="00910A26"/>
    <w:rsid w:val="00912B09"/>
    <w:rsid w:val="00917AEA"/>
    <w:rsid w:val="00934C65"/>
    <w:rsid w:val="00940578"/>
    <w:rsid w:val="00942E75"/>
    <w:rsid w:val="00953850"/>
    <w:rsid w:val="009575AA"/>
    <w:rsid w:val="009629C5"/>
    <w:rsid w:val="00966C2F"/>
    <w:rsid w:val="00967551"/>
    <w:rsid w:val="00973223"/>
    <w:rsid w:val="0097512B"/>
    <w:rsid w:val="00992EE3"/>
    <w:rsid w:val="00993BCC"/>
    <w:rsid w:val="00993C79"/>
    <w:rsid w:val="009A3405"/>
    <w:rsid w:val="009A77F9"/>
    <w:rsid w:val="009B157B"/>
    <w:rsid w:val="009B40B6"/>
    <w:rsid w:val="009B4A75"/>
    <w:rsid w:val="009B4FC4"/>
    <w:rsid w:val="009B7FD1"/>
    <w:rsid w:val="009C1FAA"/>
    <w:rsid w:val="009D3662"/>
    <w:rsid w:val="009D46E5"/>
    <w:rsid w:val="009D67F6"/>
    <w:rsid w:val="009E0FE1"/>
    <w:rsid w:val="009E38E0"/>
    <w:rsid w:val="009F3459"/>
    <w:rsid w:val="00A0406E"/>
    <w:rsid w:val="00A11307"/>
    <w:rsid w:val="00A13AF3"/>
    <w:rsid w:val="00A14638"/>
    <w:rsid w:val="00A20200"/>
    <w:rsid w:val="00A21388"/>
    <w:rsid w:val="00A27791"/>
    <w:rsid w:val="00A33A20"/>
    <w:rsid w:val="00A3482B"/>
    <w:rsid w:val="00A3780E"/>
    <w:rsid w:val="00A41355"/>
    <w:rsid w:val="00A43B92"/>
    <w:rsid w:val="00A45CF3"/>
    <w:rsid w:val="00A47343"/>
    <w:rsid w:val="00A47CFD"/>
    <w:rsid w:val="00A54251"/>
    <w:rsid w:val="00A6179E"/>
    <w:rsid w:val="00A63EF2"/>
    <w:rsid w:val="00A64316"/>
    <w:rsid w:val="00A6441F"/>
    <w:rsid w:val="00A6611A"/>
    <w:rsid w:val="00A66720"/>
    <w:rsid w:val="00A804D9"/>
    <w:rsid w:val="00A82B9C"/>
    <w:rsid w:val="00A8404E"/>
    <w:rsid w:val="00A92F92"/>
    <w:rsid w:val="00A940F5"/>
    <w:rsid w:val="00A96892"/>
    <w:rsid w:val="00AA1A62"/>
    <w:rsid w:val="00AA2051"/>
    <w:rsid w:val="00AC44A0"/>
    <w:rsid w:val="00AD79E5"/>
    <w:rsid w:val="00AE6805"/>
    <w:rsid w:val="00AF00B7"/>
    <w:rsid w:val="00B14C02"/>
    <w:rsid w:val="00B17677"/>
    <w:rsid w:val="00B216BE"/>
    <w:rsid w:val="00B24938"/>
    <w:rsid w:val="00B24B1D"/>
    <w:rsid w:val="00B277E0"/>
    <w:rsid w:val="00B34946"/>
    <w:rsid w:val="00B36248"/>
    <w:rsid w:val="00B37621"/>
    <w:rsid w:val="00B40818"/>
    <w:rsid w:val="00B44B34"/>
    <w:rsid w:val="00B458AA"/>
    <w:rsid w:val="00B519FD"/>
    <w:rsid w:val="00B520BC"/>
    <w:rsid w:val="00B544E1"/>
    <w:rsid w:val="00B57257"/>
    <w:rsid w:val="00B62E15"/>
    <w:rsid w:val="00B63D24"/>
    <w:rsid w:val="00B77E61"/>
    <w:rsid w:val="00B910DA"/>
    <w:rsid w:val="00B924E6"/>
    <w:rsid w:val="00BA1BEE"/>
    <w:rsid w:val="00BA262D"/>
    <w:rsid w:val="00BA5698"/>
    <w:rsid w:val="00BA7652"/>
    <w:rsid w:val="00BB6AD3"/>
    <w:rsid w:val="00BC79EB"/>
    <w:rsid w:val="00BD7FCF"/>
    <w:rsid w:val="00BE3D5B"/>
    <w:rsid w:val="00BE7037"/>
    <w:rsid w:val="00BF735D"/>
    <w:rsid w:val="00C107B0"/>
    <w:rsid w:val="00C15D45"/>
    <w:rsid w:val="00C2274F"/>
    <w:rsid w:val="00C25BDA"/>
    <w:rsid w:val="00C33104"/>
    <w:rsid w:val="00C33911"/>
    <w:rsid w:val="00C5243C"/>
    <w:rsid w:val="00C62E1C"/>
    <w:rsid w:val="00C636DF"/>
    <w:rsid w:val="00C6517B"/>
    <w:rsid w:val="00C854D4"/>
    <w:rsid w:val="00C90556"/>
    <w:rsid w:val="00C9143A"/>
    <w:rsid w:val="00CA0D78"/>
    <w:rsid w:val="00CA4855"/>
    <w:rsid w:val="00CA6286"/>
    <w:rsid w:val="00CA6525"/>
    <w:rsid w:val="00CB24FE"/>
    <w:rsid w:val="00CC661E"/>
    <w:rsid w:val="00CD58FD"/>
    <w:rsid w:val="00CE4173"/>
    <w:rsid w:val="00CE5CE7"/>
    <w:rsid w:val="00CE641D"/>
    <w:rsid w:val="00CF2C6A"/>
    <w:rsid w:val="00D05143"/>
    <w:rsid w:val="00D11811"/>
    <w:rsid w:val="00D13147"/>
    <w:rsid w:val="00D15286"/>
    <w:rsid w:val="00D21D6E"/>
    <w:rsid w:val="00D2331A"/>
    <w:rsid w:val="00D26A1F"/>
    <w:rsid w:val="00D30A61"/>
    <w:rsid w:val="00D31BF1"/>
    <w:rsid w:val="00D343FA"/>
    <w:rsid w:val="00D346C6"/>
    <w:rsid w:val="00D347F0"/>
    <w:rsid w:val="00D34CC6"/>
    <w:rsid w:val="00D3533D"/>
    <w:rsid w:val="00D35AC0"/>
    <w:rsid w:val="00D418FF"/>
    <w:rsid w:val="00D4590A"/>
    <w:rsid w:val="00D51507"/>
    <w:rsid w:val="00D551C7"/>
    <w:rsid w:val="00D63257"/>
    <w:rsid w:val="00D6432D"/>
    <w:rsid w:val="00D65C76"/>
    <w:rsid w:val="00D6646F"/>
    <w:rsid w:val="00D70421"/>
    <w:rsid w:val="00D729AD"/>
    <w:rsid w:val="00D734C7"/>
    <w:rsid w:val="00D77413"/>
    <w:rsid w:val="00D8407C"/>
    <w:rsid w:val="00D867A7"/>
    <w:rsid w:val="00DA2F73"/>
    <w:rsid w:val="00DC1D10"/>
    <w:rsid w:val="00DC3DAC"/>
    <w:rsid w:val="00DC462F"/>
    <w:rsid w:val="00DD0A34"/>
    <w:rsid w:val="00DD3BE1"/>
    <w:rsid w:val="00DD6A21"/>
    <w:rsid w:val="00DE23D1"/>
    <w:rsid w:val="00DE60CA"/>
    <w:rsid w:val="00DF4541"/>
    <w:rsid w:val="00E065FD"/>
    <w:rsid w:val="00E118D3"/>
    <w:rsid w:val="00E14D28"/>
    <w:rsid w:val="00E15933"/>
    <w:rsid w:val="00E24FA3"/>
    <w:rsid w:val="00E26B28"/>
    <w:rsid w:val="00E30081"/>
    <w:rsid w:val="00E312C6"/>
    <w:rsid w:val="00E31465"/>
    <w:rsid w:val="00E328CD"/>
    <w:rsid w:val="00E36B95"/>
    <w:rsid w:val="00E37616"/>
    <w:rsid w:val="00E4003F"/>
    <w:rsid w:val="00E458F6"/>
    <w:rsid w:val="00E45954"/>
    <w:rsid w:val="00E54C1D"/>
    <w:rsid w:val="00E81DE8"/>
    <w:rsid w:val="00E8252C"/>
    <w:rsid w:val="00E82B5A"/>
    <w:rsid w:val="00E941E8"/>
    <w:rsid w:val="00EA44D9"/>
    <w:rsid w:val="00EB4C9F"/>
    <w:rsid w:val="00EB5A48"/>
    <w:rsid w:val="00EB6A76"/>
    <w:rsid w:val="00EC0E06"/>
    <w:rsid w:val="00EC5728"/>
    <w:rsid w:val="00EC6E97"/>
    <w:rsid w:val="00EE55F1"/>
    <w:rsid w:val="00EE7A70"/>
    <w:rsid w:val="00EF2584"/>
    <w:rsid w:val="00F04804"/>
    <w:rsid w:val="00F135F3"/>
    <w:rsid w:val="00F14C6D"/>
    <w:rsid w:val="00F24149"/>
    <w:rsid w:val="00F26C32"/>
    <w:rsid w:val="00F344E9"/>
    <w:rsid w:val="00F346F5"/>
    <w:rsid w:val="00F37083"/>
    <w:rsid w:val="00F44835"/>
    <w:rsid w:val="00F64253"/>
    <w:rsid w:val="00F65D02"/>
    <w:rsid w:val="00F77135"/>
    <w:rsid w:val="00F818B8"/>
    <w:rsid w:val="00F828DF"/>
    <w:rsid w:val="00F91B5A"/>
    <w:rsid w:val="00F92F0C"/>
    <w:rsid w:val="00FA15CD"/>
    <w:rsid w:val="00FA4916"/>
    <w:rsid w:val="00FA55E8"/>
    <w:rsid w:val="00FA670E"/>
    <w:rsid w:val="00FC31C8"/>
    <w:rsid w:val="00FD01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78CE2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uiPriority="39"/>
    <w:lsdException w:name="toc 5" w:locked="1"/>
    <w:lsdException w:name="toc 6" w:locked="1"/>
    <w:lsdException w:name="toc 7" w:locked="1"/>
    <w:lsdException w:name="toc 8" w:locked="1"/>
    <w:lsdException w:name="toc 9" w:locked="1"/>
    <w:lsdException w:name="Normal Indent" w:locked="1"/>
    <w:lsdException w:name="annotation text" w:locked="1"/>
    <w:lsdException w:name="footer" w:uiPriority="99"/>
    <w:lsdException w:name="index heading" w:locked="1"/>
    <w:lsdException w:name="caption" w:locked="1" w:qFormat="1"/>
    <w:lsdException w:name="table of figures" w:locked="1"/>
    <w:lsdException w:name="envelope address" w:locked="1"/>
    <w:lsdException w:name="envelope return" w:locked="1"/>
    <w:lsdException w:name="annotation reference" w:locked="1"/>
    <w:lsdException w:name="line number" w:locked="1"/>
    <w:lsdException w:name="page number" w:locked="1"/>
    <w:lsdException w:name="endnote text" w:qFormat="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5" w:locked="1"/>
    <w:lsdException w:name="Message Header" w:locked="1"/>
    <w:lsdException w:name="Subtitle" w:locked="1"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FollowedHyperlink" w:locked="1"/>
    <w:lsdException w:name="Strong" w:semiHidden="0" w:unhideWhenUsed="0" w:qFormat="1"/>
    <w:lsdException w:name="Emphasis" w:locked="1" w:semiHidden="0" w:unhideWhenUsed="0"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37F"/>
    <w:pPr>
      <w:spacing w:before="240" w:after="240"/>
    </w:pPr>
    <w:rPr>
      <w:rFonts w:ascii="Arial" w:eastAsia="MS Mincho" w:hAnsi="Arial"/>
      <w:sz w:val="24"/>
      <w:szCs w:val="24"/>
    </w:rPr>
  </w:style>
  <w:style w:type="paragraph" w:styleId="Heading1">
    <w:name w:val="heading 1"/>
    <w:basedOn w:val="Normal"/>
    <w:next w:val="Normal"/>
    <w:link w:val="Heading1Char"/>
    <w:qFormat/>
    <w:rsid w:val="008007A8"/>
    <w:pPr>
      <w:keepNext/>
      <w:keepLines/>
      <w:numPr>
        <w:numId w:val="2"/>
      </w:numPr>
      <w:spacing w:before="360"/>
      <w:outlineLvl w:val="0"/>
    </w:pPr>
    <w:rPr>
      <w:b/>
      <w:bCs/>
      <w:sz w:val="28"/>
      <w:szCs w:val="28"/>
    </w:rPr>
  </w:style>
  <w:style w:type="paragraph" w:styleId="Heading2">
    <w:name w:val="heading 2"/>
    <w:basedOn w:val="Heading1"/>
    <w:next w:val="Normal"/>
    <w:link w:val="Heading2Char"/>
    <w:qFormat/>
    <w:rsid w:val="008007A8"/>
    <w:pPr>
      <w:numPr>
        <w:ilvl w:val="1"/>
      </w:numPr>
      <w:outlineLvl w:val="1"/>
    </w:pPr>
    <w:rPr>
      <w:bCs w:val="0"/>
      <w:i/>
      <w:color w:val="000000"/>
      <w:szCs w:val="26"/>
    </w:rPr>
  </w:style>
  <w:style w:type="paragraph" w:styleId="Heading3">
    <w:name w:val="heading 3"/>
    <w:basedOn w:val="Heading2"/>
    <w:next w:val="Normal"/>
    <w:link w:val="Heading3Char"/>
    <w:qFormat/>
    <w:rsid w:val="008007A8"/>
    <w:pPr>
      <w:numPr>
        <w:ilvl w:val="2"/>
      </w:numPr>
      <w:outlineLvl w:val="2"/>
    </w:pPr>
    <w:rPr>
      <w:b w:val="0"/>
      <w:bCs/>
      <w:color w:val="auto"/>
      <w:sz w:val="24"/>
    </w:rPr>
  </w:style>
  <w:style w:type="paragraph" w:styleId="Heading4">
    <w:name w:val="heading 4"/>
    <w:basedOn w:val="Heading3"/>
    <w:next w:val="Normal"/>
    <w:link w:val="Heading4Char"/>
    <w:qFormat/>
    <w:rsid w:val="008007A8"/>
    <w:pPr>
      <w:numPr>
        <w:ilvl w:val="3"/>
      </w:numPr>
      <w:outlineLvl w:val="3"/>
    </w:pPr>
    <w:rPr>
      <w:bCs w:val="0"/>
      <w:i w:val="0"/>
      <w:iCs/>
    </w:rPr>
  </w:style>
  <w:style w:type="paragraph" w:styleId="Heading5">
    <w:name w:val="heading 5"/>
    <w:basedOn w:val="Normal"/>
    <w:next w:val="Normal"/>
    <w:link w:val="Heading5Char"/>
    <w:qFormat/>
    <w:locked/>
    <w:rsid w:val="008007A8"/>
    <w:pPr>
      <w:keepNext/>
      <w:keepLines/>
      <w:numPr>
        <w:ilvl w:val="4"/>
        <w:numId w:val="2"/>
      </w:numPr>
      <w:spacing w:before="200"/>
      <w:outlineLvl w:val="4"/>
    </w:pPr>
    <w:rPr>
      <w:rFonts w:ascii="Cambria" w:hAnsi="Cambria"/>
      <w:color w:val="243F60"/>
    </w:rPr>
  </w:style>
  <w:style w:type="paragraph" w:styleId="Heading6">
    <w:name w:val="heading 6"/>
    <w:basedOn w:val="Normal"/>
    <w:next w:val="Normal"/>
    <w:link w:val="Heading6Char"/>
    <w:qFormat/>
    <w:locked/>
    <w:rsid w:val="008007A8"/>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locked/>
    <w:rsid w:val="008007A8"/>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locked/>
    <w:rsid w:val="008007A8"/>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locked/>
    <w:rsid w:val="008007A8"/>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07A8"/>
    <w:rPr>
      <w:rFonts w:ascii="Arial" w:eastAsia="MS Mincho" w:hAnsi="Arial"/>
      <w:b/>
      <w:bCs/>
      <w:sz w:val="28"/>
      <w:szCs w:val="28"/>
      <w:lang w:val="en-AU" w:eastAsia="en-AU" w:bidi="ar-SA"/>
    </w:rPr>
  </w:style>
  <w:style w:type="character" w:customStyle="1" w:styleId="Heading2Char">
    <w:name w:val="Heading 2 Char"/>
    <w:link w:val="Heading2"/>
    <w:rsid w:val="008007A8"/>
    <w:rPr>
      <w:rFonts w:ascii="Arial" w:eastAsia="MS Mincho" w:hAnsi="Arial"/>
      <w:b/>
      <w:i/>
      <w:color w:val="000000"/>
      <w:sz w:val="28"/>
      <w:szCs w:val="26"/>
      <w:lang w:val="en-AU" w:eastAsia="en-AU" w:bidi="ar-SA"/>
    </w:rPr>
  </w:style>
  <w:style w:type="character" w:customStyle="1" w:styleId="Heading3Char">
    <w:name w:val="Heading 3 Char"/>
    <w:link w:val="Heading3"/>
    <w:rsid w:val="008007A8"/>
    <w:rPr>
      <w:rFonts w:ascii="Arial" w:eastAsia="MS Mincho" w:hAnsi="Arial"/>
      <w:bCs/>
      <w:i/>
      <w:sz w:val="24"/>
      <w:szCs w:val="26"/>
      <w:lang w:val="en-AU" w:eastAsia="en-AU" w:bidi="ar-SA"/>
    </w:rPr>
  </w:style>
  <w:style w:type="character" w:customStyle="1" w:styleId="Heading4Char">
    <w:name w:val="Heading 4 Char"/>
    <w:link w:val="Heading4"/>
    <w:rsid w:val="008007A8"/>
    <w:rPr>
      <w:rFonts w:ascii="Arial" w:eastAsia="MS Mincho" w:hAnsi="Arial"/>
      <w:iCs/>
      <w:sz w:val="24"/>
      <w:szCs w:val="26"/>
      <w:lang w:val="en-AU" w:eastAsia="en-AU" w:bidi="ar-SA"/>
    </w:rPr>
  </w:style>
  <w:style w:type="character" w:styleId="Strong">
    <w:name w:val="Strong"/>
    <w:qFormat/>
    <w:locked/>
    <w:rsid w:val="000B0A5D"/>
    <w:rPr>
      <w:b/>
      <w:bCs/>
    </w:rPr>
  </w:style>
  <w:style w:type="character" w:customStyle="1" w:styleId="Heading5Char">
    <w:name w:val="Heading 5 Char"/>
    <w:link w:val="Heading5"/>
    <w:semiHidden/>
    <w:rsid w:val="008007A8"/>
    <w:rPr>
      <w:rFonts w:ascii="Cambria" w:eastAsia="MS Mincho" w:hAnsi="Cambria"/>
      <w:color w:val="243F60"/>
      <w:sz w:val="24"/>
      <w:szCs w:val="24"/>
      <w:lang w:val="en-AU" w:eastAsia="en-AU" w:bidi="ar-SA"/>
    </w:rPr>
  </w:style>
  <w:style w:type="character" w:customStyle="1" w:styleId="Heading6Char">
    <w:name w:val="Heading 6 Char"/>
    <w:link w:val="Heading6"/>
    <w:semiHidden/>
    <w:rsid w:val="008007A8"/>
    <w:rPr>
      <w:rFonts w:ascii="Cambria" w:eastAsia="MS Mincho" w:hAnsi="Cambria"/>
      <w:i/>
      <w:iCs/>
      <w:color w:val="243F60"/>
      <w:sz w:val="24"/>
      <w:szCs w:val="24"/>
      <w:lang w:val="en-AU" w:eastAsia="en-AU" w:bidi="ar-SA"/>
    </w:rPr>
  </w:style>
  <w:style w:type="character" w:customStyle="1" w:styleId="Heading7Char">
    <w:name w:val="Heading 7 Char"/>
    <w:link w:val="Heading7"/>
    <w:semiHidden/>
    <w:rsid w:val="008007A8"/>
    <w:rPr>
      <w:rFonts w:ascii="Cambria" w:eastAsia="MS Mincho" w:hAnsi="Cambria"/>
      <w:i/>
      <w:iCs/>
      <w:color w:val="404040"/>
      <w:sz w:val="24"/>
      <w:szCs w:val="24"/>
      <w:lang w:val="en-AU" w:eastAsia="en-AU" w:bidi="ar-SA"/>
    </w:rPr>
  </w:style>
  <w:style w:type="character" w:customStyle="1" w:styleId="Heading8Char">
    <w:name w:val="Heading 8 Char"/>
    <w:link w:val="Heading8"/>
    <w:semiHidden/>
    <w:rsid w:val="008007A8"/>
    <w:rPr>
      <w:rFonts w:ascii="Cambria" w:eastAsia="MS Mincho" w:hAnsi="Cambria"/>
      <w:color w:val="404040"/>
      <w:lang w:val="en-AU" w:eastAsia="en-AU" w:bidi="ar-SA"/>
    </w:rPr>
  </w:style>
  <w:style w:type="character" w:customStyle="1" w:styleId="Heading9Char">
    <w:name w:val="Heading 9 Char"/>
    <w:link w:val="Heading9"/>
    <w:semiHidden/>
    <w:rsid w:val="008007A8"/>
    <w:rPr>
      <w:rFonts w:ascii="Cambria" w:eastAsia="MS Mincho" w:hAnsi="Cambria"/>
      <w:i/>
      <w:iCs/>
      <w:color w:val="404040"/>
      <w:lang w:val="en-AU" w:eastAsia="en-AU" w:bidi="ar-SA"/>
    </w:rPr>
  </w:style>
  <w:style w:type="paragraph" w:styleId="Header">
    <w:name w:val="header"/>
    <w:basedOn w:val="Normal"/>
    <w:link w:val="HeaderChar"/>
    <w:semiHidden/>
    <w:rsid w:val="0090165F"/>
    <w:pPr>
      <w:tabs>
        <w:tab w:val="center" w:pos="4513"/>
        <w:tab w:val="right" w:pos="9026"/>
      </w:tabs>
      <w:spacing w:after="0"/>
    </w:pPr>
    <w:rPr>
      <w:sz w:val="22"/>
    </w:rPr>
  </w:style>
  <w:style w:type="character" w:customStyle="1" w:styleId="HeaderChar">
    <w:name w:val="Header Char"/>
    <w:link w:val="Header"/>
    <w:rsid w:val="0090165F"/>
    <w:rPr>
      <w:rFonts w:ascii="Arial" w:hAnsi="Arial"/>
      <w:sz w:val="22"/>
      <w:szCs w:val="24"/>
      <w:lang w:val="en-AU" w:eastAsia="en-AU" w:bidi="ar-SA"/>
    </w:rPr>
  </w:style>
  <w:style w:type="paragraph" w:styleId="Footer">
    <w:name w:val="footer"/>
    <w:basedOn w:val="Normal"/>
    <w:link w:val="FooterChar"/>
    <w:uiPriority w:val="99"/>
    <w:semiHidden/>
    <w:rsid w:val="0003606D"/>
    <w:pPr>
      <w:tabs>
        <w:tab w:val="right" w:pos="2835"/>
        <w:tab w:val="right" w:pos="5670"/>
      </w:tabs>
      <w:spacing w:before="0" w:after="60"/>
    </w:pPr>
    <w:rPr>
      <w:color w:val="404040"/>
      <w:sz w:val="18"/>
    </w:rPr>
  </w:style>
  <w:style w:type="character" w:customStyle="1" w:styleId="FooterChar">
    <w:name w:val="Footer Char"/>
    <w:link w:val="Footer"/>
    <w:uiPriority w:val="99"/>
    <w:semiHidden/>
    <w:rsid w:val="0003606D"/>
    <w:rPr>
      <w:rFonts w:ascii="Arial" w:eastAsia="MS Mincho" w:hAnsi="Arial"/>
      <w:color w:val="404040"/>
      <w:sz w:val="18"/>
      <w:szCs w:val="24"/>
    </w:rPr>
  </w:style>
  <w:style w:type="paragraph" w:styleId="TOC3">
    <w:name w:val="toc 3"/>
    <w:basedOn w:val="Normal"/>
    <w:next w:val="Normal"/>
    <w:autoRedefine/>
    <w:uiPriority w:val="39"/>
    <w:semiHidden/>
    <w:qFormat/>
    <w:locked/>
    <w:rsid w:val="00A92F92"/>
    <w:pPr>
      <w:tabs>
        <w:tab w:val="left" w:pos="1202"/>
        <w:tab w:val="right" w:leader="dot" w:pos="9060"/>
      </w:tabs>
      <w:spacing w:before="0" w:after="0"/>
      <w:ind w:left="1202" w:hanging="720"/>
    </w:pPr>
    <w:rPr>
      <w:rFonts w:cs="Arial"/>
      <w:i/>
      <w:noProof/>
    </w:rPr>
  </w:style>
  <w:style w:type="character" w:styleId="PlaceholderText">
    <w:name w:val="Placeholder Text"/>
    <w:uiPriority w:val="99"/>
    <w:semiHidden/>
    <w:locked/>
    <w:rsid w:val="005D1F34"/>
    <w:rPr>
      <w:color w:val="808080"/>
    </w:rPr>
  </w:style>
  <w:style w:type="paragraph" w:styleId="ListContinue4">
    <w:name w:val="List Continue 4"/>
    <w:basedOn w:val="Normal"/>
    <w:semiHidden/>
    <w:locked/>
    <w:rsid w:val="0090165F"/>
    <w:pPr>
      <w:spacing w:after="120"/>
      <w:ind w:left="1132"/>
    </w:pPr>
  </w:style>
  <w:style w:type="numbering" w:styleId="111111">
    <w:name w:val="Outline List 2"/>
    <w:basedOn w:val="NoList"/>
    <w:semiHidden/>
    <w:locked/>
    <w:rsid w:val="00E45954"/>
    <w:pPr>
      <w:numPr>
        <w:numId w:val="17"/>
      </w:numPr>
    </w:pPr>
  </w:style>
  <w:style w:type="paragraph" w:styleId="TOC1">
    <w:name w:val="toc 1"/>
    <w:basedOn w:val="Normal"/>
    <w:next w:val="Normal"/>
    <w:autoRedefine/>
    <w:uiPriority w:val="39"/>
    <w:qFormat/>
    <w:locked/>
    <w:rsid w:val="00A20200"/>
    <w:pPr>
      <w:tabs>
        <w:tab w:val="right" w:leader="dot" w:pos="9060"/>
      </w:tabs>
      <w:spacing w:after="0"/>
      <w:ind w:left="720" w:hanging="720"/>
    </w:pPr>
    <w:rPr>
      <w:b/>
      <w:noProof/>
    </w:rPr>
  </w:style>
  <w:style w:type="paragraph" w:styleId="TOC2">
    <w:name w:val="toc 2"/>
    <w:basedOn w:val="Normal"/>
    <w:next w:val="Normal"/>
    <w:autoRedefine/>
    <w:uiPriority w:val="39"/>
    <w:qFormat/>
    <w:locked/>
    <w:rsid w:val="00A92F92"/>
    <w:pPr>
      <w:tabs>
        <w:tab w:val="right" w:leader="dot" w:pos="9060"/>
      </w:tabs>
      <w:spacing w:before="0" w:after="0"/>
      <w:ind w:left="958" w:hanging="720"/>
    </w:pPr>
    <w:rPr>
      <w:b/>
      <w:i/>
      <w:noProof/>
    </w:rPr>
  </w:style>
  <w:style w:type="paragraph" w:styleId="TOC4">
    <w:name w:val="toc 4"/>
    <w:basedOn w:val="Normal"/>
    <w:next w:val="Normal"/>
    <w:autoRedefine/>
    <w:uiPriority w:val="39"/>
    <w:semiHidden/>
    <w:locked/>
    <w:rsid w:val="00814FC0"/>
    <w:pPr>
      <w:tabs>
        <w:tab w:val="left" w:pos="1440"/>
        <w:tab w:val="right" w:leader="dot" w:pos="9060"/>
      </w:tabs>
      <w:spacing w:before="0" w:after="0"/>
      <w:ind w:left="1440" w:hanging="720"/>
    </w:pPr>
    <w:rPr>
      <w:noProof/>
    </w:rPr>
  </w:style>
  <w:style w:type="character" w:styleId="Hyperlink">
    <w:name w:val="Hyperlink"/>
    <w:uiPriority w:val="99"/>
    <w:unhideWhenUsed/>
    <w:locked/>
    <w:rsid w:val="0024557E"/>
    <w:rPr>
      <w:color w:val="0000FF"/>
      <w:u w:val="single"/>
    </w:rPr>
  </w:style>
  <w:style w:type="paragraph" w:styleId="TOCHeading">
    <w:name w:val="TOC Heading"/>
    <w:basedOn w:val="Normal"/>
    <w:next w:val="Normal"/>
    <w:uiPriority w:val="39"/>
    <w:qFormat/>
    <w:locked/>
    <w:rsid w:val="007540BF"/>
    <w:pPr>
      <w:spacing w:before="0" w:after="360"/>
    </w:pPr>
    <w:rPr>
      <w:b/>
      <w:color w:val="000000"/>
      <w:lang w:val="en-US" w:eastAsia="en-US"/>
    </w:rPr>
  </w:style>
  <w:style w:type="paragraph" w:styleId="EndnoteText">
    <w:name w:val="endnote text"/>
    <w:basedOn w:val="Normal"/>
    <w:link w:val="EndnoteTextChar1"/>
    <w:qFormat/>
    <w:rsid w:val="000E130A"/>
    <w:pPr>
      <w:spacing w:before="0" w:after="0"/>
    </w:pPr>
    <w:rPr>
      <w:sz w:val="20"/>
      <w:szCs w:val="20"/>
    </w:rPr>
  </w:style>
  <w:style w:type="character" w:customStyle="1" w:styleId="EndnoteTextChar1">
    <w:name w:val="Endnote Text Char1"/>
    <w:link w:val="EndnoteText"/>
    <w:rsid w:val="000E130A"/>
    <w:rPr>
      <w:rFonts w:ascii="Arial" w:eastAsia="MS Mincho" w:hAnsi="Arial"/>
      <w:lang w:val="en-AU" w:eastAsia="en-AU" w:bidi="ar-SA"/>
    </w:rPr>
  </w:style>
  <w:style w:type="character" w:styleId="EndnoteReference">
    <w:name w:val="endnote reference"/>
    <w:rsid w:val="000A1DB8"/>
    <w:rPr>
      <w:rFonts w:ascii="Arial" w:hAnsi="Arial"/>
      <w:sz w:val="20"/>
      <w:vertAlign w:val="superscript"/>
    </w:rPr>
  </w:style>
  <w:style w:type="numbering" w:styleId="1ai">
    <w:name w:val="Outline List 1"/>
    <w:basedOn w:val="NoList"/>
    <w:semiHidden/>
    <w:locked/>
    <w:rsid w:val="00E45954"/>
    <w:pPr>
      <w:numPr>
        <w:numId w:val="18"/>
      </w:numPr>
    </w:pPr>
  </w:style>
  <w:style w:type="numbering" w:styleId="ArticleSection">
    <w:name w:val="Outline List 3"/>
    <w:basedOn w:val="NoList"/>
    <w:semiHidden/>
    <w:locked/>
    <w:rsid w:val="00E45954"/>
    <w:pPr>
      <w:numPr>
        <w:numId w:val="19"/>
      </w:numPr>
    </w:pPr>
  </w:style>
  <w:style w:type="paragraph" w:styleId="BlockText">
    <w:name w:val="Block Text"/>
    <w:basedOn w:val="Normal"/>
    <w:semiHidden/>
    <w:locked/>
    <w:rsid w:val="00E45954"/>
    <w:pPr>
      <w:spacing w:after="120"/>
      <w:ind w:left="1440" w:right="1440"/>
    </w:pPr>
  </w:style>
  <w:style w:type="paragraph" w:styleId="BodyText">
    <w:name w:val="Body Text"/>
    <w:basedOn w:val="Normal"/>
    <w:semiHidden/>
    <w:locked/>
    <w:rsid w:val="00E45954"/>
    <w:pPr>
      <w:spacing w:after="120"/>
    </w:pPr>
  </w:style>
  <w:style w:type="paragraph" w:styleId="BodyText2">
    <w:name w:val="Body Text 2"/>
    <w:basedOn w:val="Normal"/>
    <w:semiHidden/>
    <w:locked/>
    <w:rsid w:val="00E45954"/>
    <w:pPr>
      <w:spacing w:after="120" w:line="480" w:lineRule="auto"/>
    </w:pPr>
  </w:style>
  <w:style w:type="paragraph" w:styleId="BodyText3">
    <w:name w:val="Body Text 3"/>
    <w:basedOn w:val="Normal"/>
    <w:semiHidden/>
    <w:locked/>
    <w:rsid w:val="00E45954"/>
    <w:pPr>
      <w:spacing w:after="120"/>
    </w:pPr>
    <w:rPr>
      <w:sz w:val="16"/>
      <w:szCs w:val="16"/>
    </w:rPr>
  </w:style>
  <w:style w:type="paragraph" w:styleId="BodyTextFirstIndent">
    <w:name w:val="Body Text First Indent"/>
    <w:basedOn w:val="BodyText"/>
    <w:semiHidden/>
    <w:locked/>
    <w:rsid w:val="00E45954"/>
    <w:pPr>
      <w:ind w:firstLine="210"/>
    </w:pPr>
  </w:style>
  <w:style w:type="paragraph" w:styleId="BodyTextIndent">
    <w:name w:val="Body Text Indent"/>
    <w:basedOn w:val="Normal"/>
    <w:semiHidden/>
    <w:locked/>
    <w:rsid w:val="00E45954"/>
    <w:pPr>
      <w:spacing w:after="120"/>
      <w:ind w:left="283"/>
    </w:pPr>
  </w:style>
  <w:style w:type="paragraph" w:styleId="BodyTextFirstIndent2">
    <w:name w:val="Body Text First Indent 2"/>
    <w:basedOn w:val="BodyTextIndent"/>
    <w:semiHidden/>
    <w:locked/>
    <w:rsid w:val="00E45954"/>
    <w:pPr>
      <w:ind w:firstLine="210"/>
    </w:pPr>
  </w:style>
  <w:style w:type="paragraph" w:styleId="BodyTextIndent2">
    <w:name w:val="Body Text Indent 2"/>
    <w:basedOn w:val="Normal"/>
    <w:semiHidden/>
    <w:locked/>
    <w:rsid w:val="00E45954"/>
    <w:pPr>
      <w:spacing w:after="120" w:line="480" w:lineRule="auto"/>
      <w:ind w:left="283"/>
    </w:pPr>
  </w:style>
  <w:style w:type="paragraph" w:styleId="BodyTextIndent3">
    <w:name w:val="Body Text Indent 3"/>
    <w:basedOn w:val="Normal"/>
    <w:semiHidden/>
    <w:locked/>
    <w:rsid w:val="00E45954"/>
    <w:pPr>
      <w:spacing w:after="120"/>
      <w:ind w:left="283"/>
    </w:pPr>
    <w:rPr>
      <w:sz w:val="16"/>
      <w:szCs w:val="16"/>
    </w:rPr>
  </w:style>
  <w:style w:type="paragraph" w:styleId="Closing">
    <w:name w:val="Closing"/>
    <w:basedOn w:val="Normal"/>
    <w:semiHidden/>
    <w:locked/>
    <w:rsid w:val="00E45954"/>
    <w:pPr>
      <w:ind w:left="4252"/>
    </w:pPr>
  </w:style>
  <w:style w:type="paragraph" w:styleId="Date">
    <w:name w:val="Date"/>
    <w:basedOn w:val="Normal"/>
    <w:next w:val="Normal"/>
    <w:semiHidden/>
    <w:locked/>
    <w:rsid w:val="00C33104"/>
    <w:pPr>
      <w:spacing w:before="120" w:after="120"/>
      <w:jc w:val="right"/>
    </w:pPr>
    <w:rPr>
      <w:color w:val="595959"/>
      <w:sz w:val="26"/>
    </w:rPr>
  </w:style>
  <w:style w:type="paragraph" w:styleId="E-mailSignature">
    <w:name w:val="E-mail Signature"/>
    <w:basedOn w:val="Normal"/>
    <w:semiHidden/>
    <w:locked/>
    <w:rsid w:val="00E45954"/>
  </w:style>
  <w:style w:type="character" w:styleId="Emphasis">
    <w:name w:val="Emphasis"/>
    <w:qFormat/>
    <w:locked/>
    <w:rsid w:val="00E45954"/>
    <w:rPr>
      <w:i/>
      <w:iCs/>
    </w:rPr>
  </w:style>
  <w:style w:type="paragraph" w:styleId="EnvelopeAddress">
    <w:name w:val="envelope address"/>
    <w:basedOn w:val="Normal"/>
    <w:semiHidden/>
    <w:locked/>
    <w:rsid w:val="000A1DB8"/>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locked/>
    <w:rsid w:val="00E45954"/>
    <w:rPr>
      <w:rFonts w:cs="Arial"/>
      <w:sz w:val="20"/>
      <w:szCs w:val="20"/>
    </w:rPr>
  </w:style>
  <w:style w:type="character" w:styleId="FootnoteReference">
    <w:name w:val="footnote reference"/>
    <w:semiHidden/>
    <w:rsid w:val="000A1DB8"/>
    <w:rPr>
      <w:rFonts w:ascii="Arial" w:hAnsi="Arial"/>
      <w:sz w:val="20"/>
      <w:vertAlign w:val="superscript"/>
    </w:rPr>
  </w:style>
  <w:style w:type="paragraph" w:styleId="FootnoteText">
    <w:name w:val="footnote text"/>
    <w:basedOn w:val="Normal"/>
    <w:semiHidden/>
    <w:rsid w:val="000E130A"/>
    <w:pPr>
      <w:spacing w:before="0" w:after="0"/>
    </w:pPr>
    <w:rPr>
      <w:sz w:val="20"/>
      <w:szCs w:val="20"/>
    </w:rPr>
  </w:style>
  <w:style w:type="character" w:styleId="HTMLAcronym">
    <w:name w:val="HTML Acronym"/>
    <w:basedOn w:val="DefaultParagraphFont"/>
    <w:semiHidden/>
    <w:locked/>
    <w:rsid w:val="00E45954"/>
  </w:style>
  <w:style w:type="paragraph" w:styleId="HTMLAddress">
    <w:name w:val="HTML Address"/>
    <w:basedOn w:val="Normal"/>
    <w:semiHidden/>
    <w:locked/>
    <w:rsid w:val="00E45954"/>
    <w:rPr>
      <w:i/>
      <w:iCs/>
    </w:rPr>
  </w:style>
  <w:style w:type="character" w:styleId="HTMLCite">
    <w:name w:val="HTML Cite"/>
    <w:semiHidden/>
    <w:locked/>
    <w:rsid w:val="00E45954"/>
    <w:rPr>
      <w:i/>
      <w:iCs/>
    </w:rPr>
  </w:style>
  <w:style w:type="character" w:styleId="HTMLCode">
    <w:name w:val="HTML Code"/>
    <w:semiHidden/>
    <w:locked/>
    <w:rsid w:val="00E45954"/>
    <w:rPr>
      <w:rFonts w:ascii="Courier New" w:hAnsi="Courier New" w:cs="Courier New"/>
      <w:sz w:val="20"/>
      <w:szCs w:val="20"/>
    </w:rPr>
  </w:style>
  <w:style w:type="character" w:styleId="HTMLDefinition">
    <w:name w:val="HTML Definition"/>
    <w:semiHidden/>
    <w:locked/>
    <w:rsid w:val="00E45954"/>
    <w:rPr>
      <w:i/>
      <w:iCs/>
    </w:rPr>
  </w:style>
  <w:style w:type="character" w:styleId="HTMLKeyboard">
    <w:name w:val="HTML Keyboard"/>
    <w:semiHidden/>
    <w:locked/>
    <w:rsid w:val="00E45954"/>
    <w:rPr>
      <w:rFonts w:ascii="Courier New" w:hAnsi="Courier New" w:cs="Courier New"/>
      <w:sz w:val="20"/>
      <w:szCs w:val="20"/>
    </w:rPr>
  </w:style>
  <w:style w:type="paragraph" w:styleId="HTMLPreformatted">
    <w:name w:val="HTML Preformatted"/>
    <w:basedOn w:val="Normal"/>
    <w:semiHidden/>
    <w:locked/>
    <w:rsid w:val="00E45954"/>
    <w:rPr>
      <w:rFonts w:ascii="Courier New" w:hAnsi="Courier New" w:cs="Courier New"/>
      <w:sz w:val="20"/>
      <w:szCs w:val="20"/>
    </w:rPr>
  </w:style>
  <w:style w:type="character" w:styleId="HTMLSample">
    <w:name w:val="HTML Sample"/>
    <w:semiHidden/>
    <w:locked/>
    <w:rsid w:val="00E45954"/>
    <w:rPr>
      <w:rFonts w:ascii="Courier New" w:hAnsi="Courier New" w:cs="Courier New"/>
    </w:rPr>
  </w:style>
  <w:style w:type="character" w:styleId="HTMLTypewriter">
    <w:name w:val="HTML Typewriter"/>
    <w:semiHidden/>
    <w:locked/>
    <w:rsid w:val="00E45954"/>
    <w:rPr>
      <w:rFonts w:ascii="Courier New" w:hAnsi="Courier New" w:cs="Courier New"/>
      <w:sz w:val="20"/>
      <w:szCs w:val="20"/>
    </w:rPr>
  </w:style>
  <w:style w:type="character" w:styleId="HTMLVariable">
    <w:name w:val="HTML Variable"/>
    <w:semiHidden/>
    <w:locked/>
    <w:rsid w:val="00E45954"/>
    <w:rPr>
      <w:i/>
      <w:iCs/>
    </w:rPr>
  </w:style>
  <w:style w:type="character" w:styleId="LineNumber">
    <w:name w:val="line number"/>
    <w:basedOn w:val="DefaultParagraphFont"/>
    <w:semiHidden/>
    <w:locked/>
    <w:rsid w:val="00E45954"/>
  </w:style>
  <w:style w:type="paragraph" w:styleId="List">
    <w:name w:val="List"/>
    <w:basedOn w:val="Normal"/>
    <w:semiHidden/>
    <w:locked/>
    <w:rsid w:val="00E45954"/>
    <w:pPr>
      <w:ind w:left="283" w:hanging="283"/>
    </w:pPr>
  </w:style>
  <w:style w:type="paragraph" w:styleId="List2">
    <w:name w:val="List 2"/>
    <w:basedOn w:val="Normal"/>
    <w:semiHidden/>
    <w:locked/>
    <w:rsid w:val="00E45954"/>
    <w:pPr>
      <w:ind w:left="566" w:hanging="283"/>
    </w:pPr>
  </w:style>
  <w:style w:type="paragraph" w:styleId="List3">
    <w:name w:val="List 3"/>
    <w:basedOn w:val="Normal"/>
    <w:semiHidden/>
    <w:locked/>
    <w:rsid w:val="00E45954"/>
    <w:pPr>
      <w:ind w:left="849" w:hanging="283"/>
    </w:pPr>
  </w:style>
  <w:style w:type="paragraph" w:styleId="List4">
    <w:name w:val="List 4"/>
    <w:basedOn w:val="Normal"/>
    <w:semiHidden/>
    <w:locked/>
    <w:rsid w:val="00E45954"/>
    <w:pPr>
      <w:ind w:left="1132" w:hanging="283"/>
    </w:pPr>
  </w:style>
  <w:style w:type="paragraph" w:styleId="List5">
    <w:name w:val="List 5"/>
    <w:basedOn w:val="Normal"/>
    <w:semiHidden/>
    <w:locked/>
    <w:rsid w:val="00E45954"/>
    <w:pPr>
      <w:ind w:left="1415" w:hanging="283"/>
    </w:pPr>
  </w:style>
  <w:style w:type="paragraph" w:styleId="ListBullet">
    <w:name w:val="List Bullet"/>
    <w:basedOn w:val="Normal"/>
    <w:semiHidden/>
    <w:locked/>
    <w:rsid w:val="00E45954"/>
    <w:pPr>
      <w:numPr>
        <w:numId w:val="7"/>
      </w:numPr>
    </w:pPr>
  </w:style>
  <w:style w:type="paragraph" w:styleId="ListBullet2">
    <w:name w:val="List Bullet 2"/>
    <w:basedOn w:val="Normal"/>
    <w:semiHidden/>
    <w:locked/>
    <w:rsid w:val="00E45954"/>
    <w:pPr>
      <w:numPr>
        <w:numId w:val="8"/>
      </w:numPr>
    </w:pPr>
  </w:style>
  <w:style w:type="paragraph" w:styleId="ListBullet3">
    <w:name w:val="List Bullet 3"/>
    <w:basedOn w:val="Normal"/>
    <w:semiHidden/>
    <w:locked/>
    <w:rsid w:val="00E45954"/>
    <w:pPr>
      <w:numPr>
        <w:numId w:val="9"/>
      </w:numPr>
    </w:pPr>
  </w:style>
  <w:style w:type="paragraph" w:styleId="ListBullet4">
    <w:name w:val="List Bullet 4"/>
    <w:basedOn w:val="Normal"/>
    <w:semiHidden/>
    <w:locked/>
    <w:rsid w:val="00E45954"/>
    <w:pPr>
      <w:numPr>
        <w:numId w:val="10"/>
      </w:numPr>
    </w:pPr>
  </w:style>
  <w:style w:type="paragraph" w:styleId="ListBullet5">
    <w:name w:val="List Bullet 5"/>
    <w:basedOn w:val="Normal"/>
    <w:semiHidden/>
    <w:locked/>
    <w:rsid w:val="00E45954"/>
    <w:pPr>
      <w:numPr>
        <w:numId w:val="11"/>
      </w:numPr>
    </w:pPr>
  </w:style>
  <w:style w:type="paragraph" w:styleId="ListContinue">
    <w:name w:val="List Continue"/>
    <w:basedOn w:val="Normal"/>
    <w:semiHidden/>
    <w:locked/>
    <w:rsid w:val="00E45954"/>
    <w:pPr>
      <w:spacing w:after="120"/>
      <w:ind w:left="283"/>
    </w:pPr>
  </w:style>
  <w:style w:type="paragraph" w:styleId="ListContinue2">
    <w:name w:val="List Continue 2"/>
    <w:basedOn w:val="Normal"/>
    <w:semiHidden/>
    <w:locked/>
    <w:rsid w:val="00E45954"/>
    <w:pPr>
      <w:spacing w:after="120"/>
      <w:ind w:left="566"/>
    </w:pPr>
  </w:style>
  <w:style w:type="paragraph" w:styleId="ListContinue3">
    <w:name w:val="List Continue 3"/>
    <w:basedOn w:val="Normal"/>
    <w:semiHidden/>
    <w:locked/>
    <w:rsid w:val="00E45954"/>
    <w:pPr>
      <w:spacing w:after="120"/>
      <w:ind w:left="849"/>
    </w:pPr>
  </w:style>
  <w:style w:type="paragraph" w:styleId="ListContinue5">
    <w:name w:val="List Continue 5"/>
    <w:basedOn w:val="Normal"/>
    <w:semiHidden/>
    <w:locked/>
    <w:rsid w:val="00E45954"/>
    <w:pPr>
      <w:spacing w:after="120"/>
      <w:ind w:left="1415"/>
    </w:pPr>
  </w:style>
  <w:style w:type="paragraph" w:styleId="ListNumber">
    <w:name w:val="List Number"/>
    <w:basedOn w:val="Normal"/>
    <w:semiHidden/>
    <w:locked/>
    <w:rsid w:val="00E45954"/>
    <w:pPr>
      <w:numPr>
        <w:numId w:val="12"/>
      </w:numPr>
    </w:pPr>
  </w:style>
  <w:style w:type="paragraph" w:styleId="ListNumber2">
    <w:name w:val="List Number 2"/>
    <w:basedOn w:val="Normal"/>
    <w:semiHidden/>
    <w:locked/>
    <w:rsid w:val="00E45954"/>
    <w:pPr>
      <w:numPr>
        <w:numId w:val="15"/>
      </w:numPr>
    </w:pPr>
  </w:style>
  <w:style w:type="paragraph" w:styleId="ListNumber3">
    <w:name w:val="List Number 3"/>
    <w:basedOn w:val="Normal"/>
    <w:semiHidden/>
    <w:locked/>
    <w:rsid w:val="00E45954"/>
    <w:pPr>
      <w:numPr>
        <w:numId w:val="16"/>
      </w:numPr>
    </w:pPr>
  </w:style>
  <w:style w:type="paragraph" w:styleId="ListNumber4">
    <w:name w:val="List Number 4"/>
    <w:basedOn w:val="Normal"/>
    <w:semiHidden/>
    <w:locked/>
    <w:rsid w:val="00E45954"/>
    <w:pPr>
      <w:numPr>
        <w:numId w:val="13"/>
      </w:numPr>
    </w:pPr>
  </w:style>
  <w:style w:type="paragraph" w:styleId="ListNumber5">
    <w:name w:val="List Number 5"/>
    <w:basedOn w:val="Normal"/>
    <w:semiHidden/>
    <w:locked/>
    <w:rsid w:val="00E45954"/>
    <w:pPr>
      <w:numPr>
        <w:numId w:val="14"/>
      </w:numPr>
    </w:pPr>
  </w:style>
  <w:style w:type="paragraph" w:styleId="MessageHeader">
    <w:name w:val="Message Header"/>
    <w:basedOn w:val="Normal"/>
    <w:semiHidden/>
    <w:locked/>
    <w:rsid w:val="00E4595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locked/>
    <w:rsid w:val="00E45954"/>
    <w:rPr>
      <w:rFonts w:ascii="Times New Roman" w:hAnsi="Times New Roman"/>
    </w:rPr>
  </w:style>
  <w:style w:type="paragraph" w:styleId="NormalIndent">
    <w:name w:val="Normal Indent"/>
    <w:basedOn w:val="Normal"/>
    <w:semiHidden/>
    <w:locked/>
    <w:rsid w:val="00E45954"/>
    <w:pPr>
      <w:ind w:left="720"/>
    </w:pPr>
  </w:style>
  <w:style w:type="paragraph" w:styleId="NoteHeading">
    <w:name w:val="Note Heading"/>
    <w:basedOn w:val="Normal"/>
    <w:next w:val="Normal"/>
    <w:semiHidden/>
    <w:locked/>
    <w:rsid w:val="00E45954"/>
  </w:style>
  <w:style w:type="character" w:styleId="PageNumber">
    <w:name w:val="page number"/>
    <w:basedOn w:val="DefaultParagraphFont"/>
    <w:semiHidden/>
    <w:locked/>
    <w:rsid w:val="00E45954"/>
  </w:style>
  <w:style w:type="paragraph" w:styleId="PlainText">
    <w:name w:val="Plain Text"/>
    <w:basedOn w:val="Normal"/>
    <w:semiHidden/>
    <w:locked/>
    <w:rsid w:val="00E45954"/>
    <w:rPr>
      <w:rFonts w:ascii="Courier New" w:hAnsi="Courier New" w:cs="Courier New"/>
      <w:sz w:val="20"/>
      <w:szCs w:val="20"/>
    </w:rPr>
  </w:style>
  <w:style w:type="paragraph" w:styleId="Salutation">
    <w:name w:val="Salutation"/>
    <w:basedOn w:val="Normal"/>
    <w:next w:val="Normal"/>
    <w:semiHidden/>
    <w:locked/>
    <w:rsid w:val="00E45954"/>
  </w:style>
  <w:style w:type="paragraph" w:styleId="Signature">
    <w:name w:val="Signature"/>
    <w:basedOn w:val="Normal"/>
    <w:semiHidden/>
    <w:locked/>
    <w:rsid w:val="00E45954"/>
    <w:pPr>
      <w:ind w:left="4252"/>
    </w:pPr>
  </w:style>
  <w:style w:type="paragraph" w:styleId="Subtitle">
    <w:name w:val="Subtitle"/>
    <w:basedOn w:val="Normal"/>
    <w:link w:val="SubtitleChar"/>
    <w:qFormat/>
    <w:locked/>
    <w:rsid w:val="00323C73"/>
    <w:pPr>
      <w:spacing w:before="40" w:after="0"/>
      <w:jc w:val="right"/>
      <w:outlineLvl w:val="1"/>
    </w:pPr>
    <w:rPr>
      <w:rFonts w:cs="Arial"/>
      <w:b/>
      <w:caps/>
      <w:sz w:val="26"/>
    </w:rPr>
  </w:style>
  <w:style w:type="table" w:styleId="Table3Deffects1">
    <w:name w:val="Table 3D effects 1"/>
    <w:basedOn w:val="TableNormal"/>
    <w:semiHidden/>
    <w:locked/>
    <w:rsid w:val="00E45954"/>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E45954"/>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locked/>
    <w:rsid w:val="00E45954"/>
    <w:pPr>
      <w:spacing w:after="60"/>
      <w:jc w:val="center"/>
      <w:outlineLvl w:val="0"/>
    </w:pPr>
    <w:rPr>
      <w:rFonts w:cs="Arial"/>
      <w:b/>
      <w:bCs/>
      <w:kern w:val="28"/>
      <w:sz w:val="32"/>
      <w:szCs w:val="32"/>
    </w:rPr>
  </w:style>
  <w:style w:type="character" w:styleId="FollowedHyperlink">
    <w:name w:val="FollowedHyperlink"/>
    <w:semiHidden/>
    <w:locked/>
    <w:rsid w:val="00E45954"/>
    <w:rPr>
      <w:color w:val="800080"/>
      <w:u w:val="single"/>
    </w:rPr>
  </w:style>
  <w:style w:type="paragraph" w:customStyle="1" w:styleId="MainTitle">
    <w:name w:val="Main Title"/>
    <w:semiHidden/>
    <w:qFormat/>
    <w:rsid w:val="00FD01B5"/>
    <w:pPr>
      <w:spacing w:line="740" w:lineRule="exact"/>
      <w:contextualSpacing/>
      <w:jc w:val="right"/>
    </w:pPr>
    <w:rPr>
      <w:rFonts w:ascii="Arial" w:hAnsi="Arial"/>
      <w:bCs/>
      <w:color w:val="237BBC"/>
      <w:kern w:val="32"/>
      <w:sz w:val="56"/>
      <w:szCs w:val="32"/>
    </w:rPr>
  </w:style>
  <w:style w:type="paragraph" w:customStyle="1" w:styleId="HeaderFooter">
    <w:name w:val="Header &amp; Footer"/>
    <w:basedOn w:val="Normal"/>
    <w:semiHidden/>
    <w:rsid w:val="00591951"/>
    <w:pPr>
      <w:spacing w:line="200" w:lineRule="exact"/>
      <w:jc w:val="both"/>
    </w:pPr>
    <w:rPr>
      <w:rFonts w:eastAsia="Times New Roman" w:cs="ArialMT"/>
      <w:color w:val="000000"/>
      <w:sz w:val="16"/>
      <w:lang w:eastAsia="en-US"/>
    </w:rPr>
  </w:style>
  <w:style w:type="paragraph" w:customStyle="1" w:styleId="LogoType">
    <w:name w:val="Logo Type"/>
    <w:basedOn w:val="Header"/>
    <w:semiHidden/>
    <w:rsid w:val="00591951"/>
    <w:pPr>
      <w:pBdr>
        <w:bottom w:val="single" w:sz="4" w:space="4" w:color="auto"/>
      </w:pBdr>
      <w:tabs>
        <w:tab w:val="clear" w:pos="4513"/>
        <w:tab w:val="clear" w:pos="9026"/>
        <w:tab w:val="left" w:pos="4686"/>
        <w:tab w:val="left" w:pos="7088"/>
        <w:tab w:val="left" w:pos="7242"/>
      </w:tabs>
      <w:spacing w:before="0" w:line="320" w:lineRule="exact"/>
    </w:pPr>
    <w:rPr>
      <w:rFonts w:cs="ArialMT"/>
      <w:b/>
      <w:color w:val="808080"/>
      <w:spacing w:val="-20"/>
      <w:sz w:val="32"/>
      <w:lang w:eastAsia="en-US"/>
    </w:rPr>
  </w:style>
  <w:style w:type="paragraph" w:styleId="BalloonText">
    <w:name w:val="Balloon Text"/>
    <w:basedOn w:val="Normal"/>
    <w:link w:val="BalloonTextChar"/>
    <w:semiHidden/>
    <w:locked/>
    <w:rsid w:val="00A96892"/>
    <w:pPr>
      <w:spacing w:before="0" w:after="0"/>
    </w:pPr>
    <w:rPr>
      <w:rFonts w:ascii="Tahoma" w:hAnsi="Tahoma" w:cs="Tahoma"/>
      <w:sz w:val="16"/>
      <w:szCs w:val="16"/>
    </w:rPr>
  </w:style>
  <w:style w:type="character" w:customStyle="1" w:styleId="BalloonTextChar">
    <w:name w:val="Balloon Text Char"/>
    <w:link w:val="BalloonText"/>
    <w:rsid w:val="00A96892"/>
    <w:rPr>
      <w:rFonts w:ascii="Tahoma" w:eastAsia="MS Mincho" w:hAnsi="Tahoma" w:cs="Tahoma"/>
      <w:sz w:val="16"/>
      <w:szCs w:val="16"/>
    </w:rPr>
  </w:style>
  <w:style w:type="character" w:customStyle="1" w:styleId="CharChar">
    <w:name w:val="Char Char"/>
    <w:semiHidden/>
    <w:locked/>
    <w:rsid w:val="000A48AC"/>
    <w:rPr>
      <w:rFonts w:ascii="Arial" w:hAnsi="Arial" w:cs="Arial"/>
      <w:lang w:val="en-AU" w:eastAsia="en-AU" w:bidi="ar-SA"/>
    </w:rPr>
  </w:style>
  <w:style w:type="character" w:customStyle="1" w:styleId="EndnoteTextChar">
    <w:name w:val="Endnote Text Char"/>
    <w:locked/>
    <w:rsid w:val="00EB6A76"/>
    <w:rPr>
      <w:rFonts w:ascii="Arial" w:hAnsi="Arial"/>
      <w:lang w:bidi="ar-SA"/>
    </w:rPr>
  </w:style>
  <w:style w:type="character" w:customStyle="1" w:styleId="SubtitleChar">
    <w:name w:val="Subtitle Char"/>
    <w:link w:val="Subtitle"/>
    <w:rsid w:val="00323C73"/>
    <w:rPr>
      <w:rFonts w:ascii="Arial" w:eastAsia="MS Mincho" w:hAnsi="Arial" w:cs="Arial"/>
      <w:b/>
      <w:caps/>
      <w:sz w:val="26"/>
      <w:szCs w:val="24"/>
    </w:rPr>
  </w:style>
  <w:style w:type="paragraph" w:customStyle="1" w:styleId="SubmissionNormal">
    <w:name w:val="Submission Normal"/>
    <w:basedOn w:val="Normal"/>
    <w:link w:val="SubmissionNormalChar"/>
    <w:rsid w:val="00B34946"/>
    <w:pPr>
      <w:numPr>
        <w:numId w:val="36"/>
      </w:numPr>
    </w:pPr>
    <w:rPr>
      <w:rFonts w:eastAsia="Times New Roman"/>
    </w:rPr>
  </w:style>
  <w:style w:type="character" w:customStyle="1" w:styleId="SubmissionNormalChar">
    <w:name w:val="Submission Normal Char"/>
    <w:link w:val="SubmissionNormal"/>
    <w:rsid w:val="00B34946"/>
    <w:rPr>
      <w:rFonts w:ascii="Arial" w:hAnsi="Arial"/>
      <w:sz w:val="24"/>
      <w:szCs w:val="24"/>
    </w:rPr>
  </w:style>
  <w:style w:type="paragraph" w:customStyle="1" w:styleId="coveraddresses">
    <w:name w:val="cover addresses"/>
    <w:basedOn w:val="Footer"/>
    <w:qFormat/>
    <w:rsid w:val="0003606D"/>
    <w:pPr>
      <w:spacing w:after="40"/>
    </w:pPr>
    <w:rPr>
      <w:sz w:val="16"/>
      <w:szCs w:val="16"/>
    </w:rPr>
  </w:style>
  <w:style w:type="paragraph" w:styleId="ListParagraph">
    <w:name w:val="List Paragraph"/>
    <w:basedOn w:val="Normal"/>
    <w:link w:val="ListParagraphChar"/>
    <w:uiPriority w:val="34"/>
    <w:qFormat/>
    <w:rsid w:val="00416CBE"/>
    <w:pPr>
      <w:spacing w:before="0" w:after="120"/>
      <w:ind w:left="720" w:hanging="720"/>
    </w:pPr>
    <w:rPr>
      <w:rFonts w:eastAsia="Times New Roman"/>
      <w:lang w:val="en-US" w:eastAsia="en-US"/>
    </w:rPr>
  </w:style>
  <w:style w:type="character" w:customStyle="1" w:styleId="ListParagraphChar">
    <w:name w:val="List Paragraph Char"/>
    <w:link w:val="ListParagraph"/>
    <w:uiPriority w:val="34"/>
    <w:locked/>
    <w:rsid w:val="00416CBE"/>
    <w:rPr>
      <w:rFonts w:ascii="Arial" w:hAnsi="Arial"/>
      <w:sz w:val="24"/>
      <w:szCs w:val="24"/>
      <w:lang w:val="en-US" w:eastAsia="en-US"/>
    </w:rPr>
  </w:style>
  <w:style w:type="paragraph" w:customStyle="1" w:styleId="Default">
    <w:name w:val="Default"/>
    <w:rsid w:val="00F24149"/>
    <w:pPr>
      <w:autoSpaceDE w:val="0"/>
      <w:autoSpaceDN w:val="0"/>
      <w:adjustRightInd w:val="0"/>
    </w:pPr>
    <w:rPr>
      <w:rFonts w:ascii="Arial" w:hAnsi="Arial" w:cs="Arial"/>
      <w:color w:val="000000"/>
      <w:sz w:val="24"/>
      <w:szCs w:val="24"/>
    </w:rPr>
  </w:style>
  <w:style w:type="paragraph" w:customStyle="1" w:styleId="Body">
    <w:name w:val="Body"/>
    <w:rsid w:val="003C2D11"/>
    <w:pPr>
      <w:spacing w:before="240" w:after="240"/>
    </w:pPr>
    <w:rPr>
      <w:rFonts w:ascii="Arial" w:eastAsia="Arial" w:hAnsi="Arial" w:cs="Arial"/>
      <w:color w:val="000000"/>
      <w:sz w:val="24"/>
      <w:szCs w:val="24"/>
      <w:u w:color="000000"/>
    </w:rPr>
  </w:style>
  <w:style w:type="character" w:styleId="CommentReference">
    <w:name w:val="annotation reference"/>
    <w:basedOn w:val="DefaultParagraphFont"/>
    <w:semiHidden/>
    <w:unhideWhenUsed/>
    <w:locked/>
    <w:rsid w:val="005B2AC4"/>
    <w:rPr>
      <w:sz w:val="16"/>
      <w:szCs w:val="16"/>
    </w:rPr>
  </w:style>
  <w:style w:type="paragraph" w:styleId="CommentText">
    <w:name w:val="annotation text"/>
    <w:basedOn w:val="Normal"/>
    <w:link w:val="CommentTextChar"/>
    <w:semiHidden/>
    <w:unhideWhenUsed/>
    <w:locked/>
    <w:rsid w:val="005B2AC4"/>
    <w:rPr>
      <w:sz w:val="20"/>
      <w:szCs w:val="20"/>
    </w:rPr>
  </w:style>
  <w:style w:type="character" w:customStyle="1" w:styleId="CommentTextChar">
    <w:name w:val="Comment Text Char"/>
    <w:basedOn w:val="DefaultParagraphFont"/>
    <w:link w:val="CommentText"/>
    <w:semiHidden/>
    <w:rsid w:val="005B2AC4"/>
    <w:rPr>
      <w:rFonts w:ascii="Arial" w:eastAsia="MS Mincho" w:hAnsi="Arial"/>
    </w:rPr>
  </w:style>
  <w:style w:type="paragraph" w:styleId="CommentSubject">
    <w:name w:val="annotation subject"/>
    <w:basedOn w:val="CommentText"/>
    <w:next w:val="CommentText"/>
    <w:link w:val="CommentSubjectChar"/>
    <w:semiHidden/>
    <w:unhideWhenUsed/>
    <w:locked/>
    <w:rsid w:val="005B2AC4"/>
    <w:rPr>
      <w:b/>
      <w:bCs/>
    </w:rPr>
  </w:style>
  <w:style w:type="character" w:customStyle="1" w:styleId="CommentSubjectChar">
    <w:name w:val="Comment Subject Char"/>
    <w:basedOn w:val="CommentTextChar"/>
    <w:link w:val="CommentSubject"/>
    <w:semiHidden/>
    <w:rsid w:val="005B2AC4"/>
    <w:rPr>
      <w:rFonts w:ascii="Arial" w:eastAsia="MS Mincho" w:hAnsi="Arial"/>
      <w:b/>
      <w:bCs/>
    </w:rPr>
  </w:style>
  <w:style w:type="paragraph" w:styleId="Revision">
    <w:name w:val="Revision"/>
    <w:hidden/>
    <w:uiPriority w:val="99"/>
    <w:semiHidden/>
    <w:rsid w:val="007B7E19"/>
    <w:rPr>
      <w:rFonts w:ascii="Arial" w:eastAsia="MS Mincho"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uiPriority="39"/>
    <w:lsdException w:name="toc 5" w:locked="1"/>
    <w:lsdException w:name="toc 6" w:locked="1"/>
    <w:lsdException w:name="toc 7" w:locked="1"/>
    <w:lsdException w:name="toc 8" w:locked="1"/>
    <w:lsdException w:name="toc 9" w:locked="1"/>
    <w:lsdException w:name="Normal Indent" w:locked="1"/>
    <w:lsdException w:name="annotation text" w:locked="1"/>
    <w:lsdException w:name="footer" w:uiPriority="99"/>
    <w:lsdException w:name="index heading" w:locked="1"/>
    <w:lsdException w:name="caption" w:locked="1" w:qFormat="1"/>
    <w:lsdException w:name="table of figures" w:locked="1"/>
    <w:lsdException w:name="envelope address" w:locked="1"/>
    <w:lsdException w:name="envelope return" w:locked="1"/>
    <w:lsdException w:name="annotation reference" w:locked="1"/>
    <w:lsdException w:name="line number" w:locked="1"/>
    <w:lsdException w:name="page number" w:locked="1"/>
    <w:lsdException w:name="endnote text" w:qFormat="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5" w:locked="1"/>
    <w:lsdException w:name="Message Header" w:locked="1"/>
    <w:lsdException w:name="Subtitle" w:locked="1"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FollowedHyperlink" w:locked="1"/>
    <w:lsdException w:name="Strong" w:semiHidden="0" w:unhideWhenUsed="0" w:qFormat="1"/>
    <w:lsdException w:name="Emphasis" w:locked="1" w:semiHidden="0" w:unhideWhenUsed="0"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37F"/>
    <w:pPr>
      <w:spacing w:before="240" w:after="240"/>
    </w:pPr>
    <w:rPr>
      <w:rFonts w:ascii="Arial" w:eastAsia="MS Mincho" w:hAnsi="Arial"/>
      <w:sz w:val="24"/>
      <w:szCs w:val="24"/>
    </w:rPr>
  </w:style>
  <w:style w:type="paragraph" w:styleId="Heading1">
    <w:name w:val="heading 1"/>
    <w:basedOn w:val="Normal"/>
    <w:next w:val="Normal"/>
    <w:link w:val="Heading1Char"/>
    <w:qFormat/>
    <w:rsid w:val="008007A8"/>
    <w:pPr>
      <w:keepNext/>
      <w:keepLines/>
      <w:numPr>
        <w:numId w:val="2"/>
      </w:numPr>
      <w:spacing w:before="360"/>
      <w:outlineLvl w:val="0"/>
    </w:pPr>
    <w:rPr>
      <w:b/>
      <w:bCs/>
      <w:sz w:val="28"/>
      <w:szCs w:val="28"/>
    </w:rPr>
  </w:style>
  <w:style w:type="paragraph" w:styleId="Heading2">
    <w:name w:val="heading 2"/>
    <w:basedOn w:val="Heading1"/>
    <w:next w:val="Normal"/>
    <w:link w:val="Heading2Char"/>
    <w:qFormat/>
    <w:rsid w:val="008007A8"/>
    <w:pPr>
      <w:numPr>
        <w:ilvl w:val="1"/>
      </w:numPr>
      <w:outlineLvl w:val="1"/>
    </w:pPr>
    <w:rPr>
      <w:bCs w:val="0"/>
      <w:i/>
      <w:color w:val="000000"/>
      <w:szCs w:val="26"/>
    </w:rPr>
  </w:style>
  <w:style w:type="paragraph" w:styleId="Heading3">
    <w:name w:val="heading 3"/>
    <w:basedOn w:val="Heading2"/>
    <w:next w:val="Normal"/>
    <w:link w:val="Heading3Char"/>
    <w:qFormat/>
    <w:rsid w:val="008007A8"/>
    <w:pPr>
      <w:numPr>
        <w:ilvl w:val="2"/>
      </w:numPr>
      <w:outlineLvl w:val="2"/>
    </w:pPr>
    <w:rPr>
      <w:b w:val="0"/>
      <w:bCs/>
      <w:color w:val="auto"/>
      <w:sz w:val="24"/>
    </w:rPr>
  </w:style>
  <w:style w:type="paragraph" w:styleId="Heading4">
    <w:name w:val="heading 4"/>
    <w:basedOn w:val="Heading3"/>
    <w:next w:val="Normal"/>
    <w:link w:val="Heading4Char"/>
    <w:qFormat/>
    <w:rsid w:val="008007A8"/>
    <w:pPr>
      <w:numPr>
        <w:ilvl w:val="3"/>
      </w:numPr>
      <w:outlineLvl w:val="3"/>
    </w:pPr>
    <w:rPr>
      <w:bCs w:val="0"/>
      <w:i w:val="0"/>
      <w:iCs/>
    </w:rPr>
  </w:style>
  <w:style w:type="paragraph" w:styleId="Heading5">
    <w:name w:val="heading 5"/>
    <w:basedOn w:val="Normal"/>
    <w:next w:val="Normal"/>
    <w:link w:val="Heading5Char"/>
    <w:qFormat/>
    <w:locked/>
    <w:rsid w:val="008007A8"/>
    <w:pPr>
      <w:keepNext/>
      <w:keepLines/>
      <w:numPr>
        <w:ilvl w:val="4"/>
        <w:numId w:val="2"/>
      </w:numPr>
      <w:spacing w:before="200"/>
      <w:outlineLvl w:val="4"/>
    </w:pPr>
    <w:rPr>
      <w:rFonts w:ascii="Cambria" w:hAnsi="Cambria"/>
      <w:color w:val="243F60"/>
    </w:rPr>
  </w:style>
  <w:style w:type="paragraph" w:styleId="Heading6">
    <w:name w:val="heading 6"/>
    <w:basedOn w:val="Normal"/>
    <w:next w:val="Normal"/>
    <w:link w:val="Heading6Char"/>
    <w:qFormat/>
    <w:locked/>
    <w:rsid w:val="008007A8"/>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qFormat/>
    <w:locked/>
    <w:rsid w:val="008007A8"/>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qFormat/>
    <w:locked/>
    <w:rsid w:val="008007A8"/>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qFormat/>
    <w:locked/>
    <w:rsid w:val="008007A8"/>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07A8"/>
    <w:rPr>
      <w:rFonts w:ascii="Arial" w:eastAsia="MS Mincho" w:hAnsi="Arial"/>
      <w:b/>
      <w:bCs/>
      <w:sz w:val="28"/>
      <w:szCs w:val="28"/>
      <w:lang w:val="en-AU" w:eastAsia="en-AU" w:bidi="ar-SA"/>
    </w:rPr>
  </w:style>
  <w:style w:type="character" w:customStyle="1" w:styleId="Heading2Char">
    <w:name w:val="Heading 2 Char"/>
    <w:link w:val="Heading2"/>
    <w:rsid w:val="008007A8"/>
    <w:rPr>
      <w:rFonts w:ascii="Arial" w:eastAsia="MS Mincho" w:hAnsi="Arial"/>
      <w:b/>
      <w:i/>
      <w:color w:val="000000"/>
      <w:sz w:val="28"/>
      <w:szCs w:val="26"/>
      <w:lang w:val="en-AU" w:eastAsia="en-AU" w:bidi="ar-SA"/>
    </w:rPr>
  </w:style>
  <w:style w:type="character" w:customStyle="1" w:styleId="Heading3Char">
    <w:name w:val="Heading 3 Char"/>
    <w:link w:val="Heading3"/>
    <w:rsid w:val="008007A8"/>
    <w:rPr>
      <w:rFonts w:ascii="Arial" w:eastAsia="MS Mincho" w:hAnsi="Arial"/>
      <w:bCs/>
      <w:i/>
      <w:sz w:val="24"/>
      <w:szCs w:val="26"/>
      <w:lang w:val="en-AU" w:eastAsia="en-AU" w:bidi="ar-SA"/>
    </w:rPr>
  </w:style>
  <w:style w:type="character" w:customStyle="1" w:styleId="Heading4Char">
    <w:name w:val="Heading 4 Char"/>
    <w:link w:val="Heading4"/>
    <w:rsid w:val="008007A8"/>
    <w:rPr>
      <w:rFonts w:ascii="Arial" w:eastAsia="MS Mincho" w:hAnsi="Arial"/>
      <w:iCs/>
      <w:sz w:val="24"/>
      <w:szCs w:val="26"/>
      <w:lang w:val="en-AU" w:eastAsia="en-AU" w:bidi="ar-SA"/>
    </w:rPr>
  </w:style>
  <w:style w:type="character" w:styleId="Strong">
    <w:name w:val="Strong"/>
    <w:qFormat/>
    <w:locked/>
    <w:rsid w:val="000B0A5D"/>
    <w:rPr>
      <w:b/>
      <w:bCs/>
    </w:rPr>
  </w:style>
  <w:style w:type="character" w:customStyle="1" w:styleId="Heading5Char">
    <w:name w:val="Heading 5 Char"/>
    <w:link w:val="Heading5"/>
    <w:semiHidden/>
    <w:rsid w:val="008007A8"/>
    <w:rPr>
      <w:rFonts w:ascii="Cambria" w:eastAsia="MS Mincho" w:hAnsi="Cambria"/>
      <w:color w:val="243F60"/>
      <w:sz w:val="24"/>
      <w:szCs w:val="24"/>
      <w:lang w:val="en-AU" w:eastAsia="en-AU" w:bidi="ar-SA"/>
    </w:rPr>
  </w:style>
  <w:style w:type="character" w:customStyle="1" w:styleId="Heading6Char">
    <w:name w:val="Heading 6 Char"/>
    <w:link w:val="Heading6"/>
    <w:semiHidden/>
    <w:rsid w:val="008007A8"/>
    <w:rPr>
      <w:rFonts w:ascii="Cambria" w:eastAsia="MS Mincho" w:hAnsi="Cambria"/>
      <w:i/>
      <w:iCs/>
      <w:color w:val="243F60"/>
      <w:sz w:val="24"/>
      <w:szCs w:val="24"/>
      <w:lang w:val="en-AU" w:eastAsia="en-AU" w:bidi="ar-SA"/>
    </w:rPr>
  </w:style>
  <w:style w:type="character" w:customStyle="1" w:styleId="Heading7Char">
    <w:name w:val="Heading 7 Char"/>
    <w:link w:val="Heading7"/>
    <w:semiHidden/>
    <w:rsid w:val="008007A8"/>
    <w:rPr>
      <w:rFonts w:ascii="Cambria" w:eastAsia="MS Mincho" w:hAnsi="Cambria"/>
      <w:i/>
      <w:iCs/>
      <w:color w:val="404040"/>
      <w:sz w:val="24"/>
      <w:szCs w:val="24"/>
      <w:lang w:val="en-AU" w:eastAsia="en-AU" w:bidi="ar-SA"/>
    </w:rPr>
  </w:style>
  <w:style w:type="character" w:customStyle="1" w:styleId="Heading8Char">
    <w:name w:val="Heading 8 Char"/>
    <w:link w:val="Heading8"/>
    <w:semiHidden/>
    <w:rsid w:val="008007A8"/>
    <w:rPr>
      <w:rFonts w:ascii="Cambria" w:eastAsia="MS Mincho" w:hAnsi="Cambria"/>
      <w:color w:val="404040"/>
      <w:lang w:val="en-AU" w:eastAsia="en-AU" w:bidi="ar-SA"/>
    </w:rPr>
  </w:style>
  <w:style w:type="character" w:customStyle="1" w:styleId="Heading9Char">
    <w:name w:val="Heading 9 Char"/>
    <w:link w:val="Heading9"/>
    <w:semiHidden/>
    <w:rsid w:val="008007A8"/>
    <w:rPr>
      <w:rFonts w:ascii="Cambria" w:eastAsia="MS Mincho" w:hAnsi="Cambria"/>
      <w:i/>
      <w:iCs/>
      <w:color w:val="404040"/>
      <w:lang w:val="en-AU" w:eastAsia="en-AU" w:bidi="ar-SA"/>
    </w:rPr>
  </w:style>
  <w:style w:type="paragraph" w:styleId="Header">
    <w:name w:val="header"/>
    <w:basedOn w:val="Normal"/>
    <w:link w:val="HeaderChar"/>
    <w:semiHidden/>
    <w:rsid w:val="0090165F"/>
    <w:pPr>
      <w:tabs>
        <w:tab w:val="center" w:pos="4513"/>
        <w:tab w:val="right" w:pos="9026"/>
      </w:tabs>
      <w:spacing w:after="0"/>
    </w:pPr>
    <w:rPr>
      <w:sz w:val="22"/>
    </w:rPr>
  </w:style>
  <w:style w:type="character" w:customStyle="1" w:styleId="HeaderChar">
    <w:name w:val="Header Char"/>
    <w:link w:val="Header"/>
    <w:rsid w:val="0090165F"/>
    <w:rPr>
      <w:rFonts w:ascii="Arial" w:hAnsi="Arial"/>
      <w:sz w:val="22"/>
      <w:szCs w:val="24"/>
      <w:lang w:val="en-AU" w:eastAsia="en-AU" w:bidi="ar-SA"/>
    </w:rPr>
  </w:style>
  <w:style w:type="paragraph" w:styleId="Footer">
    <w:name w:val="footer"/>
    <w:basedOn w:val="Normal"/>
    <w:link w:val="FooterChar"/>
    <w:uiPriority w:val="99"/>
    <w:semiHidden/>
    <w:rsid w:val="0003606D"/>
    <w:pPr>
      <w:tabs>
        <w:tab w:val="right" w:pos="2835"/>
        <w:tab w:val="right" w:pos="5670"/>
      </w:tabs>
      <w:spacing w:before="0" w:after="60"/>
    </w:pPr>
    <w:rPr>
      <w:color w:val="404040"/>
      <w:sz w:val="18"/>
    </w:rPr>
  </w:style>
  <w:style w:type="character" w:customStyle="1" w:styleId="FooterChar">
    <w:name w:val="Footer Char"/>
    <w:link w:val="Footer"/>
    <w:uiPriority w:val="99"/>
    <w:semiHidden/>
    <w:rsid w:val="0003606D"/>
    <w:rPr>
      <w:rFonts w:ascii="Arial" w:eastAsia="MS Mincho" w:hAnsi="Arial"/>
      <w:color w:val="404040"/>
      <w:sz w:val="18"/>
      <w:szCs w:val="24"/>
    </w:rPr>
  </w:style>
  <w:style w:type="paragraph" w:styleId="TOC3">
    <w:name w:val="toc 3"/>
    <w:basedOn w:val="Normal"/>
    <w:next w:val="Normal"/>
    <w:autoRedefine/>
    <w:uiPriority w:val="39"/>
    <w:semiHidden/>
    <w:qFormat/>
    <w:locked/>
    <w:rsid w:val="00A92F92"/>
    <w:pPr>
      <w:tabs>
        <w:tab w:val="left" w:pos="1202"/>
        <w:tab w:val="right" w:leader="dot" w:pos="9060"/>
      </w:tabs>
      <w:spacing w:before="0" w:after="0"/>
      <w:ind w:left="1202" w:hanging="720"/>
    </w:pPr>
    <w:rPr>
      <w:rFonts w:cs="Arial"/>
      <w:i/>
      <w:noProof/>
    </w:rPr>
  </w:style>
  <w:style w:type="character" w:styleId="PlaceholderText">
    <w:name w:val="Placeholder Text"/>
    <w:uiPriority w:val="99"/>
    <w:semiHidden/>
    <w:locked/>
    <w:rsid w:val="005D1F34"/>
    <w:rPr>
      <w:color w:val="808080"/>
    </w:rPr>
  </w:style>
  <w:style w:type="paragraph" w:styleId="ListContinue4">
    <w:name w:val="List Continue 4"/>
    <w:basedOn w:val="Normal"/>
    <w:semiHidden/>
    <w:locked/>
    <w:rsid w:val="0090165F"/>
    <w:pPr>
      <w:spacing w:after="120"/>
      <w:ind w:left="1132"/>
    </w:pPr>
  </w:style>
  <w:style w:type="numbering" w:styleId="111111">
    <w:name w:val="Outline List 2"/>
    <w:basedOn w:val="NoList"/>
    <w:semiHidden/>
    <w:locked/>
    <w:rsid w:val="00E45954"/>
    <w:pPr>
      <w:numPr>
        <w:numId w:val="17"/>
      </w:numPr>
    </w:pPr>
  </w:style>
  <w:style w:type="paragraph" w:styleId="TOC1">
    <w:name w:val="toc 1"/>
    <w:basedOn w:val="Normal"/>
    <w:next w:val="Normal"/>
    <w:autoRedefine/>
    <w:uiPriority w:val="39"/>
    <w:qFormat/>
    <w:locked/>
    <w:rsid w:val="00A20200"/>
    <w:pPr>
      <w:tabs>
        <w:tab w:val="right" w:leader="dot" w:pos="9060"/>
      </w:tabs>
      <w:spacing w:after="0"/>
      <w:ind w:left="720" w:hanging="720"/>
    </w:pPr>
    <w:rPr>
      <w:b/>
      <w:noProof/>
    </w:rPr>
  </w:style>
  <w:style w:type="paragraph" w:styleId="TOC2">
    <w:name w:val="toc 2"/>
    <w:basedOn w:val="Normal"/>
    <w:next w:val="Normal"/>
    <w:autoRedefine/>
    <w:uiPriority w:val="39"/>
    <w:qFormat/>
    <w:locked/>
    <w:rsid w:val="00A92F92"/>
    <w:pPr>
      <w:tabs>
        <w:tab w:val="right" w:leader="dot" w:pos="9060"/>
      </w:tabs>
      <w:spacing w:before="0" w:after="0"/>
      <w:ind w:left="958" w:hanging="720"/>
    </w:pPr>
    <w:rPr>
      <w:b/>
      <w:i/>
      <w:noProof/>
    </w:rPr>
  </w:style>
  <w:style w:type="paragraph" w:styleId="TOC4">
    <w:name w:val="toc 4"/>
    <w:basedOn w:val="Normal"/>
    <w:next w:val="Normal"/>
    <w:autoRedefine/>
    <w:uiPriority w:val="39"/>
    <w:semiHidden/>
    <w:locked/>
    <w:rsid w:val="00814FC0"/>
    <w:pPr>
      <w:tabs>
        <w:tab w:val="left" w:pos="1440"/>
        <w:tab w:val="right" w:leader="dot" w:pos="9060"/>
      </w:tabs>
      <w:spacing w:before="0" w:after="0"/>
      <w:ind w:left="1440" w:hanging="720"/>
    </w:pPr>
    <w:rPr>
      <w:noProof/>
    </w:rPr>
  </w:style>
  <w:style w:type="character" w:styleId="Hyperlink">
    <w:name w:val="Hyperlink"/>
    <w:uiPriority w:val="99"/>
    <w:unhideWhenUsed/>
    <w:locked/>
    <w:rsid w:val="0024557E"/>
    <w:rPr>
      <w:color w:val="0000FF"/>
      <w:u w:val="single"/>
    </w:rPr>
  </w:style>
  <w:style w:type="paragraph" w:styleId="TOCHeading">
    <w:name w:val="TOC Heading"/>
    <w:basedOn w:val="Normal"/>
    <w:next w:val="Normal"/>
    <w:uiPriority w:val="39"/>
    <w:qFormat/>
    <w:locked/>
    <w:rsid w:val="007540BF"/>
    <w:pPr>
      <w:spacing w:before="0" w:after="360"/>
    </w:pPr>
    <w:rPr>
      <w:b/>
      <w:color w:val="000000"/>
      <w:lang w:val="en-US" w:eastAsia="en-US"/>
    </w:rPr>
  </w:style>
  <w:style w:type="paragraph" w:styleId="EndnoteText">
    <w:name w:val="endnote text"/>
    <w:basedOn w:val="Normal"/>
    <w:link w:val="EndnoteTextChar1"/>
    <w:qFormat/>
    <w:rsid w:val="000E130A"/>
    <w:pPr>
      <w:spacing w:before="0" w:after="0"/>
    </w:pPr>
    <w:rPr>
      <w:sz w:val="20"/>
      <w:szCs w:val="20"/>
    </w:rPr>
  </w:style>
  <w:style w:type="character" w:customStyle="1" w:styleId="EndnoteTextChar1">
    <w:name w:val="Endnote Text Char1"/>
    <w:link w:val="EndnoteText"/>
    <w:rsid w:val="000E130A"/>
    <w:rPr>
      <w:rFonts w:ascii="Arial" w:eastAsia="MS Mincho" w:hAnsi="Arial"/>
      <w:lang w:val="en-AU" w:eastAsia="en-AU" w:bidi="ar-SA"/>
    </w:rPr>
  </w:style>
  <w:style w:type="character" w:styleId="EndnoteReference">
    <w:name w:val="endnote reference"/>
    <w:rsid w:val="000A1DB8"/>
    <w:rPr>
      <w:rFonts w:ascii="Arial" w:hAnsi="Arial"/>
      <w:sz w:val="20"/>
      <w:vertAlign w:val="superscript"/>
    </w:rPr>
  </w:style>
  <w:style w:type="numbering" w:styleId="1ai">
    <w:name w:val="Outline List 1"/>
    <w:basedOn w:val="NoList"/>
    <w:semiHidden/>
    <w:locked/>
    <w:rsid w:val="00E45954"/>
    <w:pPr>
      <w:numPr>
        <w:numId w:val="18"/>
      </w:numPr>
    </w:pPr>
  </w:style>
  <w:style w:type="numbering" w:styleId="ArticleSection">
    <w:name w:val="Outline List 3"/>
    <w:basedOn w:val="NoList"/>
    <w:semiHidden/>
    <w:locked/>
    <w:rsid w:val="00E45954"/>
    <w:pPr>
      <w:numPr>
        <w:numId w:val="19"/>
      </w:numPr>
    </w:pPr>
  </w:style>
  <w:style w:type="paragraph" w:styleId="BlockText">
    <w:name w:val="Block Text"/>
    <w:basedOn w:val="Normal"/>
    <w:semiHidden/>
    <w:locked/>
    <w:rsid w:val="00E45954"/>
    <w:pPr>
      <w:spacing w:after="120"/>
      <w:ind w:left="1440" w:right="1440"/>
    </w:pPr>
  </w:style>
  <w:style w:type="paragraph" w:styleId="BodyText">
    <w:name w:val="Body Text"/>
    <w:basedOn w:val="Normal"/>
    <w:semiHidden/>
    <w:locked/>
    <w:rsid w:val="00E45954"/>
    <w:pPr>
      <w:spacing w:after="120"/>
    </w:pPr>
  </w:style>
  <w:style w:type="paragraph" w:styleId="BodyText2">
    <w:name w:val="Body Text 2"/>
    <w:basedOn w:val="Normal"/>
    <w:semiHidden/>
    <w:locked/>
    <w:rsid w:val="00E45954"/>
    <w:pPr>
      <w:spacing w:after="120" w:line="480" w:lineRule="auto"/>
    </w:pPr>
  </w:style>
  <w:style w:type="paragraph" w:styleId="BodyText3">
    <w:name w:val="Body Text 3"/>
    <w:basedOn w:val="Normal"/>
    <w:semiHidden/>
    <w:locked/>
    <w:rsid w:val="00E45954"/>
    <w:pPr>
      <w:spacing w:after="120"/>
    </w:pPr>
    <w:rPr>
      <w:sz w:val="16"/>
      <w:szCs w:val="16"/>
    </w:rPr>
  </w:style>
  <w:style w:type="paragraph" w:styleId="BodyTextFirstIndent">
    <w:name w:val="Body Text First Indent"/>
    <w:basedOn w:val="BodyText"/>
    <w:semiHidden/>
    <w:locked/>
    <w:rsid w:val="00E45954"/>
    <w:pPr>
      <w:ind w:firstLine="210"/>
    </w:pPr>
  </w:style>
  <w:style w:type="paragraph" w:styleId="BodyTextIndent">
    <w:name w:val="Body Text Indent"/>
    <w:basedOn w:val="Normal"/>
    <w:semiHidden/>
    <w:locked/>
    <w:rsid w:val="00E45954"/>
    <w:pPr>
      <w:spacing w:after="120"/>
      <w:ind w:left="283"/>
    </w:pPr>
  </w:style>
  <w:style w:type="paragraph" w:styleId="BodyTextFirstIndent2">
    <w:name w:val="Body Text First Indent 2"/>
    <w:basedOn w:val="BodyTextIndent"/>
    <w:semiHidden/>
    <w:locked/>
    <w:rsid w:val="00E45954"/>
    <w:pPr>
      <w:ind w:firstLine="210"/>
    </w:pPr>
  </w:style>
  <w:style w:type="paragraph" w:styleId="BodyTextIndent2">
    <w:name w:val="Body Text Indent 2"/>
    <w:basedOn w:val="Normal"/>
    <w:semiHidden/>
    <w:locked/>
    <w:rsid w:val="00E45954"/>
    <w:pPr>
      <w:spacing w:after="120" w:line="480" w:lineRule="auto"/>
      <w:ind w:left="283"/>
    </w:pPr>
  </w:style>
  <w:style w:type="paragraph" w:styleId="BodyTextIndent3">
    <w:name w:val="Body Text Indent 3"/>
    <w:basedOn w:val="Normal"/>
    <w:semiHidden/>
    <w:locked/>
    <w:rsid w:val="00E45954"/>
    <w:pPr>
      <w:spacing w:after="120"/>
      <w:ind w:left="283"/>
    </w:pPr>
    <w:rPr>
      <w:sz w:val="16"/>
      <w:szCs w:val="16"/>
    </w:rPr>
  </w:style>
  <w:style w:type="paragraph" w:styleId="Closing">
    <w:name w:val="Closing"/>
    <w:basedOn w:val="Normal"/>
    <w:semiHidden/>
    <w:locked/>
    <w:rsid w:val="00E45954"/>
    <w:pPr>
      <w:ind w:left="4252"/>
    </w:pPr>
  </w:style>
  <w:style w:type="paragraph" w:styleId="Date">
    <w:name w:val="Date"/>
    <w:basedOn w:val="Normal"/>
    <w:next w:val="Normal"/>
    <w:semiHidden/>
    <w:locked/>
    <w:rsid w:val="00C33104"/>
    <w:pPr>
      <w:spacing w:before="120" w:after="120"/>
      <w:jc w:val="right"/>
    </w:pPr>
    <w:rPr>
      <w:color w:val="595959"/>
      <w:sz w:val="26"/>
    </w:rPr>
  </w:style>
  <w:style w:type="paragraph" w:styleId="E-mailSignature">
    <w:name w:val="E-mail Signature"/>
    <w:basedOn w:val="Normal"/>
    <w:semiHidden/>
    <w:locked/>
    <w:rsid w:val="00E45954"/>
  </w:style>
  <w:style w:type="character" w:styleId="Emphasis">
    <w:name w:val="Emphasis"/>
    <w:qFormat/>
    <w:locked/>
    <w:rsid w:val="00E45954"/>
    <w:rPr>
      <w:i/>
      <w:iCs/>
    </w:rPr>
  </w:style>
  <w:style w:type="paragraph" w:styleId="EnvelopeAddress">
    <w:name w:val="envelope address"/>
    <w:basedOn w:val="Normal"/>
    <w:semiHidden/>
    <w:locked/>
    <w:rsid w:val="000A1DB8"/>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locked/>
    <w:rsid w:val="00E45954"/>
    <w:rPr>
      <w:rFonts w:cs="Arial"/>
      <w:sz w:val="20"/>
      <w:szCs w:val="20"/>
    </w:rPr>
  </w:style>
  <w:style w:type="character" w:styleId="FootnoteReference">
    <w:name w:val="footnote reference"/>
    <w:semiHidden/>
    <w:rsid w:val="000A1DB8"/>
    <w:rPr>
      <w:rFonts w:ascii="Arial" w:hAnsi="Arial"/>
      <w:sz w:val="20"/>
      <w:vertAlign w:val="superscript"/>
    </w:rPr>
  </w:style>
  <w:style w:type="paragraph" w:styleId="FootnoteText">
    <w:name w:val="footnote text"/>
    <w:basedOn w:val="Normal"/>
    <w:semiHidden/>
    <w:rsid w:val="000E130A"/>
    <w:pPr>
      <w:spacing w:before="0" w:after="0"/>
    </w:pPr>
    <w:rPr>
      <w:sz w:val="20"/>
      <w:szCs w:val="20"/>
    </w:rPr>
  </w:style>
  <w:style w:type="character" w:styleId="HTMLAcronym">
    <w:name w:val="HTML Acronym"/>
    <w:basedOn w:val="DefaultParagraphFont"/>
    <w:semiHidden/>
    <w:locked/>
    <w:rsid w:val="00E45954"/>
  </w:style>
  <w:style w:type="paragraph" w:styleId="HTMLAddress">
    <w:name w:val="HTML Address"/>
    <w:basedOn w:val="Normal"/>
    <w:semiHidden/>
    <w:locked/>
    <w:rsid w:val="00E45954"/>
    <w:rPr>
      <w:i/>
      <w:iCs/>
    </w:rPr>
  </w:style>
  <w:style w:type="character" w:styleId="HTMLCite">
    <w:name w:val="HTML Cite"/>
    <w:semiHidden/>
    <w:locked/>
    <w:rsid w:val="00E45954"/>
    <w:rPr>
      <w:i/>
      <w:iCs/>
    </w:rPr>
  </w:style>
  <w:style w:type="character" w:styleId="HTMLCode">
    <w:name w:val="HTML Code"/>
    <w:semiHidden/>
    <w:locked/>
    <w:rsid w:val="00E45954"/>
    <w:rPr>
      <w:rFonts w:ascii="Courier New" w:hAnsi="Courier New" w:cs="Courier New"/>
      <w:sz w:val="20"/>
      <w:szCs w:val="20"/>
    </w:rPr>
  </w:style>
  <w:style w:type="character" w:styleId="HTMLDefinition">
    <w:name w:val="HTML Definition"/>
    <w:semiHidden/>
    <w:locked/>
    <w:rsid w:val="00E45954"/>
    <w:rPr>
      <w:i/>
      <w:iCs/>
    </w:rPr>
  </w:style>
  <w:style w:type="character" w:styleId="HTMLKeyboard">
    <w:name w:val="HTML Keyboard"/>
    <w:semiHidden/>
    <w:locked/>
    <w:rsid w:val="00E45954"/>
    <w:rPr>
      <w:rFonts w:ascii="Courier New" w:hAnsi="Courier New" w:cs="Courier New"/>
      <w:sz w:val="20"/>
      <w:szCs w:val="20"/>
    </w:rPr>
  </w:style>
  <w:style w:type="paragraph" w:styleId="HTMLPreformatted">
    <w:name w:val="HTML Preformatted"/>
    <w:basedOn w:val="Normal"/>
    <w:semiHidden/>
    <w:locked/>
    <w:rsid w:val="00E45954"/>
    <w:rPr>
      <w:rFonts w:ascii="Courier New" w:hAnsi="Courier New" w:cs="Courier New"/>
      <w:sz w:val="20"/>
      <w:szCs w:val="20"/>
    </w:rPr>
  </w:style>
  <w:style w:type="character" w:styleId="HTMLSample">
    <w:name w:val="HTML Sample"/>
    <w:semiHidden/>
    <w:locked/>
    <w:rsid w:val="00E45954"/>
    <w:rPr>
      <w:rFonts w:ascii="Courier New" w:hAnsi="Courier New" w:cs="Courier New"/>
    </w:rPr>
  </w:style>
  <w:style w:type="character" w:styleId="HTMLTypewriter">
    <w:name w:val="HTML Typewriter"/>
    <w:semiHidden/>
    <w:locked/>
    <w:rsid w:val="00E45954"/>
    <w:rPr>
      <w:rFonts w:ascii="Courier New" w:hAnsi="Courier New" w:cs="Courier New"/>
      <w:sz w:val="20"/>
      <w:szCs w:val="20"/>
    </w:rPr>
  </w:style>
  <w:style w:type="character" w:styleId="HTMLVariable">
    <w:name w:val="HTML Variable"/>
    <w:semiHidden/>
    <w:locked/>
    <w:rsid w:val="00E45954"/>
    <w:rPr>
      <w:i/>
      <w:iCs/>
    </w:rPr>
  </w:style>
  <w:style w:type="character" w:styleId="LineNumber">
    <w:name w:val="line number"/>
    <w:basedOn w:val="DefaultParagraphFont"/>
    <w:semiHidden/>
    <w:locked/>
    <w:rsid w:val="00E45954"/>
  </w:style>
  <w:style w:type="paragraph" w:styleId="List">
    <w:name w:val="List"/>
    <w:basedOn w:val="Normal"/>
    <w:semiHidden/>
    <w:locked/>
    <w:rsid w:val="00E45954"/>
    <w:pPr>
      <w:ind w:left="283" w:hanging="283"/>
    </w:pPr>
  </w:style>
  <w:style w:type="paragraph" w:styleId="List2">
    <w:name w:val="List 2"/>
    <w:basedOn w:val="Normal"/>
    <w:semiHidden/>
    <w:locked/>
    <w:rsid w:val="00E45954"/>
    <w:pPr>
      <w:ind w:left="566" w:hanging="283"/>
    </w:pPr>
  </w:style>
  <w:style w:type="paragraph" w:styleId="List3">
    <w:name w:val="List 3"/>
    <w:basedOn w:val="Normal"/>
    <w:semiHidden/>
    <w:locked/>
    <w:rsid w:val="00E45954"/>
    <w:pPr>
      <w:ind w:left="849" w:hanging="283"/>
    </w:pPr>
  </w:style>
  <w:style w:type="paragraph" w:styleId="List4">
    <w:name w:val="List 4"/>
    <w:basedOn w:val="Normal"/>
    <w:semiHidden/>
    <w:locked/>
    <w:rsid w:val="00E45954"/>
    <w:pPr>
      <w:ind w:left="1132" w:hanging="283"/>
    </w:pPr>
  </w:style>
  <w:style w:type="paragraph" w:styleId="List5">
    <w:name w:val="List 5"/>
    <w:basedOn w:val="Normal"/>
    <w:semiHidden/>
    <w:locked/>
    <w:rsid w:val="00E45954"/>
    <w:pPr>
      <w:ind w:left="1415" w:hanging="283"/>
    </w:pPr>
  </w:style>
  <w:style w:type="paragraph" w:styleId="ListBullet">
    <w:name w:val="List Bullet"/>
    <w:basedOn w:val="Normal"/>
    <w:semiHidden/>
    <w:locked/>
    <w:rsid w:val="00E45954"/>
    <w:pPr>
      <w:numPr>
        <w:numId w:val="7"/>
      </w:numPr>
    </w:pPr>
  </w:style>
  <w:style w:type="paragraph" w:styleId="ListBullet2">
    <w:name w:val="List Bullet 2"/>
    <w:basedOn w:val="Normal"/>
    <w:semiHidden/>
    <w:locked/>
    <w:rsid w:val="00E45954"/>
    <w:pPr>
      <w:numPr>
        <w:numId w:val="8"/>
      </w:numPr>
    </w:pPr>
  </w:style>
  <w:style w:type="paragraph" w:styleId="ListBullet3">
    <w:name w:val="List Bullet 3"/>
    <w:basedOn w:val="Normal"/>
    <w:semiHidden/>
    <w:locked/>
    <w:rsid w:val="00E45954"/>
    <w:pPr>
      <w:numPr>
        <w:numId w:val="9"/>
      </w:numPr>
    </w:pPr>
  </w:style>
  <w:style w:type="paragraph" w:styleId="ListBullet4">
    <w:name w:val="List Bullet 4"/>
    <w:basedOn w:val="Normal"/>
    <w:semiHidden/>
    <w:locked/>
    <w:rsid w:val="00E45954"/>
    <w:pPr>
      <w:numPr>
        <w:numId w:val="10"/>
      </w:numPr>
    </w:pPr>
  </w:style>
  <w:style w:type="paragraph" w:styleId="ListBullet5">
    <w:name w:val="List Bullet 5"/>
    <w:basedOn w:val="Normal"/>
    <w:semiHidden/>
    <w:locked/>
    <w:rsid w:val="00E45954"/>
    <w:pPr>
      <w:numPr>
        <w:numId w:val="11"/>
      </w:numPr>
    </w:pPr>
  </w:style>
  <w:style w:type="paragraph" w:styleId="ListContinue">
    <w:name w:val="List Continue"/>
    <w:basedOn w:val="Normal"/>
    <w:semiHidden/>
    <w:locked/>
    <w:rsid w:val="00E45954"/>
    <w:pPr>
      <w:spacing w:after="120"/>
      <w:ind w:left="283"/>
    </w:pPr>
  </w:style>
  <w:style w:type="paragraph" w:styleId="ListContinue2">
    <w:name w:val="List Continue 2"/>
    <w:basedOn w:val="Normal"/>
    <w:semiHidden/>
    <w:locked/>
    <w:rsid w:val="00E45954"/>
    <w:pPr>
      <w:spacing w:after="120"/>
      <w:ind w:left="566"/>
    </w:pPr>
  </w:style>
  <w:style w:type="paragraph" w:styleId="ListContinue3">
    <w:name w:val="List Continue 3"/>
    <w:basedOn w:val="Normal"/>
    <w:semiHidden/>
    <w:locked/>
    <w:rsid w:val="00E45954"/>
    <w:pPr>
      <w:spacing w:after="120"/>
      <w:ind w:left="849"/>
    </w:pPr>
  </w:style>
  <w:style w:type="paragraph" w:styleId="ListContinue5">
    <w:name w:val="List Continue 5"/>
    <w:basedOn w:val="Normal"/>
    <w:semiHidden/>
    <w:locked/>
    <w:rsid w:val="00E45954"/>
    <w:pPr>
      <w:spacing w:after="120"/>
      <w:ind w:left="1415"/>
    </w:pPr>
  </w:style>
  <w:style w:type="paragraph" w:styleId="ListNumber">
    <w:name w:val="List Number"/>
    <w:basedOn w:val="Normal"/>
    <w:semiHidden/>
    <w:locked/>
    <w:rsid w:val="00E45954"/>
    <w:pPr>
      <w:numPr>
        <w:numId w:val="12"/>
      </w:numPr>
    </w:pPr>
  </w:style>
  <w:style w:type="paragraph" w:styleId="ListNumber2">
    <w:name w:val="List Number 2"/>
    <w:basedOn w:val="Normal"/>
    <w:semiHidden/>
    <w:locked/>
    <w:rsid w:val="00E45954"/>
    <w:pPr>
      <w:numPr>
        <w:numId w:val="15"/>
      </w:numPr>
    </w:pPr>
  </w:style>
  <w:style w:type="paragraph" w:styleId="ListNumber3">
    <w:name w:val="List Number 3"/>
    <w:basedOn w:val="Normal"/>
    <w:semiHidden/>
    <w:locked/>
    <w:rsid w:val="00E45954"/>
    <w:pPr>
      <w:numPr>
        <w:numId w:val="16"/>
      </w:numPr>
    </w:pPr>
  </w:style>
  <w:style w:type="paragraph" w:styleId="ListNumber4">
    <w:name w:val="List Number 4"/>
    <w:basedOn w:val="Normal"/>
    <w:semiHidden/>
    <w:locked/>
    <w:rsid w:val="00E45954"/>
    <w:pPr>
      <w:numPr>
        <w:numId w:val="13"/>
      </w:numPr>
    </w:pPr>
  </w:style>
  <w:style w:type="paragraph" w:styleId="ListNumber5">
    <w:name w:val="List Number 5"/>
    <w:basedOn w:val="Normal"/>
    <w:semiHidden/>
    <w:locked/>
    <w:rsid w:val="00E45954"/>
    <w:pPr>
      <w:numPr>
        <w:numId w:val="14"/>
      </w:numPr>
    </w:pPr>
  </w:style>
  <w:style w:type="paragraph" w:styleId="MessageHeader">
    <w:name w:val="Message Header"/>
    <w:basedOn w:val="Normal"/>
    <w:semiHidden/>
    <w:locked/>
    <w:rsid w:val="00E4595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locked/>
    <w:rsid w:val="00E45954"/>
    <w:rPr>
      <w:rFonts w:ascii="Times New Roman" w:hAnsi="Times New Roman"/>
    </w:rPr>
  </w:style>
  <w:style w:type="paragraph" w:styleId="NormalIndent">
    <w:name w:val="Normal Indent"/>
    <w:basedOn w:val="Normal"/>
    <w:semiHidden/>
    <w:locked/>
    <w:rsid w:val="00E45954"/>
    <w:pPr>
      <w:ind w:left="720"/>
    </w:pPr>
  </w:style>
  <w:style w:type="paragraph" w:styleId="NoteHeading">
    <w:name w:val="Note Heading"/>
    <w:basedOn w:val="Normal"/>
    <w:next w:val="Normal"/>
    <w:semiHidden/>
    <w:locked/>
    <w:rsid w:val="00E45954"/>
  </w:style>
  <w:style w:type="character" w:styleId="PageNumber">
    <w:name w:val="page number"/>
    <w:basedOn w:val="DefaultParagraphFont"/>
    <w:semiHidden/>
    <w:locked/>
    <w:rsid w:val="00E45954"/>
  </w:style>
  <w:style w:type="paragraph" w:styleId="PlainText">
    <w:name w:val="Plain Text"/>
    <w:basedOn w:val="Normal"/>
    <w:semiHidden/>
    <w:locked/>
    <w:rsid w:val="00E45954"/>
    <w:rPr>
      <w:rFonts w:ascii="Courier New" w:hAnsi="Courier New" w:cs="Courier New"/>
      <w:sz w:val="20"/>
      <w:szCs w:val="20"/>
    </w:rPr>
  </w:style>
  <w:style w:type="paragraph" w:styleId="Salutation">
    <w:name w:val="Salutation"/>
    <w:basedOn w:val="Normal"/>
    <w:next w:val="Normal"/>
    <w:semiHidden/>
    <w:locked/>
    <w:rsid w:val="00E45954"/>
  </w:style>
  <w:style w:type="paragraph" w:styleId="Signature">
    <w:name w:val="Signature"/>
    <w:basedOn w:val="Normal"/>
    <w:semiHidden/>
    <w:locked/>
    <w:rsid w:val="00E45954"/>
    <w:pPr>
      <w:ind w:left="4252"/>
    </w:pPr>
  </w:style>
  <w:style w:type="paragraph" w:styleId="Subtitle">
    <w:name w:val="Subtitle"/>
    <w:basedOn w:val="Normal"/>
    <w:link w:val="SubtitleChar"/>
    <w:qFormat/>
    <w:locked/>
    <w:rsid w:val="00323C73"/>
    <w:pPr>
      <w:spacing w:before="40" w:after="0"/>
      <w:jc w:val="right"/>
      <w:outlineLvl w:val="1"/>
    </w:pPr>
    <w:rPr>
      <w:rFonts w:cs="Arial"/>
      <w:b/>
      <w:caps/>
      <w:sz w:val="26"/>
    </w:rPr>
  </w:style>
  <w:style w:type="table" w:styleId="Table3Deffects1">
    <w:name w:val="Table 3D effects 1"/>
    <w:basedOn w:val="TableNormal"/>
    <w:semiHidden/>
    <w:locked/>
    <w:rsid w:val="00E45954"/>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E45954"/>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locked/>
    <w:rsid w:val="00E45954"/>
    <w:pPr>
      <w:spacing w:after="60"/>
      <w:jc w:val="center"/>
      <w:outlineLvl w:val="0"/>
    </w:pPr>
    <w:rPr>
      <w:rFonts w:cs="Arial"/>
      <w:b/>
      <w:bCs/>
      <w:kern w:val="28"/>
      <w:sz w:val="32"/>
      <w:szCs w:val="32"/>
    </w:rPr>
  </w:style>
  <w:style w:type="character" w:styleId="FollowedHyperlink">
    <w:name w:val="FollowedHyperlink"/>
    <w:semiHidden/>
    <w:locked/>
    <w:rsid w:val="00E45954"/>
    <w:rPr>
      <w:color w:val="800080"/>
      <w:u w:val="single"/>
    </w:rPr>
  </w:style>
  <w:style w:type="paragraph" w:customStyle="1" w:styleId="MainTitle">
    <w:name w:val="Main Title"/>
    <w:semiHidden/>
    <w:qFormat/>
    <w:rsid w:val="00FD01B5"/>
    <w:pPr>
      <w:spacing w:line="740" w:lineRule="exact"/>
      <w:contextualSpacing/>
      <w:jc w:val="right"/>
    </w:pPr>
    <w:rPr>
      <w:rFonts w:ascii="Arial" w:hAnsi="Arial"/>
      <w:bCs/>
      <w:color w:val="237BBC"/>
      <w:kern w:val="32"/>
      <w:sz w:val="56"/>
      <w:szCs w:val="32"/>
    </w:rPr>
  </w:style>
  <w:style w:type="paragraph" w:customStyle="1" w:styleId="HeaderFooter">
    <w:name w:val="Header &amp; Footer"/>
    <w:basedOn w:val="Normal"/>
    <w:semiHidden/>
    <w:rsid w:val="00591951"/>
    <w:pPr>
      <w:spacing w:line="200" w:lineRule="exact"/>
      <w:jc w:val="both"/>
    </w:pPr>
    <w:rPr>
      <w:rFonts w:eastAsia="Times New Roman" w:cs="ArialMT"/>
      <w:color w:val="000000"/>
      <w:sz w:val="16"/>
      <w:lang w:eastAsia="en-US"/>
    </w:rPr>
  </w:style>
  <w:style w:type="paragraph" w:customStyle="1" w:styleId="LogoType">
    <w:name w:val="Logo Type"/>
    <w:basedOn w:val="Header"/>
    <w:semiHidden/>
    <w:rsid w:val="00591951"/>
    <w:pPr>
      <w:pBdr>
        <w:bottom w:val="single" w:sz="4" w:space="4" w:color="auto"/>
      </w:pBdr>
      <w:tabs>
        <w:tab w:val="clear" w:pos="4513"/>
        <w:tab w:val="clear" w:pos="9026"/>
        <w:tab w:val="left" w:pos="4686"/>
        <w:tab w:val="left" w:pos="7088"/>
        <w:tab w:val="left" w:pos="7242"/>
      </w:tabs>
      <w:spacing w:before="0" w:line="320" w:lineRule="exact"/>
    </w:pPr>
    <w:rPr>
      <w:rFonts w:cs="ArialMT"/>
      <w:b/>
      <w:color w:val="808080"/>
      <w:spacing w:val="-20"/>
      <w:sz w:val="32"/>
      <w:lang w:eastAsia="en-US"/>
    </w:rPr>
  </w:style>
  <w:style w:type="paragraph" w:styleId="BalloonText">
    <w:name w:val="Balloon Text"/>
    <w:basedOn w:val="Normal"/>
    <w:link w:val="BalloonTextChar"/>
    <w:semiHidden/>
    <w:locked/>
    <w:rsid w:val="00A96892"/>
    <w:pPr>
      <w:spacing w:before="0" w:after="0"/>
    </w:pPr>
    <w:rPr>
      <w:rFonts w:ascii="Tahoma" w:hAnsi="Tahoma" w:cs="Tahoma"/>
      <w:sz w:val="16"/>
      <w:szCs w:val="16"/>
    </w:rPr>
  </w:style>
  <w:style w:type="character" w:customStyle="1" w:styleId="BalloonTextChar">
    <w:name w:val="Balloon Text Char"/>
    <w:link w:val="BalloonText"/>
    <w:rsid w:val="00A96892"/>
    <w:rPr>
      <w:rFonts w:ascii="Tahoma" w:eastAsia="MS Mincho" w:hAnsi="Tahoma" w:cs="Tahoma"/>
      <w:sz w:val="16"/>
      <w:szCs w:val="16"/>
    </w:rPr>
  </w:style>
  <w:style w:type="character" w:customStyle="1" w:styleId="CharChar">
    <w:name w:val="Char Char"/>
    <w:semiHidden/>
    <w:locked/>
    <w:rsid w:val="000A48AC"/>
    <w:rPr>
      <w:rFonts w:ascii="Arial" w:hAnsi="Arial" w:cs="Arial"/>
      <w:lang w:val="en-AU" w:eastAsia="en-AU" w:bidi="ar-SA"/>
    </w:rPr>
  </w:style>
  <w:style w:type="character" w:customStyle="1" w:styleId="EndnoteTextChar">
    <w:name w:val="Endnote Text Char"/>
    <w:locked/>
    <w:rsid w:val="00EB6A76"/>
    <w:rPr>
      <w:rFonts w:ascii="Arial" w:hAnsi="Arial"/>
      <w:lang w:bidi="ar-SA"/>
    </w:rPr>
  </w:style>
  <w:style w:type="character" w:customStyle="1" w:styleId="SubtitleChar">
    <w:name w:val="Subtitle Char"/>
    <w:link w:val="Subtitle"/>
    <w:rsid w:val="00323C73"/>
    <w:rPr>
      <w:rFonts w:ascii="Arial" w:eastAsia="MS Mincho" w:hAnsi="Arial" w:cs="Arial"/>
      <w:b/>
      <w:caps/>
      <w:sz w:val="26"/>
      <w:szCs w:val="24"/>
    </w:rPr>
  </w:style>
  <w:style w:type="paragraph" w:customStyle="1" w:styleId="SubmissionNormal">
    <w:name w:val="Submission Normal"/>
    <w:basedOn w:val="Normal"/>
    <w:link w:val="SubmissionNormalChar"/>
    <w:rsid w:val="00B34946"/>
    <w:pPr>
      <w:numPr>
        <w:numId w:val="36"/>
      </w:numPr>
    </w:pPr>
    <w:rPr>
      <w:rFonts w:eastAsia="Times New Roman"/>
    </w:rPr>
  </w:style>
  <w:style w:type="character" w:customStyle="1" w:styleId="SubmissionNormalChar">
    <w:name w:val="Submission Normal Char"/>
    <w:link w:val="SubmissionNormal"/>
    <w:rsid w:val="00B34946"/>
    <w:rPr>
      <w:rFonts w:ascii="Arial" w:hAnsi="Arial"/>
      <w:sz w:val="24"/>
      <w:szCs w:val="24"/>
    </w:rPr>
  </w:style>
  <w:style w:type="paragraph" w:customStyle="1" w:styleId="coveraddresses">
    <w:name w:val="cover addresses"/>
    <w:basedOn w:val="Footer"/>
    <w:qFormat/>
    <w:rsid w:val="0003606D"/>
    <w:pPr>
      <w:spacing w:after="40"/>
    </w:pPr>
    <w:rPr>
      <w:sz w:val="16"/>
      <w:szCs w:val="16"/>
    </w:rPr>
  </w:style>
  <w:style w:type="paragraph" w:styleId="ListParagraph">
    <w:name w:val="List Paragraph"/>
    <w:basedOn w:val="Normal"/>
    <w:link w:val="ListParagraphChar"/>
    <w:uiPriority w:val="34"/>
    <w:qFormat/>
    <w:rsid w:val="00416CBE"/>
    <w:pPr>
      <w:spacing w:before="0" w:after="120"/>
      <w:ind w:left="720" w:hanging="720"/>
    </w:pPr>
    <w:rPr>
      <w:rFonts w:eastAsia="Times New Roman"/>
      <w:lang w:val="en-US" w:eastAsia="en-US"/>
    </w:rPr>
  </w:style>
  <w:style w:type="character" w:customStyle="1" w:styleId="ListParagraphChar">
    <w:name w:val="List Paragraph Char"/>
    <w:link w:val="ListParagraph"/>
    <w:uiPriority w:val="34"/>
    <w:locked/>
    <w:rsid w:val="00416CBE"/>
    <w:rPr>
      <w:rFonts w:ascii="Arial" w:hAnsi="Arial"/>
      <w:sz w:val="24"/>
      <w:szCs w:val="24"/>
      <w:lang w:val="en-US" w:eastAsia="en-US"/>
    </w:rPr>
  </w:style>
  <w:style w:type="paragraph" w:customStyle="1" w:styleId="Default">
    <w:name w:val="Default"/>
    <w:rsid w:val="00F24149"/>
    <w:pPr>
      <w:autoSpaceDE w:val="0"/>
      <w:autoSpaceDN w:val="0"/>
      <w:adjustRightInd w:val="0"/>
    </w:pPr>
    <w:rPr>
      <w:rFonts w:ascii="Arial" w:hAnsi="Arial" w:cs="Arial"/>
      <w:color w:val="000000"/>
      <w:sz w:val="24"/>
      <w:szCs w:val="24"/>
    </w:rPr>
  </w:style>
  <w:style w:type="paragraph" w:customStyle="1" w:styleId="Body">
    <w:name w:val="Body"/>
    <w:rsid w:val="003C2D11"/>
    <w:pPr>
      <w:spacing w:before="240" w:after="240"/>
    </w:pPr>
    <w:rPr>
      <w:rFonts w:ascii="Arial" w:eastAsia="Arial" w:hAnsi="Arial" w:cs="Arial"/>
      <w:color w:val="000000"/>
      <w:sz w:val="24"/>
      <w:szCs w:val="24"/>
      <w:u w:color="000000"/>
    </w:rPr>
  </w:style>
  <w:style w:type="character" w:styleId="CommentReference">
    <w:name w:val="annotation reference"/>
    <w:basedOn w:val="DefaultParagraphFont"/>
    <w:semiHidden/>
    <w:unhideWhenUsed/>
    <w:locked/>
    <w:rsid w:val="005B2AC4"/>
    <w:rPr>
      <w:sz w:val="16"/>
      <w:szCs w:val="16"/>
    </w:rPr>
  </w:style>
  <w:style w:type="paragraph" w:styleId="CommentText">
    <w:name w:val="annotation text"/>
    <w:basedOn w:val="Normal"/>
    <w:link w:val="CommentTextChar"/>
    <w:semiHidden/>
    <w:unhideWhenUsed/>
    <w:locked/>
    <w:rsid w:val="005B2AC4"/>
    <w:rPr>
      <w:sz w:val="20"/>
      <w:szCs w:val="20"/>
    </w:rPr>
  </w:style>
  <w:style w:type="character" w:customStyle="1" w:styleId="CommentTextChar">
    <w:name w:val="Comment Text Char"/>
    <w:basedOn w:val="DefaultParagraphFont"/>
    <w:link w:val="CommentText"/>
    <w:semiHidden/>
    <w:rsid w:val="005B2AC4"/>
    <w:rPr>
      <w:rFonts w:ascii="Arial" w:eastAsia="MS Mincho" w:hAnsi="Arial"/>
    </w:rPr>
  </w:style>
  <w:style w:type="paragraph" w:styleId="CommentSubject">
    <w:name w:val="annotation subject"/>
    <w:basedOn w:val="CommentText"/>
    <w:next w:val="CommentText"/>
    <w:link w:val="CommentSubjectChar"/>
    <w:semiHidden/>
    <w:unhideWhenUsed/>
    <w:locked/>
    <w:rsid w:val="005B2AC4"/>
    <w:rPr>
      <w:b/>
      <w:bCs/>
    </w:rPr>
  </w:style>
  <w:style w:type="character" w:customStyle="1" w:styleId="CommentSubjectChar">
    <w:name w:val="Comment Subject Char"/>
    <w:basedOn w:val="CommentTextChar"/>
    <w:link w:val="CommentSubject"/>
    <w:semiHidden/>
    <w:rsid w:val="005B2AC4"/>
    <w:rPr>
      <w:rFonts w:ascii="Arial" w:eastAsia="MS Mincho" w:hAnsi="Arial"/>
      <w:b/>
      <w:bCs/>
    </w:rPr>
  </w:style>
  <w:style w:type="paragraph" w:styleId="Revision">
    <w:name w:val="Revision"/>
    <w:hidden/>
    <w:uiPriority w:val="99"/>
    <w:semiHidden/>
    <w:rsid w:val="007B7E19"/>
    <w:rPr>
      <w:rFonts w:ascii="Arial" w:eastAsia="MS Mincho"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367260">
      <w:bodyDiv w:val="1"/>
      <w:marLeft w:val="0"/>
      <w:marRight w:val="0"/>
      <w:marTop w:val="0"/>
      <w:marBottom w:val="0"/>
      <w:divBdr>
        <w:top w:val="none" w:sz="0" w:space="0" w:color="auto"/>
        <w:left w:val="none" w:sz="0" w:space="0" w:color="auto"/>
        <w:bottom w:val="none" w:sz="0" w:space="0" w:color="auto"/>
        <w:right w:val="none" w:sz="0" w:space="0" w:color="auto"/>
      </w:divBdr>
    </w:div>
    <w:div w:id="779758380">
      <w:bodyDiv w:val="1"/>
      <w:marLeft w:val="0"/>
      <w:marRight w:val="0"/>
      <w:marTop w:val="0"/>
      <w:marBottom w:val="0"/>
      <w:divBdr>
        <w:top w:val="none" w:sz="0" w:space="0" w:color="auto"/>
        <w:left w:val="none" w:sz="0" w:space="0" w:color="auto"/>
        <w:bottom w:val="none" w:sz="0" w:space="0" w:color="auto"/>
        <w:right w:val="none" w:sz="0" w:space="0" w:color="auto"/>
      </w:divBdr>
    </w:div>
    <w:div w:id="977101536">
      <w:bodyDiv w:val="1"/>
      <w:marLeft w:val="0"/>
      <w:marRight w:val="0"/>
      <w:marTop w:val="0"/>
      <w:marBottom w:val="0"/>
      <w:divBdr>
        <w:top w:val="none" w:sz="0" w:space="0" w:color="auto"/>
        <w:left w:val="none" w:sz="0" w:space="0" w:color="auto"/>
        <w:bottom w:val="none" w:sz="0" w:space="0" w:color="auto"/>
        <w:right w:val="none" w:sz="0" w:space="0" w:color="auto"/>
      </w:divBdr>
    </w:div>
    <w:div w:id="1489321970">
      <w:bodyDiv w:val="1"/>
      <w:marLeft w:val="0"/>
      <w:marRight w:val="0"/>
      <w:marTop w:val="0"/>
      <w:marBottom w:val="0"/>
      <w:divBdr>
        <w:top w:val="none" w:sz="0" w:space="0" w:color="auto"/>
        <w:left w:val="none" w:sz="0" w:space="0" w:color="auto"/>
        <w:bottom w:val="none" w:sz="0" w:space="0" w:color="auto"/>
        <w:right w:val="none" w:sz="0" w:space="0" w:color="auto"/>
      </w:divBdr>
    </w:div>
    <w:div w:id="178372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humanrights.gov.au" TargetMode="External"/><Relationship Id="rId22" Type="http://schemas.openxmlformats.org/officeDocument/2006/relationships/customXml" Target="../customXml/item3.xml"/></Relationships>
</file>

<file path=word/_rels/endnotes.xml.rels><?xml version="1.0" encoding="UTF-8" standalone="yes"?>
<Relationships xmlns="http://schemas.openxmlformats.org/package/2006/relationships"><Relationship Id="rId13" Type="http://schemas.openxmlformats.org/officeDocument/2006/relationships/hyperlink" Target="https://www.humanrights.gov.au/sites/default/files/AHRC_ChildrensRights_Report_2015_0.pdf" TargetMode="External"/><Relationship Id="rId18" Type="http://schemas.openxmlformats.org/officeDocument/2006/relationships/hyperlink" Target="https://www.humanrights.gov.au/submissions/austr%20%20alia-s-second-universal-periodic-review" TargetMode="External"/><Relationship Id="rId26" Type="http://schemas.openxmlformats.org/officeDocument/2006/relationships/hyperlink" Target="http://www.aph.gov.au/Parliamentary_Business/Committees/House/Social_Policy_and_Legal_Affairs/Inquiry_into_surrogacy/Submissions" TargetMode="External"/><Relationship Id="rId39" Type="http://schemas.openxmlformats.org/officeDocument/2006/relationships/hyperlink" Target="http://www.aph.gov.au/Parliamentary_Business/Committees/Senate/Community_Affairs/Violence_abuse_neglect%20(14" TargetMode="External"/><Relationship Id="rId21" Type="http://schemas.openxmlformats.org/officeDocument/2006/relationships/hyperlink" Target="https://www.humanrights.gov.au/sites/default/files/AHRC_ChildrensRights_Report_2015_0.pdf" TargetMode="External"/><Relationship Id="rId34" Type="http://schemas.openxmlformats.org/officeDocument/2006/relationships/hyperlink" Target="https://www.humanrights.gov.au/australias-universal-periodic-review-human-rights" TargetMode="External"/><Relationship Id="rId42" Type="http://schemas.openxmlformats.org/officeDocument/2006/relationships/hyperlink" Target="http://tbinternet.ohchr.org/_layouts/treatybodyexternal/Download.aspx?symbolno=INT%2fCAT%2fNGO%2fAUS%2f18690&amp;Lang=en" TargetMode="External"/><Relationship Id="rId47" Type="http://schemas.openxmlformats.org/officeDocument/2006/relationships/hyperlink" Target="http://www.aph.gov.au/Parliamentary_Business/Committees/Joint/Intelligence_and_Security/Amendment_Bill/Submissions" TargetMode="External"/><Relationship Id="rId50" Type="http://schemas.openxmlformats.org/officeDocument/2006/relationships/hyperlink" Target="https://www.dpmc.gov.au/national-security/independent-national-security-legislation-monitor" TargetMode="External"/><Relationship Id="rId55" Type="http://schemas.openxmlformats.org/officeDocument/2006/relationships/hyperlink" Target="http://www.minister.border.gov.au/peterdutton/2016/Pages/doorstop-interview-03042016.aspx" TargetMode="External"/><Relationship Id="rId63" Type="http://schemas.openxmlformats.org/officeDocument/2006/relationships/hyperlink" Target="http://www.border.gov.au/ReportsandPublications/Documents/statistics/immigration-detention-statistics-dec2014.pdf" TargetMode="External"/><Relationship Id="rId68" Type="http://schemas.openxmlformats.org/officeDocument/2006/relationships/hyperlink" Target="http://unhcr.org.au/wp-content/uploads/2015/05/15Jan2013_ManusMission.pdf" TargetMode="External"/><Relationship Id="rId76" Type="http://schemas.openxmlformats.org/officeDocument/2006/relationships/hyperlink" Target="http://www.ohchr.org/EN/HRBodies/HRC/RegularSessions/Session28/Documents/A_HRC_28_68_Add.1_en.doc" TargetMode="External"/><Relationship Id="rId84" Type="http://schemas.openxmlformats.org/officeDocument/2006/relationships/hyperlink" Target="https://www.humanrights.gov.au/submissions/australia-s-second-universal-periodic-review" TargetMode="External"/><Relationship Id="rId89" Type="http://schemas.openxmlformats.org/officeDocument/2006/relationships/hyperlink" Target="http://parlinfo.aph.gov.au/parlInfo/search/display/display.w3p;query=Id%3A%22chamber%2Fhansards%2Fb72114df-d068-4aeb-8fd0-833d5a01f955%2F0164%22;src1=sm1" TargetMode="External"/><Relationship Id="rId7" Type="http://schemas.openxmlformats.org/officeDocument/2006/relationships/hyperlink" Target="http://www.aph.gov.au/Parliamentary_Business/Committees/Joint/Human_Rights/Completed_inquiries" TargetMode="External"/><Relationship Id="rId71" Type="http://schemas.openxmlformats.org/officeDocument/2006/relationships/hyperlink" Target="http://unhcr.org.au/wp-content/uploads/2015/05/2013-12-06-Report-of-UNHCR-Visit-to-Nauru-of-7-9-October-2013.pdf" TargetMode="External"/><Relationship Id="rId92" Type="http://schemas.openxmlformats.org/officeDocument/2006/relationships/hyperlink" Target="https://www.parliament.nsw.gov.au/committees/inquiries/Pages/inquiry-details.aspx?pk=2387" TargetMode="External"/><Relationship Id="rId2" Type="http://schemas.openxmlformats.org/officeDocument/2006/relationships/hyperlink" Target="https://www.humanrights.gov.au/submissions/australia-s-second-universal-periodic-review" TargetMode="External"/><Relationship Id="rId16" Type="http://schemas.openxmlformats.org/officeDocument/2006/relationships/hyperlink" Target="http://www.pm.gov.au/media/2015-09-24/womens-safety-package-stop-violence" TargetMode="External"/><Relationship Id="rId29" Type="http://schemas.openxmlformats.org/officeDocument/2006/relationships/hyperlink" Target="https://www.humanrights.gov.au/submissions/australia-s-second-universal-periodic-review" TargetMode="External"/><Relationship Id="rId11" Type="http://schemas.openxmlformats.org/officeDocument/2006/relationships/hyperlink" Target="http://www.aph.gov.au/About_Parliament/Parliamentary_Departments/Parliamentary_Library/pubs/rp/rp1415/Quick_Guides/DVinAust" TargetMode="External"/><Relationship Id="rId24" Type="http://schemas.openxmlformats.org/officeDocument/2006/relationships/hyperlink" Target="http://www.ohchr.org/EN/HRBodies/UPR/Pages/AUSession23.aspx" TargetMode="External"/><Relationship Id="rId32" Type="http://schemas.openxmlformats.org/officeDocument/2006/relationships/hyperlink" Target="http://tbinternet.ohchr.org/_layouts/treatybodyexternal/Download.aspx?symbolno=INT%2fCAT%2fNGO%2fAUS%2f18690&amp;Lang=en" TargetMode="External"/><Relationship Id="rId37" Type="http://schemas.openxmlformats.org/officeDocument/2006/relationships/hyperlink" Target="https://www.humanrights.gov.au/our-work/aboriginal-and-torres-strait-islander-social-justice/publications/social-justice-and-nati-0" TargetMode="External"/><Relationship Id="rId40" Type="http://schemas.openxmlformats.org/officeDocument/2006/relationships/hyperlink" Target="https://www.humanrights.gov.au/our-work/disability-rights/publications/equal-law" TargetMode="External"/><Relationship Id="rId45" Type="http://schemas.openxmlformats.org/officeDocument/2006/relationships/hyperlink" Target="http://tbinternet.ohchr.org/_layouts/treatybodyexternal/Download.aspx?symbolno=INT%2fCAT%2fNGO%2fAUS%2f18690&amp;Lang=en" TargetMode="External"/><Relationship Id="rId53" Type="http://schemas.openxmlformats.org/officeDocument/2006/relationships/hyperlink" Target="http://www.border.gov.au/ReportsandPublications/Documents/statistics/immigration-detention-statistics-dec2014.pdf" TargetMode="External"/><Relationship Id="rId58" Type="http://schemas.openxmlformats.org/officeDocument/2006/relationships/hyperlink" Target="http://www.minister.border.gov.au/peterdutton/2015/Pages/government-closes-bladin-detention-facility.aspx" TargetMode="External"/><Relationship Id="rId66" Type="http://schemas.openxmlformats.org/officeDocument/2006/relationships/hyperlink" Target="http://www.border.gov.au/ReportsandPublications/Documents/research/IMA-experiences-IDF.pdf" TargetMode="External"/><Relationship Id="rId74" Type="http://schemas.openxmlformats.org/officeDocument/2006/relationships/hyperlink" Target="http://tbinternet.ohchr.org/_layouts/treatybodyexternal/Download.aspx?symbolno=CAT/C/AUS/CO/4-5&amp;Lang=En" TargetMode="External"/><Relationship Id="rId79" Type="http://schemas.openxmlformats.org/officeDocument/2006/relationships/hyperlink" Target="https://www.humanrights.gov.au/our-work/asylum-seekers-and-refugees/publications/health-and-well-being-children-immigration" TargetMode="External"/><Relationship Id="rId87" Type="http://schemas.openxmlformats.org/officeDocument/2006/relationships/hyperlink" Target="https://www.humanrights.gov.au/our-work/sexual-orientation-sex-gender-identity/publications/resilient-individuals-sexual" TargetMode="External"/><Relationship Id="rId5" Type="http://schemas.openxmlformats.org/officeDocument/2006/relationships/hyperlink" Target="http://www.aph.gov.au/Parliamentary_Business/Committees/Joint/Human_Rights/Completed_inquiries" TargetMode="External"/><Relationship Id="rId61" Type="http://schemas.openxmlformats.org/officeDocument/2006/relationships/hyperlink" Target="http://www.border.gov.au/ReportsandPublications/Documents/statistics/immigration-detention-statistics-31-mar-2016.pdf" TargetMode="External"/><Relationship Id="rId82" Type="http://schemas.openxmlformats.org/officeDocument/2006/relationships/hyperlink" Target="https://www.childabuseroyalcommission.gov.au/about-us/our-reports" TargetMode="External"/><Relationship Id="rId90" Type="http://schemas.openxmlformats.org/officeDocument/2006/relationships/hyperlink" Target="https://www.humanrights.gov.au/our-work/sexual-orientation-sex-gender-identity/publications/resilient-individuals-sexual" TargetMode="External"/><Relationship Id="rId19" Type="http://schemas.openxmlformats.org/officeDocument/2006/relationships/hyperlink" Target="http://www.budget.gov.au/2016-17/content/bp2/html/bp2_expense-21.htm" TargetMode="External"/><Relationship Id="rId14" Type="http://schemas.openxmlformats.org/officeDocument/2006/relationships/hyperlink" Target="http://aic.gov.au/publications/current%20series/tandi/401-420/tandi419.html" TargetMode="External"/><Relationship Id="rId22" Type="http://schemas.openxmlformats.org/officeDocument/2006/relationships/hyperlink" Target="https://www.humanrights.gov.au/sites/default/files/AHRC_ChildrensRights_Report_2015_0.pdf" TargetMode="External"/><Relationship Id="rId27" Type="http://schemas.openxmlformats.org/officeDocument/2006/relationships/hyperlink" Target="https://www.humanrights.gov.au/sites/default/files/14.%20Extradition%20mutual%20assistance%20and%20trafficking%20Final_1.docx" TargetMode="External"/><Relationship Id="rId30" Type="http://schemas.openxmlformats.org/officeDocument/2006/relationships/hyperlink" Target="https://www.humanrights.gov.au/australias-universal-periodic-review-human-rights" TargetMode="External"/><Relationship Id="rId35" Type="http://schemas.openxmlformats.org/officeDocument/2006/relationships/hyperlink" Target="https://www.humanrights.gov.au/publications/social-justice-and-native-title-report-2014" TargetMode="External"/><Relationship Id="rId43" Type="http://schemas.openxmlformats.org/officeDocument/2006/relationships/hyperlink" Target="https://www.humanrights.gov.au/submissions/australia-s-second-universal-periodic-review" TargetMode="External"/><Relationship Id="rId48" Type="http://schemas.openxmlformats.org/officeDocument/2006/relationships/hyperlink" Target="http://www.aph.gov.au/Parliamentary_Business/Committees/Joint/Intelligence_and_Security/Citizenship_Bill/Submissions" TargetMode="External"/><Relationship Id="rId56" Type="http://schemas.openxmlformats.org/officeDocument/2006/relationships/hyperlink" Target="http://parlinfo.aph.gov.au/parlInfo/download/media/pressrel/3165273/upload_binary/3165273.pdf" TargetMode="External"/><Relationship Id="rId64" Type="http://schemas.openxmlformats.org/officeDocument/2006/relationships/hyperlink" Target="http://www.border.gov.au/ReportsandPublications/Documents/statistics/immigration-detention-statistics-31-mar-2016.pdf" TargetMode="External"/><Relationship Id="rId69" Type="http://schemas.openxmlformats.org/officeDocument/2006/relationships/hyperlink" Target="http://unhcr.org.au/wp-content/uploads/2015/05/11June2013_ManusMonitoringVisit.pdf" TargetMode="External"/><Relationship Id="rId77" Type="http://schemas.openxmlformats.org/officeDocument/2006/relationships/hyperlink" Target="http://www.aph.gov.au/Parliamentary_Business/Committees/Senate/Legal_and_Constitutional_Affairs/Manus_Island/~/media/Committees/Senate/committee/legcon_ctte/Manus_Island/Report/report.pdf" TargetMode="External"/><Relationship Id="rId8" Type="http://schemas.openxmlformats.org/officeDocument/2006/relationships/hyperlink" Target="http://www.aph.gov.au/Parliamentary_Business/Committees/Joint/Human_Rights/Completed_inquiries" TargetMode="External"/><Relationship Id="rId51" Type="http://schemas.openxmlformats.org/officeDocument/2006/relationships/hyperlink" Target="https://www.dpmc.gov.au/national-security/independent-national-security-legislation-monitor" TargetMode="External"/><Relationship Id="rId72" Type="http://schemas.openxmlformats.org/officeDocument/2006/relationships/hyperlink" Target="http://unhcr.org.au/wp-content/uploads/2015/05/23Oct2013_ManusMonitoringVisit.pdf" TargetMode="External"/><Relationship Id="rId80" Type="http://schemas.openxmlformats.org/officeDocument/2006/relationships/hyperlink" Target="https://www.humanrights.gov.au/our-work/asylum-seekers-and-refugees/publications/health-and-well-being-children-immigration" TargetMode="External"/><Relationship Id="rId85" Type="http://schemas.openxmlformats.org/officeDocument/2006/relationships/hyperlink" Target="https://www.humanrights.gov.au/submissions/australia-s-second-universal-periodic-review" TargetMode="External"/><Relationship Id="rId93" Type="http://schemas.openxmlformats.org/officeDocument/2006/relationships/hyperlink" Target="http://www.rcfv.com.au/" TargetMode="External"/><Relationship Id="rId3" Type="http://schemas.openxmlformats.org/officeDocument/2006/relationships/hyperlink" Target="https://www.humanrights.gov.au/australias-universal-periodic-review-human-rights" TargetMode="External"/><Relationship Id="rId12" Type="http://schemas.openxmlformats.org/officeDocument/2006/relationships/hyperlink" Target="https://www.humanrights.gov.au/working-without-fear-results-sexual-harassment-national-telephone-survey-2012" TargetMode="External"/><Relationship Id="rId17" Type="http://schemas.openxmlformats.org/officeDocument/2006/relationships/hyperlink" Target="http://www.budget.gov.au/2016-17/content/bp2/download/BP2_consolidated.pdf" TargetMode="External"/><Relationship Id="rId25" Type="http://schemas.openxmlformats.org/officeDocument/2006/relationships/hyperlink" Target="http://www.aph.gov.au/Parliamentary_Business/Committees/House/Social_Policy_and_Legal_Affairs/Inquiry_into_surrogacy/Report" TargetMode="External"/><Relationship Id="rId33" Type="http://schemas.openxmlformats.org/officeDocument/2006/relationships/hyperlink" Target="https://www.humanrights.gov.au/submissions/australia-s-second-universal-periodic-review" TargetMode="External"/><Relationship Id="rId38" Type="http://schemas.openxmlformats.org/officeDocument/2006/relationships/hyperlink" Target="http://tbinternet.ohchr.org/_layouts/treatybodyexternal/Download.aspx?symbolno=INT%2fCAT%2fNGO%2fAUS%2f18690&amp;Lang=en" TargetMode="External"/><Relationship Id="rId46" Type="http://schemas.openxmlformats.org/officeDocument/2006/relationships/hyperlink" Target="https://www.humanrights.gov.au/submissions/australia-s-second-universal-periodic-review" TargetMode="External"/><Relationship Id="rId59" Type="http://schemas.openxmlformats.org/officeDocument/2006/relationships/hyperlink" Target="http://budget.gov.au/2016-17/content/bp2/download/BP2_consolidated.pdf" TargetMode="External"/><Relationship Id="rId67" Type="http://schemas.openxmlformats.org/officeDocument/2006/relationships/hyperlink" Target="http://reliefweb.int/sites/reliefweb.int/files/resources/2012-12-14%2Bnauru%2Bmonitoring%2Breport%2Bfinal.pdf" TargetMode="External"/><Relationship Id="rId20" Type="http://schemas.openxmlformats.org/officeDocument/2006/relationships/hyperlink" Target="https://www.humanrights.gov.au/sites/default/files/AHRC_Summary_Childrens_Rights_Report_2015.pdf" TargetMode="External"/><Relationship Id="rId41" Type="http://schemas.openxmlformats.org/officeDocument/2006/relationships/hyperlink" Target="https://www.humanrights.gov.au/our-work/disability-rights/publications/equal-law" TargetMode="External"/><Relationship Id="rId54" Type="http://schemas.openxmlformats.org/officeDocument/2006/relationships/hyperlink" Target="http://www.border.gov.au/ReportsandPublications/Documents/statistics/immigration-detention-statistics-31-mar-2016.pdf" TargetMode="External"/><Relationship Id="rId62" Type="http://schemas.openxmlformats.org/officeDocument/2006/relationships/hyperlink" Target="http://www.border.gov.au/about/reports-publications/research-statistics/statistics/live-in-australia/immigration-detention" TargetMode="External"/><Relationship Id="rId70" Type="http://schemas.openxmlformats.org/officeDocument/2006/relationships/hyperlink" Target="http://www.aph.gov.au/Parliamentary_Business/Committees/Joint/Human_Rights/Completed_inquiries/2013/2013/92013/index" TargetMode="External"/><Relationship Id="rId75" Type="http://schemas.openxmlformats.org/officeDocument/2006/relationships/hyperlink" Target="https://www.border.gov.au/ReportsandPublications/Documents/reviews-and-inquiries/review-conditions-circumstances-nauru.pdf" TargetMode="External"/><Relationship Id="rId83" Type="http://schemas.openxmlformats.org/officeDocument/2006/relationships/hyperlink" Target="http://tbinternet.ohchr.org/_layouts/treatybodyexternal/Download.aspx?symbolno=INT%2fCAT%2fNGO%2fAUS%2f18690&amp;Lang=en" TargetMode="External"/><Relationship Id="rId88" Type="http://schemas.openxmlformats.org/officeDocument/2006/relationships/hyperlink" Target="http://www.aph.gov.au/Parliamentary_Business/Committees/Senate/Community_Affairs/Involuntary_Sterilisation/Sec_Report/index" TargetMode="External"/><Relationship Id="rId91" Type="http://schemas.openxmlformats.org/officeDocument/2006/relationships/hyperlink" Target="http://www.parliament.qld.gov.au/documents/tableOffice/TabledPapers/2015/5515T876.pdf" TargetMode="External"/><Relationship Id="rId1" Type="http://schemas.openxmlformats.org/officeDocument/2006/relationships/hyperlink" Target="http://tbinternet.ohchr.org/Treaties/CAT/Shared%20Documents/AUS/INT_CAT_NGO_AUS_18690_E.docx" TargetMode="External"/><Relationship Id="rId6" Type="http://schemas.openxmlformats.org/officeDocument/2006/relationships/hyperlink" Target="http://www.aph.gov.au/Parliamentary_Business/Committees/Joint/Human_Rights/Guidance_Notes_and_Resources" TargetMode="External"/><Relationship Id="rId15" Type="http://schemas.openxmlformats.org/officeDocument/2006/relationships/hyperlink" Target="http://tbinternet.ohchr.org/_layouts/treatybodyexternal/Download.aspx?symbolno=CAT%2fC%2fAUS%2fCO%2f4-5%2fAdd.1&amp;Lang=en" TargetMode="External"/><Relationship Id="rId23" Type="http://schemas.openxmlformats.org/officeDocument/2006/relationships/hyperlink" Target="https://www.ag.gov.au/CrimeAndCorruption/HumanTrafficking/Pages/Australias-response-to-human-trafficking.aspx" TargetMode="External"/><Relationship Id="rId28" Type="http://schemas.openxmlformats.org/officeDocument/2006/relationships/hyperlink" Target="http://tbinternet.ohchr.org/_layouts/treatybodyexternal/Download.aspx?symbolno=INT%2fCAT%2fNGO%2fAUS%2f18690&amp;Lang=en" TargetMode="External"/><Relationship Id="rId36" Type="http://schemas.openxmlformats.org/officeDocument/2006/relationships/hyperlink" Target="http://www.aph.gov.au/Parliamentary_Business/Committees/Senate/Legal_and_Constitutional_Affairs/Completed_inquiries/2010-13/justicereinvestment/report/index" TargetMode="External"/><Relationship Id="rId49" Type="http://schemas.openxmlformats.org/officeDocument/2006/relationships/hyperlink" Target="http://www.aph.gov.au/Parliamentary_Business/Committees/Joint/Intelligence_and_Security/Data_Retention/Submissions" TargetMode="External"/><Relationship Id="rId57" Type="http://schemas.openxmlformats.org/officeDocument/2006/relationships/hyperlink" Target="http://parlinfo.aph.gov.au/parlInfo/search/display/display.w3p;query=Id%3A%22media%2Fpressrel%2F3575101%22" TargetMode="External"/><Relationship Id="rId10" Type="http://schemas.openxmlformats.org/officeDocument/2006/relationships/hyperlink" Target="https://www.vichealth.vic.gov.au/our-work/preventing-violence-against-women" TargetMode="External"/><Relationship Id="rId31" Type="http://schemas.openxmlformats.org/officeDocument/2006/relationships/hyperlink" Target="https://www.attorneygeneral.gov.au/Mediareleases/Pages/2015/FirstQuarter/26-March-2015-Legal-aid-funding-assured-to-support-the-most-vulnerable-in-our-community.aspx" TargetMode="External"/><Relationship Id="rId44" Type="http://schemas.openxmlformats.org/officeDocument/2006/relationships/hyperlink" Target="http://tbinternet.ohchr.org/_layouts/treatybodyexternal/Download.aspx?symbolno=INT%2fCAT%2fNGO%2fAUS%2f18690&amp;Lang=en" TargetMode="External"/><Relationship Id="rId52" Type="http://schemas.openxmlformats.org/officeDocument/2006/relationships/hyperlink" Target="http://parlinfo.aph.gov.au/parlInfo/search/display/display.w3p;query=Id%3A%22media%2Fpressrel%2F3996167%22" TargetMode="External"/><Relationship Id="rId60" Type="http://schemas.openxmlformats.org/officeDocument/2006/relationships/hyperlink" Target="http://budget.gov.au/2016-17/content/bp2/download/BP2_consolidated.pdf" TargetMode="External"/><Relationship Id="rId65" Type="http://schemas.openxmlformats.org/officeDocument/2006/relationships/hyperlink" Target="http://www.ombudsman.gov.au/__data/assets/pdf_file/0022/30298/December-2013-Suicide-and-self-harm-in-the-Immigration-Detention-Network.pdf" TargetMode="External"/><Relationship Id="rId73" Type="http://schemas.openxmlformats.org/officeDocument/2006/relationships/hyperlink" Target="https://www.border.gov.au/ReportsandPublications/Documents/reviews-and-inquiries/review-robert-cornall.pdf" TargetMode="External"/><Relationship Id="rId78" Type="http://schemas.openxmlformats.org/officeDocument/2006/relationships/hyperlink" Target="http://www.aph.gov.au/Parliamentary_Business/Committees/Senate/Regional_processing_Nauru/Regional_processing_Nauru/~/media/Committees/nauru_ctte/Final_Report/report.pdf" TargetMode="External"/><Relationship Id="rId81" Type="http://schemas.openxmlformats.org/officeDocument/2006/relationships/hyperlink" Target="https://www.childabuseroyalcommission.gov.au/about-us/terms-of-reference" TargetMode="External"/><Relationship Id="rId86" Type="http://schemas.openxmlformats.org/officeDocument/2006/relationships/hyperlink" Target="http://www.ohchr.org/EN/HRBodies/UPR/Pages/AUSession23.aspx" TargetMode="External"/><Relationship Id="rId94" Type="http://schemas.openxmlformats.org/officeDocument/2006/relationships/hyperlink" Target="https://www.alrc.gov.au/inquiries/elder-abuse/terms-reference" TargetMode="External"/><Relationship Id="rId4" Type="http://schemas.openxmlformats.org/officeDocument/2006/relationships/hyperlink" Target="http://www.aph.gov.au/Parliamentary_Business/Committees/Joint/Human_Rights/Index_of_bills_and_instruments" TargetMode="External"/><Relationship Id="rId9" Type="http://schemas.openxmlformats.org/officeDocument/2006/relationships/hyperlink" Target="http://www.abs.gov.au/ausstats/abs@.nsf/Latestproducts/4906.0Main%20Features12012?opendocument&amp;tabname=Summary&amp;prodno=4906.0&amp;issue=2012&amp;num=&amp;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Commission\Submiss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7E9E81-572C-4996-A24A-3896C0232323}"/>
</file>

<file path=customXml/itemProps2.xml><?xml version="1.0" encoding="utf-8"?>
<ds:datastoreItem xmlns:ds="http://schemas.openxmlformats.org/officeDocument/2006/customXml" ds:itemID="{F0F212BD-AD53-4906-8BCC-872057FBEFDF}"/>
</file>

<file path=customXml/itemProps3.xml><?xml version="1.0" encoding="utf-8"?>
<ds:datastoreItem xmlns:ds="http://schemas.openxmlformats.org/officeDocument/2006/customXml" ds:itemID="{028FC308-7D14-4D7F-8313-DCF170E19CEE}"/>
</file>

<file path=customXml/itemProps4.xml><?xml version="1.0" encoding="utf-8"?>
<ds:datastoreItem xmlns:ds="http://schemas.openxmlformats.org/officeDocument/2006/customXml" ds:itemID="{54784FA8-7295-4CA1-A8D8-1EBD2507C60A}"/>
</file>

<file path=docProps/app.xml><?xml version="1.0" encoding="utf-8"?>
<Properties xmlns="http://schemas.openxmlformats.org/officeDocument/2006/extended-properties" xmlns:vt="http://schemas.openxmlformats.org/officeDocument/2006/docPropsVTypes">
  <Template>Submission.dot</Template>
  <TotalTime>0</TotalTime>
  <Pages>15</Pages>
  <Words>7245</Words>
  <Characters>41297</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Year</vt:lpstr>
    </vt:vector>
  </TitlesOfParts>
  <Company>Human Rights and Equal Opportunity Commission</Company>
  <LinksUpToDate>false</LinksUpToDate>
  <CharactersWithSpaces>48446</CharactersWithSpaces>
  <SharedDoc>false</SharedDoc>
  <HLinks>
    <vt:vector size="42" baseType="variant">
      <vt:variant>
        <vt:i4>1572920</vt:i4>
      </vt:variant>
      <vt:variant>
        <vt:i4>38</vt:i4>
      </vt:variant>
      <vt:variant>
        <vt:i4>0</vt:i4>
      </vt:variant>
      <vt:variant>
        <vt:i4>5</vt:i4>
      </vt:variant>
      <vt:variant>
        <vt:lpwstr/>
      </vt:variant>
      <vt:variant>
        <vt:lpwstr>_Toc209941772</vt:lpwstr>
      </vt:variant>
      <vt:variant>
        <vt:i4>1572920</vt:i4>
      </vt:variant>
      <vt:variant>
        <vt:i4>32</vt:i4>
      </vt:variant>
      <vt:variant>
        <vt:i4>0</vt:i4>
      </vt:variant>
      <vt:variant>
        <vt:i4>5</vt:i4>
      </vt:variant>
      <vt:variant>
        <vt:lpwstr/>
      </vt:variant>
      <vt:variant>
        <vt:lpwstr>_Toc209941771</vt:lpwstr>
      </vt:variant>
      <vt:variant>
        <vt:i4>1572920</vt:i4>
      </vt:variant>
      <vt:variant>
        <vt:i4>26</vt:i4>
      </vt:variant>
      <vt:variant>
        <vt:i4>0</vt:i4>
      </vt:variant>
      <vt:variant>
        <vt:i4>5</vt:i4>
      </vt:variant>
      <vt:variant>
        <vt:lpwstr/>
      </vt:variant>
      <vt:variant>
        <vt:lpwstr>_Toc209941770</vt:lpwstr>
      </vt:variant>
      <vt:variant>
        <vt:i4>1638456</vt:i4>
      </vt:variant>
      <vt:variant>
        <vt:i4>20</vt:i4>
      </vt:variant>
      <vt:variant>
        <vt:i4>0</vt:i4>
      </vt:variant>
      <vt:variant>
        <vt:i4>5</vt:i4>
      </vt:variant>
      <vt:variant>
        <vt:lpwstr/>
      </vt:variant>
      <vt:variant>
        <vt:lpwstr>_Toc209941769</vt:lpwstr>
      </vt:variant>
      <vt:variant>
        <vt:i4>1638456</vt:i4>
      </vt:variant>
      <vt:variant>
        <vt:i4>14</vt:i4>
      </vt:variant>
      <vt:variant>
        <vt:i4>0</vt:i4>
      </vt:variant>
      <vt:variant>
        <vt:i4>5</vt:i4>
      </vt:variant>
      <vt:variant>
        <vt:lpwstr/>
      </vt:variant>
      <vt:variant>
        <vt:lpwstr>_Toc209941768</vt:lpwstr>
      </vt:variant>
      <vt:variant>
        <vt:i4>1638456</vt:i4>
      </vt:variant>
      <vt:variant>
        <vt:i4>8</vt:i4>
      </vt:variant>
      <vt:variant>
        <vt:i4>0</vt:i4>
      </vt:variant>
      <vt:variant>
        <vt:i4>5</vt:i4>
      </vt:variant>
      <vt:variant>
        <vt:lpwstr/>
      </vt:variant>
      <vt:variant>
        <vt:lpwstr>_Toc209941767</vt:lpwstr>
      </vt:variant>
      <vt:variant>
        <vt:i4>1638456</vt:i4>
      </vt:variant>
      <vt:variant>
        <vt:i4>2</vt:i4>
      </vt:variant>
      <vt:variant>
        <vt:i4>0</vt:i4>
      </vt:variant>
      <vt:variant>
        <vt:i4>5</vt:i4>
      </vt:variant>
      <vt:variant>
        <vt:lpwstr/>
      </vt:variant>
      <vt:variant>
        <vt:lpwstr>_Toc209941766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dc:title>
  <dc:creator>Helen Potts</dc:creator>
  <cp:lastModifiedBy>Liliana Trillo Diaz</cp:lastModifiedBy>
  <cp:revision>2</cp:revision>
  <cp:lastPrinted>2016-06-19T23:58:00Z</cp:lastPrinted>
  <dcterms:created xsi:type="dcterms:W3CDTF">2016-06-27T07:58:00Z</dcterms:created>
  <dcterms:modified xsi:type="dcterms:W3CDTF">2016-06-27T07:58:00Z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